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shd w:val="clear" w:color="auto" w:fill="00AEEF"/>
        <w:tblLook w:val="04A0" w:firstRow="1" w:lastRow="0" w:firstColumn="1" w:lastColumn="0" w:noHBand="0" w:noVBand="1"/>
      </w:tblPr>
      <w:tblGrid>
        <w:gridCol w:w="4834"/>
      </w:tblGrid>
      <w:tr w:rsidR="003948E1" w:rsidRPr="004443D8" w14:paraId="00DFA3FD" w14:textId="77777777" w:rsidTr="00891818">
        <w:trPr>
          <w:trHeight w:val="454"/>
        </w:trPr>
        <w:tc>
          <w:tcPr>
            <w:tcW w:w="0" w:type="auto"/>
            <w:shd w:val="clear" w:color="auto" w:fill="00AEEF"/>
            <w:vAlign w:val="center"/>
          </w:tcPr>
          <w:tbl>
            <w:tblPr>
              <w:tblW w:w="0" w:type="auto"/>
              <w:shd w:val="clear" w:color="auto" w:fill="00AEEF"/>
              <w:tblLook w:val="04A0" w:firstRow="1" w:lastRow="0" w:firstColumn="1" w:lastColumn="0" w:noHBand="0" w:noVBand="1"/>
            </w:tblPr>
            <w:tblGrid>
              <w:gridCol w:w="4618"/>
            </w:tblGrid>
            <w:tr w:rsidR="004443D8" w:rsidRPr="004443D8" w14:paraId="2FBCD2A0" w14:textId="77777777" w:rsidTr="00A85E85">
              <w:trPr>
                <w:trHeight w:val="454"/>
              </w:trPr>
              <w:tc>
                <w:tcPr>
                  <w:tcW w:w="0" w:type="auto"/>
                  <w:shd w:val="clear" w:color="auto" w:fill="00AEEF"/>
                  <w:vAlign w:val="center"/>
                </w:tcPr>
                <w:p w14:paraId="6AD6064E" w14:textId="77777777" w:rsidR="004443D8" w:rsidRPr="004443D8" w:rsidRDefault="004443D8" w:rsidP="004443D8">
                  <w:pPr>
                    <w:pStyle w:val="i-worksheettype"/>
                    <w:rPr>
                      <w:i/>
                      <w:iCs/>
                    </w:rPr>
                  </w:pPr>
                  <w:bookmarkStart w:id="0" w:name="_Toc413953868"/>
                  <w:r w:rsidRPr="004443D8">
                    <w:rPr>
                      <w:i/>
                      <w:iCs/>
                    </w:rPr>
                    <w:t>Human Perspectives ATAR Units 1 &amp; 2</w:t>
                  </w:r>
                </w:p>
              </w:tc>
            </w:tr>
          </w:tbl>
          <w:p w14:paraId="6777FADB" w14:textId="2632182C" w:rsidR="003948E1" w:rsidRPr="004443D8" w:rsidRDefault="003948E1" w:rsidP="00FD5816">
            <w:pPr>
              <w:pStyle w:val="i-worksheettype"/>
              <w:rPr>
                <w:i/>
                <w:iCs/>
              </w:rPr>
            </w:pPr>
          </w:p>
        </w:tc>
      </w:tr>
    </w:tbl>
    <w:p w14:paraId="65FD2191" w14:textId="5AAD6A86" w:rsidR="004443D8" w:rsidRDefault="00CB3385" w:rsidP="00C209F8">
      <w:pPr>
        <w:pStyle w:val="i-worksheettitle"/>
      </w:pPr>
      <w:r>
        <w:t>Answers</w:t>
      </w:r>
    </w:p>
    <w:bookmarkEnd w:id="0"/>
    <w:p w14:paraId="236683BE" w14:textId="77777777" w:rsidR="00BF03B4" w:rsidRPr="006A0FA1" w:rsidRDefault="00BF03B4" w:rsidP="00BF03B4">
      <w:pPr>
        <w:pStyle w:val="i-bhead"/>
      </w:pPr>
      <w:r w:rsidRPr="006A0FA1">
        <w:t xml:space="preserve">Chapter </w:t>
      </w:r>
      <w:r>
        <w:t>6 The digestive system supplies nutrients for the body</w:t>
      </w:r>
    </w:p>
    <w:p w14:paraId="13BB56BD" w14:textId="77777777" w:rsidR="00BF03B4" w:rsidRDefault="00BF03B4" w:rsidP="00BF03B4">
      <w:pPr>
        <w:pStyle w:val="i-chead"/>
      </w:pPr>
      <w:r>
        <w:t>Questions 6.1</w:t>
      </w:r>
    </w:p>
    <w:p w14:paraId="14FB4929" w14:textId="77777777" w:rsidR="00BF03B4" w:rsidRDefault="00BF03B4" w:rsidP="00BF03B4">
      <w:pPr>
        <w:pStyle w:val="i-chead"/>
      </w:pPr>
      <w:r>
        <w:t xml:space="preserve">Recall knowledge </w:t>
      </w:r>
      <w:bookmarkStart w:id="1" w:name="_Hlk36025809"/>
    </w:p>
    <w:p w14:paraId="07325BBA" w14:textId="77777777" w:rsidR="00BF03B4" w:rsidRDefault="00BF03B4" w:rsidP="00BF03B4">
      <w:pPr>
        <w:pStyle w:val="answers-question"/>
      </w:pPr>
      <w:bookmarkStart w:id="2" w:name="_Hlk36026131"/>
      <w:bookmarkEnd w:id="1"/>
      <w:r w:rsidRPr="000C6AE0">
        <w:rPr>
          <w:b/>
        </w:rPr>
        <w:t>1</w:t>
      </w:r>
      <w:r w:rsidRPr="000C6AE0">
        <w:t xml:space="preserve"> List the types of digestion.</w:t>
      </w:r>
    </w:p>
    <w:p w14:paraId="31F59A08" w14:textId="2AE9F0B4" w:rsidR="00BF03B4" w:rsidRPr="009B4A1C" w:rsidRDefault="00BF03B4" w:rsidP="00BF03B4">
      <w:pPr>
        <w:pStyle w:val="answers-answer"/>
      </w:pPr>
      <w:r w:rsidRPr="00BF03B4">
        <w:rPr>
          <w:rStyle w:val="answer"/>
        </w:rPr>
        <w:t>Answer</w:t>
      </w:r>
      <w:r w:rsidRPr="00C07367">
        <w:rPr>
          <w:i/>
        </w:rPr>
        <w:t>:</w:t>
      </w:r>
      <w:r>
        <w:t xml:space="preserve"> Mechanical digestion, chemical digestion</w:t>
      </w:r>
    </w:p>
    <w:p w14:paraId="3622E5DF" w14:textId="77777777" w:rsidR="00BF03B4" w:rsidRDefault="00BF03B4" w:rsidP="00BF03B4">
      <w:pPr>
        <w:pStyle w:val="answers-question"/>
      </w:pPr>
      <w:r w:rsidRPr="000C6AE0">
        <w:rPr>
          <w:b/>
        </w:rPr>
        <w:t xml:space="preserve">2 </w:t>
      </w:r>
      <w:r w:rsidRPr="000C6AE0">
        <w:t>Complete the following table.</w:t>
      </w:r>
    </w:p>
    <w:p w14:paraId="73D961FE" w14:textId="77777777" w:rsidR="00BF03B4" w:rsidRDefault="00BF03B4" w:rsidP="00BF03B4">
      <w:pPr>
        <w:pStyle w:val="answers-answer"/>
      </w:pPr>
      <w:r w:rsidRPr="00BF03B4">
        <w:rPr>
          <w:rStyle w:val="answer"/>
        </w:rPr>
        <w:t>Answer</w:t>
      </w:r>
      <w:r w:rsidRPr="00C07367">
        <w:t>:</w:t>
      </w:r>
    </w:p>
    <w:tbl>
      <w:tblPr>
        <w:tblStyle w:val="TableGrid"/>
        <w:tblW w:w="0" w:type="auto"/>
        <w:tblLook w:val="04A0" w:firstRow="1" w:lastRow="0" w:firstColumn="1" w:lastColumn="0" w:noHBand="0" w:noVBand="1"/>
      </w:tblPr>
      <w:tblGrid>
        <w:gridCol w:w="4508"/>
        <w:gridCol w:w="4508"/>
      </w:tblGrid>
      <w:tr w:rsidR="00BF03B4" w14:paraId="6E30B311" w14:textId="77777777" w:rsidTr="00A050C8">
        <w:tc>
          <w:tcPr>
            <w:tcW w:w="4508" w:type="dxa"/>
          </w:tcPr>
          <w:p w14:paraId="75914023" w14:textId="77777777" w:rsidR="00BF03B4" w:rsidRPr="00475BDB" w:rsidRDefault="00BF03B4" w:rsidP="00A050C8">
            <w:pPr>
              <w:rPr>
                <w:b/>
                <w:bCs/>
              </w:rPr>
            </w:pPr>
            <w:r>
              <w:rPr>
                <w:b/>
                <w:bCs/>
              </w:rPr>
              <w:t>Large, complex molecule</w:t>
            </w:r>
          </w:p>
        </w:tc>
        <w:tc>
          <w:tcPr>
            <w:tcW w:w="4508" w:type="dxa"/>
          </w:tcPr>
          <w:p w14:paraId="60566A16" w14:textId="77777777" w:rsidR="00BF03B4" w:rsidRPr="00475BDB" w:rsidRDefault="00BF03B4" w:rsidP="00A050C8">
            <w:pPr>
              <w:rPr>
                <w:b/>
                <w:bCs/>
              </w:rPr>
            </w:pPr>
            <w:r>
              <w:rPr>
                <w:b/>
                <w:bCs/>
              </w:rPr>
              <w:t>Small, simple molecule</w:t>
            </w:r>
          </w:p>
        </w:tc>
      </w:tr>
      <w:tr w:rsidR="00BF03B4" w14:paraId="3F84E92D" w14:textId="77777777" w:rsidTr="00A050C8">
        <w:tc>
          <w:tcPr>
            <w:tcW w:w="4508" w:type="dxa"/>
          </w:tcPr>
          <w:p w14:paraId="5D5294A7" w14:textId="77777777" w:rsidR="00BF03B4" w:rsidRDefault="00BF03B4" w:rsidP="00A050C8">
            <w:r>
              <w:t>Protein</w:t>
            </w:r>
          </w:p>
        </w:tc>
        <w:tc>
          <w:tcPr>
            <w:tcW w:w="4508" w:type="dxa"/>
          </w:tcPr>
          <w:p w14:paraId="441D9FB6" w14:textId="77777777" w:rsidR="00BF03B4" w:rsidRDefault="00BF03B4" w:rsidP="00A050C8">
            <w:r w:rsidRPr="00BF03B4">
              <w:rPr>
                <w:rStyle w:val="answer"/>
              </w:rPr>
              <w:t>Answer</w:t>
            </w:r>
            <w:r w:rsidRPr="00C07367">
              <w:rPr>
                <w:i/>
                <w:iCs/>
              </w:rPr>
              <w:t>:</w:t>
            </w:r>
            <w:r>
              <w:t xml:space="preserve">  Amino Acid</w:t>
            </w:r>
          </w:p>
        </w:tc>
      </w:tr>
      <w:tr w:rsidR="00BF03B4" w14:paraId="02C21338" w14:textId="77777777" w:rsidTr="00A050C8">
        <w:tc>
          <w:tcPr>
            <w:tcW w:w="4508" w:type="dxa"/>
          </w:tcPr>
          <w:p w14:paraId="68F237F1" w14:textId="77777777" w:rsidR="00BF03B4" w:rsidRDefault="00BF03B4" w:rsidP="00A050C8">
            <w:r w:rsidRPr="00BF03B4">
              <w:rPr>
                <w:rStyle w:val="answer"/>
              </w:rPr>
              <w:t>Answer</w:t>
            </w:r>
            <w:r w:rsidRPr="00C07367">
              <w:rPr>
                <w:i/>
                <w:iCs/>
              </w:rPr>
              <w:t>:</w:t>
            </w:r>
            <w:r>
              <w:t xml:space="preserve"> Carbohydrate</w:t>
            </w:r>
          </w:p>
        </w:tc>
        <w:tc>
          <w:tcPr>
            <w:tcW w:w="4508" w:type="dxa"/>
          </w:tcPr>
          <w:p w14:paraId="2F58F52A" w14:textId="77777777" w:rsidR="00BF03B4" w:rsidRDefault="00BF03B4" w:rsidP="00A050C8">
            <w:r>
              <w:t xml:space="preserve">Monosaccharides </w:t>
            </w:r>
          </w:p>
        </w:tc>
      </w:tr>
      <w:tr w:rsidR="00BF03B4" w14:paraId="6537A5FE" w14:textId="77777777" w:rsidTr="00A050C8">
        <w:tc>
          <w:tcPr>
            <w:tcW w:w="4508" w:type="dxa"/>
          </w:tcPr>
          <w:p w14:paraId="6A67FF57" w14:textId="77777777" w:rsidR="00BF03B4" w:rsidRDefault="00BF03B4" w:rsidP="00A050C8">
            <w:r>
              <w:t>Triglycerides (lipids)</w:t>
            </w:r>
          </w:p>
        </w:tc>
        <w:tc>
          <w:tcPr>
            <w:tcW w:w="4508" w:type="dxa"/>
          </w:tcPr>
          <w:p w14:paraId="32BBAF0F" w14:textId="77777777" w:rsidR="00BF03B4" w:rsidRDefault="00BF03B4" w:rsidP="00A050C8">
            <w:r w:rsidRPr="00BF03B4">
              <w:rPr>
                <w:rStyle w:val="answer"/>
              </w:rPr>
              <w:t>Answer</w:t>
            </w:r>
            <w:r w:rsidRPr="00C07367">
              <w:rPr>
                <w:i/>
                <w:iCs/>
              </w:rPr>
              <w:t>:</w:t>
            </w:r>
            <w:r>
              <w:t xml:space="preserve"> Monoglyceride, 2 fatty acids</w:t>
            </w:r>
          </w:p>
        </w:tc>
      </w:tr>
    </w:tbl>
    <w:p w14:paraId="22E7EF6C" w14:textId="77777777" w:rsidR="00BF03B4" w:rsidRDefault="00BF03B4" w:rsidP="00BF03B4">
      <w:pPr>
        <w:pStyle w:val="answers-question"/>
      </w:pPr>
      <w:r w:rsidRPr="00FD087D">
        <w:rPr>
          <w:b/>
        </w:rPr>
        <w:t>3</w:t>
      </w:r>
      <w:r w:rsidRPr="00FD087D">
        <w:t xml:space="preserve"> </w:t>
      </w:r>
      <w:r w:rsidRPr="000C6AE0">
        <w:t>Describe the purpose of digestion.</w:t>
      </w:r>
    </w:p>
    <w:p w14:paraId="36D8B629" w14:textId="77777777" w:rsidR="00BF03B4" w:rsidRPr="009B4A1C" w:rsidRDefault="00BF03B4" w:rsidP="00BF03B4">
      <w:pPr>
        <w:pStyle w:val="answers-answer"/>
      </w:pPr>
      <w:r w:rsidRPr="00BF03B4">
        <w:rPr>
          <w:rStyle w:val="answer"/>
        </w:rPr>
        <w:t>Answer</w:t>
      </w:r>
      <w:r w:rsidRPr="00C07367">
        <w:rPr>
          <w:i/>
        </w:rPr>
        <w:t>:</w:t>
      </w:r>
      <w:r>
        <w:t xml:space="preserve"> To extract the nutrients from the food we eat and absorb them for use by the cells. </w:t>
      </w:r>
    </w:p>
    <w:p w14:paraId="32D11804" w14:textId="77777777" w:rsidR="00BF03B4" w:rsidRDefault="00BF03B4" w:rsidP="00BF03B4">
      <w:pPr>
        <w:pStyle w:val="i-chead"/>
      </w:pPr>
      <w:r>
        <w:t>Apply knowledge</w:t>
      </w:r>
    </w:p>
    <w:bookmarkEnd w:id="2"/>
    <w:p w14:paraId="1A93121E" w14:textId="77777777" w:rsidR="00BF03B4" w:rsidRDefault="00BF03B4" w:rsidP="00BF03B4">
      <w:pPr>
        <w:pStyle w:val="answers-question"/>
      </w:pPr>
      <w:r w:rsidRPr="000C6AE0">
        <w:rPr>
          <w:b/>
        </w:rPr>
        <w:t xml:space="preserve">4 </w:t>
      </w:r>
      <w:r w:rsidRPr="000C6AE0">
        <w:t>List two similarities and two differences between mechanical and chemical digestion.</w:t>
      </w:r>
    </w:p>
    <w:p w14:paraId="61E1EE7F" w14:textId="58698F5D" w:rsidR="00BF03B4" w:rsidRDefault="00BF03B4" w:rsidP="00BF03B4">
      <w:pPr>
        <w:pStyle w:val="answers-answer"/>
      </w:pPr>
      <w:r w:rsidRPr="00BF03B4">
        <w:rPr>
          <w:rStyle w:val="answer"/>
        </w:rPr>
        <w:t>Answer</w:t>
      </w:r>
      <w:r w:rsidRPr="00C07367">
        <w:t>:</w:t>
      </w:r>
      <w:r>
        <w:t xml:space="preserve"> Similarities: Both take something larger and make it smaller. Mechanical and chemical digestion occurs in the mouth, stomach and small intestine.</w:t>
      </w:r>
    </w:p>
    <w:p w14:paraId="338767F0" w14:textId="7C360BC2" w:rsidR="00BF03B4" w:rsidRPr="005F6687" w:rsidRDefault="00BF03B4" w:rsidP="00BF03B4">
      <w:pPr>
        <w:pStyle w:val="answers-answer"/>
      </w:pPr>
      <w:r>
        <w:t xml:space="preserve">Differences: Mechanical digestion is a physical </w:t>
      </w:r>
      <w:r w:rsidR="002C7335">
        <w:t>process,</w:t>
      </w:r>
      <w:r>
        <w:t xml:space="preserve"> so no new substances are formed. Chemical digestion produces new products from larger, more complex molecules. Chemical digestion requires enzymes, mechanical digestion does not. </w:t>
      </w:r>
    </w:p>
    <w:p w14:paraId="6CAB27F1" w14:textId="77777777" w:rsidR="00BF03B4" w:rsidRPr="000C6AE0" w:rsidRDefault="00BF03B4" w:rsidP="00BF03B4">
      <w:pPr>
        <w:pStyle w:val="answers-question"/>
        <w:rPr>
          <w:b/>
        </w:rPr>
      </w:pPr>
      <w:r w:rsidRPr="00BF03B4">
        <w:t>5 People who have had their gall bladder removed are unable to control the release of bile into the</w:t>
      </w:r>
      <w:r w:rsidRPr="000C6AE0">
        <w:t xml:space="preserve"> small</w:t>
      </w:r>
      <w:r>
        <w:rPr>
          <w:b/>
        </w:rPr>
        <w:t xml:space="preserve"> </w:t>
      </w:r>
      <w:r w:rsidRPr="000C6AE0">
        <w:t>intestine. Predict a consequence of this.</w:t>
      </w:r>
    </w:p>
    <w:p w14:paraId="7D284CDF" w14:textId="15390381" w:rsidR="00BF03B4" w:rsidRPr="009B4A1C" w:rsidRDefault="00BF03B4" w:rsidP="00BF03B4">
      <w:pPr>
        <w:pStyle w:val="answers-answer"/>
      </w:pPr>
      <w:r w:rsidRPr="00BF03B4">
        <w:rPr>
          <w:rStyle w:val="answer"/>
        </w:rPr>
        <w:t>Answer</w:t>
      </w:r>
      <w:r w:rsidRPr="00C07367">
        <w:rPr>
          <w:i/>
        </w:rPr>
        <w:t>:</w:t>
      </w:r>
      <w:r>
        <w:t xml:space="preserve"> They will have difficulty digesting fats, which may lead to diarrhoea. </w:t>
      </w:r>
    </w:p>
    <w:p w14:paraId="0E19FED3" w14:textId="77777777" w:rsidR="00BF03B4" w:rsidRDefault="00BF03B4" w:rsidP="00BF03B4"/>
    <w:p w14:paraId="36BE8912" w14:textId="77777777" w:rsidR="00BF03B4" w:rsidRDefault="00BF03B4">
      <w:pPr>
        <w:spacing w:line="240" w:lineRule="auto"/>
        <w:rPr>
          <w:rFonts w:ascii="Verdana" w:hAnsi="Verdana"/>
          <w:b/>
          <w:color w:val="00AEEF"/>
          <w:sz w:val="24"/>
          <w:szCs w:val="28"/>
          <w:lang w:eastAsia="en-US"/>
        </w:rPr>
      </w:pPr>
      <w:r>
        <w:br w:type="page"/>
      </w:r>
    </w:p>
    <w:p w14:paraId="1651A937" w14:textId="47482BA1" w:rsidR="00BF03B4" w:rsidRDefault="00BF03B4" w:rsidP="00BF03B4">
      <w:pPr>
        <w:pStyle w:val="i-chead"/>
      </w:pPr>
      <w:r>
        <w:lastRenderedPageBreak/>
        <w:t>Questions 6.2</w:t>
      </w:r>
    </w:p>
    <w:p w14:paraId="55D55E2C" w14:textId="77777777" w:rsidR="00BF03B4" w:rsidRDefault="00BF03B4" w:rsidP="00BF03B4">
      <w:pPr>
        <w:pStyle w:val="i-chead"/>
      </w:pPr>
      <w:r>
        <w:t xml:space="preserve">Recall knowledge </w:t>
      </w:r>
    </w:p>
    <w:p w14:paraId="758AAADA" w14:textId="77777777" w:rsidR="00BF03B4" w:rsidRDefault="00BF03B4" w:rsidP="00BF03B4">
      <w:pPr>
        <w:pStyle w:val="answers-question"/>
      </w:pPr>
      <w:r w:rsidRPr="003D7FAA">
        <w:rPr>
          <w:b/>
        </w:rPr>
        <w:t>1</w:t>
      </w:r>
      <w:r>
        <w:t xml:space="preserve"> List the structures of the alimentary canal in order, starting from the mouth.</w:t>
      </w:r>
    </w:p>
    <w:p w14:paraId="410698C5" w14:textId="18AA318E" w:rsidR="00BF03B4" w:rsidRPr="009B4A1C" w:rsidRDefault="00BF03B4" w:rsidP="00BF03B4">
      <w:pPr>
        <w:pStyle w:val="answers-answer"/>
      </w:pPr>
      <w:r w:rsidRPr="00BF03B4">
        <w:rPr>
          <w:rStyle w:val="answer"/>
        </w:rPr>
        <w:t>Answer</w:t>
      </w:r>
      <w:r w:rsidRPr="00C07367">
        <w:t>:</w:t>
      </w:r>
      <w:r>
        <w:t xml:space="preserve"> Mouth→ pharynx → </w:t>
      </w:r>
      <w:proofErr w:type="spellStart"/>
      <w:r>
        <w:t>oesophagus</w:t>
      </w:r>
      <w:proofErr w:type="spellEnd"/>
      <w:r>
        <w:t xml:space="preserve"> → stomach → small intestine → large intestine → rectum → anus</w:t>
      </w:r>
    </w:p>
    <w:p w14:paraId="351F9E3A" w14:textId="77777777" w:rsidR="00BF03B4" w:rsidRDefault="00BF03B4" w:rsidP="00BF03B4">
      <w:pPr>
        <w:pStyle w:val="answers-question"/>
      </w:pPr>
      <w:r w:rsidRPr="003D7FAA">
        <w:rPr>
          <w:b/>
        </w:rPr>
        <w:t>2</w:t>
      </w:r>
      <w:r>
        <w:t xml:space="preserve"> Which is longer: the oesophagus, small intestine or large intestine?</w:t>
      </w:r>
    </w:p>
    <w:p w14:paraId="1905D6B0" w14:textId="77777777" w:rsidR="00BF03B4" w:rsidRPr="00BC2255" w:rsidRDefault="00BF03B4" w:rsidP="00BF03B4">
      <w:pPr>
        <w:pStyle w:val="answers-answer"/>
      </w:pPr>
      <w:r w:rsidRPr="00BF03B4">
        <w:rPr>
          <w:rStyle w:val="answer"/>
        </w:rPr>
        <w:t>Answer</w:t>
      </w:r>
      <w:r w:rsidRPr="00C07367">
        <w:rPr>
          <w:i/>
        </w:rPr>
        <w:t>:</w:t>
      </w:r>
      <w:r>
        <w:t xml:space="preserve"> The small intestine</w:t>
      </w:r>
    </w:p>
    <w:p w14:paraId="1009D995" w14:textId="77777777" w:rsidR="00BF03B4" w:rsidRDefault="00BF03B4" w:rsidP="00BF03B4">
      <w:pPr>
        <w:pStyle w:val="answers-question"/>
      </w:pPr>
      <w:r w:rsidRPr="003D7FAA">
        <w:rPr>
          <w:b/>
        </w:rPr>
        <w:t xml:space="preserve">3 </w:t>
      </w:r>
      <w:r>
        <w:t>List the enzymes that are present in pancreatic juice.</w:t>
      </w:r>
    </w:p>
    <w:p w14:paraId="7FD608CE" w14:textId="0B4A2662" w:rsidR="00BF03B4" w:rsidRPr="00BC2255" w:rsidRDefault="00BF03B4" w:rsidP="00BF03B4">
      <w:pPr>
        <w:pStyle w:val="answers-answer"/>
      </w:pPr>
      <w:r w:rsidRPr="00BF03B4">
        <w:rPr>
          <w:rStyle w:val="answer"/>
        </w:rPr>
        <w:t>Answer</w:t>
      </w:r>
      <w:r w:rsidRPr="00C07367">
        <w:t>:</w:t>
      </w:r>
      <w:r>
        <w:t xml:space="preserve"> Pancreatic amylase; Pancreatic protease / trypsin; Pancreatic lipase; Deoxyribonuclease and ribonuclease</w:t>
      </w:r>
    </w:p>
    <w:p w14:paraId="511CD653" w14:textId="77777777" w:rsidR="00BF03B4" w:rsidRDefault="00BF03B4" w:rsidP="00BF03B4">
      <w:pPr>
        <w:pStyle w:val="answers-question"/>
      </w:pPr>
      <w:r w:rsidRPr="003D7FAA">
        <w:rPr>
          <w:b/>
        </w:rPr>
        <w:t xml:space="preserve">4 </w:t>
      </w:r>
      <w:r>
        <w:t>Describe the function of the large intestine.</w:t>
      </w:r>
    </w:p>
    <w:p w14:paraId="5A5701FF" w14:textId="77777777" w:rsidR="00BF03B4" w:rsidRDefault="00BF03B4" w:rsidP="00BF03B4">
      <w:pPr>
        <w:pStyle w:val="answers-answer"/>
      </w:pPr>
      <w:r w:rsidRPr="00BF03B4">
        <w:rPr>
          <w:rStyle w:val="answer"/>
        </w:rPr>
        <w:t>Answer</w:t>
      </w:r>
      <w:r w:rsidRPr="00C07367">
        <w:rPr>
          <w:i/>
        </w:rPr>
        <w:t>:</w:t>
      </w:r>
      <w:r>
        <w:t xml:space="preserve"> To absorb water and mineral nutrients and to form faeces.</w:t>
      </w:r>
    </w:p>
    <w:p w14:paraId="56F4774A" w14:textId="77777777" w:rsidR="00BF03B4" w:rsidRDefault="00BF03B4" w:rsidP="00BF03B4">
      <w:pPr>
        <w:pStyle w:val="answers-question"/>
      </w:pPr>
      <w:r w:rsidRPr="003D7FAA">
        <w:rPr>
          <w:b/>
        </w:rPr>
        <w:t>5</w:t>
      </w:r>
      <w:r>
        <w:t xml:space="preserve"> What type of digestion (mechanical or chemical) occurs in the stomach?</w:t>
      </w:r>
    </w:p>
    <w:p w14:paraId="7B91420C" w14:textId="36AF3E6A" w:rsidR="00BF03B4" w:rsidRPr="00BC2255" w:rsidRDefault="00BF03B4" w:rsidP="00BF03B4">
      <w:pPr>
        <w:pStyle w:val="answers-answer"/>
      </w:pPr>
      <w:r w:rsidRPr="00BF03B4">
        <w:rPr>
          <w:rStyle w:val="answer"/>
        </w:rPr>
        <w:t>Answer</w:t>
      </w:r>
      <w:r w:rsidRPr="00C07367">
        <w:rPr>
          <w:i/>
        </w:rPr>
        <w:t>:</w:t>
      </w:r>
      <w:r>
        <w:t xml:space="preserve"> Both types occur in the stomach. Mechanical digestion occurs with the stomach, churning the food and producing chyme. Chemical digestion of proteins occurs with the release of pepsin.</w:t>
      </w:r>
    </w:p>
    <w:p w14:paraId="0E9FC358" w14:textId="77777777" w:rsidR="00BF03B4" w:rsidRDefault="00BF03B4" w:rsidP="00BF03B4">
      <w:pPr>
        <w:pStyle w:val="i-chead"/>
      </w:pPr>
      <w:r>
        <w:t>Apply knowledge</w:t>
      </w:r>
    </w:p>
    <w:p w14:paraId="2215B98C" w14:textId="77777777" w:rsidR="00BF03B4" w:rsidRDefault="00BF03B4" w:rsidP="00BF03B4">
      <w:pPr>
        <w:pStyle w:val="answers-question"/>
      </w:pPr>
      <w:r w:rsidRPr="003D7FAA">
        <w:rPr>
          <w:b/>
        </w:rPr>
        <w:t>6</w:t>
      </w:r>
      <w:r>
        <w:t xml:space="preserve"> Explain how the lining of the small intestine maximises the absorption of nutrients.</w:t>
      </w:r>
    </w:p>
    <w:p w14:paraId="367BFAA4" w14:textId="5F2C2D54" w:rsidR="00BF03B4" w:rsidRPr="00BC2255" w:rsidRDefault="00BF03B4" w:rsidP="00BF03B4">
      <w:pPr>
        <w:pStyle w:val="answers-answer"/>
      </w:pPr>
      <w:r w:rsidRPr="00BF03B4">
        <w:rPr>
          <w:rStyle w:val="answer"/>
        </w:rPr>
        <w:t>Answer</w:t>
      </w:r>
      <w:r w:rsidRPr="00C07367">
        <w:rPr>
          <w:i/>
        </w:rPr>
        <w:t>:</w:t>
      </w:r>
      <w:r>
        <w:t xml:space="preserve"> The lining of the small intestine (mucosa) is folded to increase the surface area. The mucosa has small projections called villi; the villi have microvilli projecting from the external surfaces. This increases the surface area to allow for maximum absorption of nutrients. </w:t>
      </w:r>
    </w:p>
    <w:p w14:paraId="4D4B23B1" w14:textId="77777777" w:rsidR="00BF03B4" w:rsidRDefault="00BF03B4" w:rsidP="00BF03B4">
      <w:pPr>
        <w:pStyle w:val="answers-question"/>
      </w:pPr>
      <w:r w:rsidRPr="003D7FAA">
        <w:rPr>
          <w:b/>
        </w:rPr>
        <w:t>7</w:t>
      </w:r>
      <w:r>
        <w:t xml:space="preserve"> Explain the role of hydrochloric acid in the stomach.</w:t>
      </w:r>
    </w:p>
    <w:p w14:paraId="56A52D64" w14:textId="77777777" w:rsidR="00BF03B4" w:rsidRPr="00BC2255" w:rsidRDefault="00BF03B4" w:rsidP="00BF03B4">
      <w:pPr>
        <w:pStyle w:val="answers-answer"/>
      </w:pPr>
      <w:r w:rsidRPr="00BF03B4">
        <w:rPr>
          <w:rStyle w:val="answer"/>
        </w:rPr>
        <w:t>Answer</w:t>
      </w:r>
      <w:r w:rsidRPr="00C07367">
        <w:rPr>
          <w:i/>
        </w:rPr>
        <w:t>:</w:t>
      </w:r>
      <w:r>
        <w:t xml:space="preserve"> The hydrochloric acid activates pepsinogen and converts it to an active form of the enzyme called pepsin. The hydrochloric acid also creates an environment that will destroy any bacteria or pathogens that have been ingested. </w:t>
      </w:r>
    </w:p>
    <w:p w14:paraId="19CB4B58" w14:textId="77777777" w:rsidR="00BF03B4" w:rsidRDefault="00BF03B4" w:rsidP="00BF03B4">
      <w:pPr>
        <w:pStyle w:val="answers-question"/>
      </w:pPr>
      <w:r w:rsidRPr="003D7FAA">
        <w:rPr>
          <w:b/>
        </w:rPr>
        <w:t>8</w:t>
      </w:r>
      <w:r>
        <w:t xml:space="preserve"> Herbivores, such as horses, have reduced canines and large premolars and molars. Explain the relevance of this.</w:t>
      </w:r>
    </w:p>
    <w:p w14:paraId="271625AB" w14:textId="077DB4A6" w:rsidR="00BF03B4" w:rsidRPr="00BC2255" w:rsidRDefault="00BF03B4" w:rsidP="00BF03B4">
      <w:pPr>
        <w:pStyle w:val="answers-answer"/>
      </w:pPr>
      <w:r w:rsidRPr="00BF03B4">
        <w:rPr>
          <w:rStyle w:val="answer"/>
        </w:rPr>
        <w:t>Answer</w:t>
      </w:r>
      <w:r w:rsidRPr="00C07367">
        <w:rPr>
          <w:i/>
        </w:rPr>
        <w:t>:</w:t>
      </w:r>
      <w:r>
        <w:t xml:space="preserve"> Canines are used for tearing, which is needed more by carnivorous animals than herbivores. Large premolars and molars allow for grinding and crushing food to access the nutrients found in plant material, which is why herbivores have larger molars and pre-molars. </w:t>
      </w:r>
    </w:p>
    <w:p w14:paraId="50858BAE" w14:textId="77777777" w:rsidR="00BF03B4" w:rsidRDefault="00BF03B4" w:rsidP="00BF03B4">
      <w:pPr>
        <w:pStyle w:val="i-chead"/>
      </w:pPr>
      <w:r>
        <w:lastRenderedPageBreak/>
        <w:t>Questions 6.3</w:t>
      </w:r>
    </w:p>
    <w:p w14:paraId="2E4C708C" w14:textId="77777777" w:rsidR="00BF03B4" w:rsidRDefault="00BF03B4" w:rsidP="00BF03B4">
      <w:pPr>
        <w:pStyle w:val="i-chead"/>
      </w:pPr>
      <w:r>
        <w:t xml:space="preserve">Recall knowledge </w:t>
      </w:r>
    </w:p>
    <w:p w14:paraId="458678A3" w14:textId="77777777" w:rsidR="00BF03B4" w:rsidRDefault="00BF03B4" w:rsidP="00BF03B4">
      <w:pPr>
        <w:pStyle w:val="answers-question"/>
      </w:pPr>
      <w:r w:rsidRPr="00AB4382">
        <w:rPr>
          <w:b/>
        </w:rPr>
        <w:t>1</w:t>
      </w:r>
      <w:r>
        <w:t xml:space="preserve"> What is the common name for colorectal cancer?</w:t>
      </w:r>
    </w:p>
    <w:p w14:paraId="52CECD85" w14:textId="77777777" w:rsidR="00BF03B4" w:rsidRPr="00586926" w:rsidRDefault="00BF03B4" w:rsidP="00BF03B4">
      <w:pPr>
        <w:pStyle w:val="answers-answer"/>
      </w:pPr>
      <w:r w:rsidRPr="00BF03B4">
        <w:rPr>
          <w:rStyle w:val="answer"/>
        </w:rPr>
        <w:t>Answer</w:t>
      </w:r>
      <w:r w:rsidRPr="00C07367">
        <w:rPr>
          <w:i/>
        </w:rPr>
        <w:t>:</w:t>
      </w:r>
      <w:r>
        <w:t xml:space="preserve"> Bowel cancer</w:t>
      </w:r>
    </w:p>
    <w:p w14:paraId="62AF4C05" w14:textId="77777777" w:rsidR="00BF03B4" w:rsidRDefault="00BF03B4" w:rsidP="00BF03B4">
      <w:pPr>
        <w:pStyle w:val="answers-question"/>
      </w:pPr>
      <w:r w:rsidRPr="00AB4382">
        <w:rPr>
          <w:b/>
        </w:rPr>
        <w:t>2</w:t>
      </w:r>
      <w:r>
        <w:t xml:space="preserve"> List two conditions that are more likely with a diet low in fibre.</w:t>
      </w:r>
    </w:p>
    <w:p w14:paraId="7A043A73" w14:textId="77777777" w:rsidR="00BF03B4" w:rsidRPr="00586926" w:rsidRDefault="00BF03B4" w:rsidP="00BF03B4">
      <w:pPr>
        <w:pStyle w:val="answers-answer"/>
      </w:pPr>
      <w:r w:rsidRPr="00BF03B4">
        <w:rPr>
          <w:rStyle w:val="answer"/>
        </w:rPr>
        <w:t>Answer</w:t>
      </w:r>
      <w:r w:rsidRPr="00C07367">
        <w:rPr>
          <w:i/>
        </w:rPr>
        <w:t>:</w:t>
      </w:r>
      <w:r>
        <w:t xml:space="preserve"> Bowel cancer, </w:t>
      </w:r>
      <w:proofErr w:type="spellStart"/>
      <w:r>
        <w:t>diarrhoea</w:t>
      </w:r>
      <w:proofErr w:type="spellEnd"/>
      <w:r>
        <w:t>, constipation</w:t>
      </w:r>
    </w:p>
    <w:p w14:paraId="0F43376E" w14:textId="77777777" w:rsidR="00BF03B4" w:rsidRDefault="00BF03B4" w:rsidP="00BF03B4">
      <w:pPr>
        <w:pStyle w:val="answers-question"/>
      </w:pPr>
      <w:r w:rsidRPr="00AB4382">
        <w:rPr>
          <w:b/>
        </w:rPr>
        <w:t>3</w:t>
      </w:r>
      <w:r>
        <w:t xml:space="preserve"> Define ‘diarrhoea’.</w:t>
      </w:r>
    </w:p>
    <w:p w14:paraId="20B22EEF" w14:textId="77777777" w:rsidR="00BF03B4" w:rsidRPr="00586926" w:rsidRDefault="00BF03B4" w:rsidP="00BF03B4">
      <w:pPr>
        <w:pStyle w:val="answers-answer"/>
      </w:pPr>
      <w:r w:rsidRPr="00BF03B4">
        <w:rPr>
          <w:rStyle w:val="answer"/>
        </w:rPr>
        <w:t>Answer</w:t>
      </w:r>
      <w:r w:rsidRPr="00C07367">
        <w:rPr>
          <w:i/>
        </w:rPr>
        <w:t>:</w:t>
      </w:r>
      <w:r>
        <w:t xml:space="preserve"> Frequent defecation of watery faeces caused by irritation of the small or large intestine.</w:t>
      </w:r>
    </w:p>
    <w:p w14:paraId="6EBF5499" w14:textId="77777777" w:rsidR="00BF03B4" w:rsidRDefault="00BF03B4" w:rsidP="00BF03B4">
      <w:pPr>
        <w:pStyle w:val="i-chead"/>
      </w:pPr>
      <w:r>
        <w:t>Apply knowledge</w:t>
      </w:r>
    </w:p>
    <w:p w14:paraId="3D1D6040" w14:textId="77777777" w:rsidR="00BF03B4" w:rsidRDefault="00BF03B4" w:rsidP="00BF03B4">
      <w:pPr>
        <w:pStyle w:val="answers-question"/>
      </w:pPr>
      <w:r w:rsidRPr="00AB4382">
        <w:rPr>
          <w:b/>
        </w:rPr>
        <w:t>4</w:t>
      </w:r>
      <w:r>
        <w:t xml:space="preserve"> Explain the difference between diarrhoea and constipation.</w:t>
      </w:r>
    </w:p>
    <w:p w14:paraId="2B025C08" w14:textId="7BD0E088" w:rsidR="00BF03B4" w:rsidRPr="00586926" w:rsidRDefault="00BF03B4" w:rsidP="00BF03B4">
      <w:pPr>
        <w:pStyle w:val="answers-answer"/>
      </w:pPr>
      <w:r w:rsidRPr="00BF03B4">
        <w:rPr>
          <w:rStyle w:val="answer"/>
        </w:rPr>
        <w:t>Answer</w:t>
      </w:r>
      <w:r w:rsidRPr="00C07367">
        <w:rPr>
          <w:i/>
        </w:rPr>
        <w:t>:</w:t>
      </w:r>
      <w:r>
        <w:t xml:space="preserve"> </w:t>
      </w:r>
      <w:proofErr w:type="spellStart"/>
      <w:r>
        <w:t>Diarrhoea</w:t>
      </w:r>
      <w:proofErr w:type="spellEnd"/>
      <w:r>
        <w:t xml:space="preserve"> is frequent passing or watery </w:t>
      </w:r>
      <w:proofErr w:type="spellStart"/>
      <w:r>
        <w:t>faeces</w:t>
      </w:r>
      <w:proofErr w:type="spellEnd"/>
      <w:r>
        <w:t xml:space="preserve">, whereas constipation is a condition where defecation is difficult because the </w:t>
      </w:r>
      <w:proofErr w:type="spellStart"/>
      <w:r>
        <w:t>faeces</w:t>
      </w:r>
      <w:proofErr w:type="spellEnd"/>
      <w:r>
        <w:t xml:space="preserve"> have become hard and dry. </w:t>
      </w:r>
    </w:p>
    <w:p w14:paraId="14915E26" w14:textId="77777777" w:rsidR="00BF03B4" w:rsidRDefault="00BF03B4" w:rsidP="00BF03B4">
      <w:pPr>
        <w:pStyle w:val="answers-question"/>
      </w:pPr>
      <w:r w:rsidRPr="00AB4382">
        <w:rPr>
          <w:b/>
        </w:rPr>
        <w:t>5</w:t>
      </w:r>
      <w:r>
        <w:t xml:space="preserve"> Identify the treatment for coeliac disease and justify its effectiveness.</w:t>
      </w:r>
    </w:p>
    <w:p w14:paraId="27D596F9" w14:textId="0EBD41A6" w:rsidR="00BF03B4" w:rsidRPr="00586926" w:rsidRDefault="00BF03B4" w:rsidP="00BF03B4">
      <w:pPr>
        <w:pStyle w:val="answers-answer"/>
      </w:pPr>
      <w:r w:rsidRPr="00BF03B4">
        <w:rPr>
          <w:rStyle w:val="answer"/>
        </w:rPr>
        <w:t>Answer</w:t>
      </w:r>
      <w:r w:rsidRPr="00C07367">
        <w:rPr>
          <w:i/>
        </w:rPr>
        <w:t>:</w:t>
      </w:r>
      <w:r>
        <w:t xml:space="preserve"> The treatment is to follow a gluten-free diet. This is because the presence of gluten (a protein found in wheat, barley and rye) causes the immune system to damage and destroy the villi in the small intestine, which leads to a lack of nutrients being absorbed and malnourishment. </w:t>
      </w:r>
    </w:p>
    <w:p w14:paraId="480D86A7" w14:textId="77777777" w:rsidR="00BF03B4" w:rsidRDefault="00BF03B4" w:rsidP="00BF03B4">
      <w:pPr>
        <w:pStyle w:val="answers-question"/>
      </w:pPr>
      <w:r w:rsidRPr="00AB4382">
        <w:rPr>
          <w:b/>
        </w:rPr>
        <w:t xml:space="preserve">6 </w:t>
      </w:r>
      <w:r>
        <w:t>Explain the relationship between peristalsis and diarrhoea.</w:t>
      </w:r>
    </w:p>
    <w:p w14:paraId="49F39759" w14:textId="77777777" w:rsidR="00BF03B4" w:rsidRPr="00B97F06" w:rsidRDefault="00BF03B4" w:rsidP="00BF03B4">
      <w:pPr>
        <w:pStyle w:val="answers-answer"/>
      </w:pPr>
      <w:r w:rsidRPr="00BF03B4">
        <w:rPr>
          <w:rStyle w:val="answer"/>
        </w:rPr>
        <w:t>Answer</w:t>
      </w:r>
      <w:r w:rsidRPr="00C07367">
        <w:rPr>
          <w:i/>
        </w:rPr>
        <w:t>:</w:t>
      </w:r>
      <w:r>
        <w:t xml:space="preserve"> Peristalsis is the rhythmic contraction of the smooth muscle of the alimentary canal used to propel food along the tubes. Diarrhoea occurs because of rapid peristalsis, moving the contents of the intestine more quickly, limiting the absorption of water. </w:t>
      </w:r>
    </w:p>
    <w:p w14:paraId="210213A4" w14:textId="77777777" w:rsidR="00BF03B4" w:rsidRDefault="00BF03B4" w:rsidP="00BF03B4">
      <w:pPr>
        <w:pStyle w:val="answers-question"/>
      </w:pPr>
      <w:r w:rsidRPr="00AB4382">
        <w:rPr>
          <w:b/>
        </w:rPr>
        <w:t xml:space="preserve">7 </w:t>
      </w:r>
      <w:r>
        <w:t>Explain why it is important for people to eat fruit and vegetables.</w:t>
      </w:r>
    </w:p>
    <w:p w14:paraId="67B83A0A" w14:textId="77777777" w:rsidR="00BF03B4" w:rsidRDefault="00BF03B4" w:rsidP="00BF03B4">
      <w:pPr>
        <w:pStyle w:val="answers-answer"/>
      </w:pPr>
      <w:r w:rsidRPr="00BF03B4">
        <w:rPr>
          <w:rStyle w:val="answer"/>
        </w:rPr>
        <w:t>Answer</w:t>
      </w:r>
      <w:r w:rsidRPr="00C07367">
        <w:rPr>
          <w:i/>
        </w:rPr>
        <w:t>:</w:t>
      </w:r>
      <w:r>
        <w:t xml:space="preserve"> Fruit and vegetables contain cellulose/insoluble fibre. Although we are unable to digest cellulose, it is required to help move the contents of the intestine along. Without it, the movements of the large intestine become slower, more water is absorbed, and constipation can result. </w:t>
      </w:r>
    </w:p>
    <w:p w14:paraId="5962D5DB" w14:textId="77777777" w:rsidR="00BF03B4" w:rsidRDefault="00BF03B4">
      <w:pPr>
        <w:spacing w:line="240" w:lineRule="auto"/>
        <w:rPr>
          <w:rFonts w:ascii="Verdana" w:hAnsi="Verdana"/>
          <w:b/>
          <w:color w:val="00AEEF"/>
          <w:sz w:val="24"/>
          <w:szCs w:val="28"/>
          <w:lang w:eastAsia="en-US"/>
        </w:rPr>
      </w:pPr>
      <w:r>
        <w:br w:type="page"/>
      </w:r>
    </w:p>
    <w:p w14:paraId="4DE53A5F" w14:textId="0D8C45EA" w:rsidR="00BF03B4" w:rsidRPr="00AB4382" w:rsidRDefault="00BF03B4" w:rsidP="00BF03B4">
      <w:pPr>
        <w:pStyle w:val="i-chead"/>
      </w:pPr>
      <w:r w:rsidRPr="00AB4382">
        <w:lastRenderedPageBreak/>
        <w:t>Chapter 6 activities</w:t>
      </w:r>
    </w:p>
    <w:p w14:paraId="6DFD3250" w14:textId="77777777" w:rsidR="00BF03B4" w:rsidRDefault="00BF03B4" w:rsidP="00BF03B4">
      <w:pPr>
        <w:pStyle w:val="i-chead"/>
      </w:pPr>
      <w:r w:rsidRPr="00AB4382">
        <w:t xml:space="preserve">Activity 6.1 Investigating </w:t>
      </w:r>
      <w:r>
        <w:t>amylase metabolism</w:t>
      </w:r>
    </w:p>
    <w:p w14:paraId="2580252B" w14:textId="77777777" w:rsidR="00BF03B4" w:rsidRDefault="00BF03B4" w:rsidP="00BF03B4">
      <w:pPr>
        <w:pStyle w:val="i-chead"/>
      </w:pPr>
      <w:r>
        <w:t xml:space="preserve">Discussion </w:t>
      </w:r>
    </w:p>
    <w:p w14:paraId="401EB112" w14:textId="77777777" w:rsidR="00BF03B4" w:rsidRDefault="00BF03B4" w:rsidP="00BF03B4">
      <w:pPr>
        <w:pStyle w:val="answers-question"/>
      </w:pPr>
      <w:r w:rsidRPr="005D119B">
        <w:rPr>
          <w:b/>
        </w:rPr>
        <w:t>1</w:t>
      </w:r>
      <w:r>
        <w:t xml:space="preserve"> What is your independent variable?</w:t>
      </w:r>
    </w:p>
    <w:p w14:paraId="747BE032" w14:textId="77777777" w:rsidR="00BF03B4" w:rsidRDefault="00BF03B4" w:rsidP="00BF03B4">
      <w:pPr>
        <w:pStyle w:val="answers-answer"/>
      </w:pPr>
      <w:r w:rsidRPr="00BF03B4">
        <w:rPr>
          <w:rStyle w:val="answer"/>
        </w:rPr>
        <w:t>Answer</w:t>
      </w:r>
      <w:r w:rsidRPr="00C07367">
        <w:rPr>
          <w:i/>
        </w:rPr>
        <w:t>:</w:t>
      </w:r>
      <w:r>
        <w:t xml:space="preserve"> The temperature at which the samples are incubated.</w:t>
      </w:r>
    </w:p>
    <w:p w14:paraId="4F54C424" w14:textId="77777777" w:rsidR="00BF03B4" w:rsidRDefault="00BF03B4" w:rsidP="00BF03B4">
      <w:pPr>
        <w:pStyle w:val="answers-question"/>
      </w:pPr>
      <w:r w:rsidRPr="005D119B">
        <w:rPr>
          <w:b/>
        </w:rPr>
        <w:t>2</w:t>
      </w:r>
      <w:r>
        <w:t xml:space="preserve"> What is the range of your independent variable?</w:t>
      </w:r>
    </w:p>
    <w:p w14:paraId="01F57B2A" w14:textId="56EEC8AF" w:rsidR="00BF03B4" w:rsidRDefault="00BF03B4" w:rsidP="00BF03B4">
      <w:pPr>
        <w:pStyle w:val="answers-answer"/>
      </w:pPr>
      <w:r w:rsidRPr="00BF03B4">
        <w:rPr>
          <w:rStyle w:val="answer"/>
        </w:rPr>
        <w:t>Answer</w:t>
      </w:r>
      <w:r w:rsidRPr="00C07367">
        <w:rPr>
          <w:i/>
        </w:rPr>
        <w:t>:</w:t>
      </w:r>
      <w:r>
        <w:t xml:space="preserve"> 0–80</w:t>
      </w:r>
      <w:r>
        <w:sym w:font="Symbol" w:char="F0B0"/>
      </w:r>
      <w:r>
        <w:t>C</w:t>
      </w:r>
    </w:p>
    <w:p w14:paraId="4182A4D1" w14:textId="77777777" w:rsidR="00BF03B4" w:rsidRDefault="00BF03B4" w:rsidP="00BF03B4">
      <w:pPr>
        <w:pStyle w:val="answers-question"/>
      </w:pPr>
      <w:r w:rsidRPr="005D119B">
        <w:rPr>
          <w:b/>
        </w:rPr>
        <w:t>3</w:t>
      </w:r>
      <w:r>
        <w:t xml:space="preserve"> What is your dependent variable?</w:t>
      </w:r>
    </w:p>
    <w:p w14:paraId="4BF9C65C" w14:textId="77777777" w:rsidR="00BF03B4" w:rsidRDefault="00BF03B4" w:rsidP="00BF03B4">
      <w:pPr>
        <w:pStyle w:val="answers-answer"/>
      </w:pPr>
      <w:r w:rsidRPr="00BF03B4">
        <w:rPr>
          <w:rStyle w:val="answer"/>
        </w:rPr>
        <w:t>Answer</w:t>
      </w:r>
      <w:r w:rsidRPr="00C07367">
        <w:rPr>
          <w:i/>
        </w:rPr>
        <w:t>:</w:t>
      </w:r>
      <w:r>
        <w:t xml:space="preserve"> The time taken for the iodine to change colour</w:t>
      </w:r>
    </w:p>
    <w:p w14:paraId="483B9F7F" w14:textId="77777777" w:rsidR="00BF03B4" w:rsidRDefault="00BF03B4" w:rsidP="00BF03B4">
      <w:pPr>
        <w:pStyle w:val="answers-question"/>
      </w:pPr>
      <w:r w:rsidRPr="005D119B">
        <w:rPr>
          <w:b/>
        </w:rPr>
        <w:t>4</w:t>
      </w:r>
      <w:r>
        <w:t xml:space="preserve"> Explain why the enzyme activity differed at 0°C compared to 100</w:t>
      </w:r>
      <w:r>
        <w:sym w:font="Symbol" w:char="F0B0"/>
      </w:r>
      <w:r>
        <w:t xml:space="preserve">C. </w:t>
      </w:r>
    </w:p>
    <w:p w14:paraId="3262B071" w14:textId="0C8DB1C8" w:rsidR="00BF03B4" w:rsidRDefault="00BF03B4" w:rsidP="00BF03B4">
      <w:pPr>
        <w:pStyle w:val="answers-answer"/>
      </w:pPr>
      <w:r w:rsidRPr="00BF03B4">
        <w:rPr>
          <w:rStyle w:val="answer"/>
        </w:rPr>
        <w:t>Answer</w:t>
      </w:r>
      <w:r w:rsidRPr="00C07367">
        <w:rPr>
          <w:i/>
        </w:rPr>
        <w:t>:</w:t>
      </w:r>
      <w:r>
        <w:t xml:space="preserve"> Enzyme activity at 0</w:t>
      </w:r>
      <w:r>
        <w:sym w:font="Symbol" w:char="F0B0"/>
      </w:r>
      <w:r>
        <w:t>C is very slow but will work eventually. At 100</w:t>
      </w:r>
      <w:r>
        <w:sym w:font="Symbol" w:char="F0B0"/>
      </w:r>
      <w:r>
        <w:t>C, the enzyme is denatured and so should not work at all.</w:t>
      </w:r>
    </w:p>
    <w:p w14:paraId="0F17A8B5" w14:textId="77777777" w:rsidR="00BF03B4" w:rsidRDefault="00BF03B4" w:rsidP="00BF03B4">
      <w:pPr>
        <w:pStyle w:val="answers-question"/>
      </w:pPr>
      <w:r w:rsidRPr="005D119B">
        <w:rPr>
          <w:b/>
        </w:rPr>
        <w:t>5</w:t>
      </w:r>
      <w:r>
        <w:t xml:space="preserve"> Why does the iodine solution change colour when the amylase-starch solution is added?</w:t>
      </w:r>
    </w:p>
    <w:p w14:paraId="19AFF070" w14:textId="32E9F756" w:rsidR="00BF03B4" w:rsidRDefault="00BF03B4" w:rsidP="00BF03B4">
      <w:pPr>
        <w:pStyle w:val="answers-answer"/>
      </w:pPr>
      <w:r w:rsidRPr="00BF03B4">
        <w:rPr>
          <w:rStyle w:val="answer"/>
        </w:rPr>
        <w:t>Answer</w:t>
      </w:r>
      <w:r w:rsidRPr="00C07367">
        <w:rPr>
          <w:i/>
        </w:rPr>
        <w:t>:</w:t>
      </w:r>
      <w:r>
        <w:t xml:space="preserve"> Starch and iodine form a complex. This complex results in a deep blue colour. As the starch breaks down, the starch-iodine complex is lost.</w:t>
      </w:r>
    </w:p>
    <w:p w14:paraId="0DA7B382" w14:textId="77777777" w:rsidR="00BF03B4" w:rsidRDefault="00BF03B4" w:rsidP="00BF03B4">
      <w:pPr>
        <w:pStyle w:val="answers-question"/>
      </w:pPr>
      <w:r w:rsidRPr="005D119B">
        <w:rPr>
          <w:b/>
        </w:rPr>
        <w:t>6</w:t>
      </w:r>
      <w:r>
        <w:t xml:space="preserve"> Why does the iodine solution stop changing colour as the experiment progresses?</w:t>
      </w:r>
    </w:p>
    <w:p w14:paraId="759E4C41" w14:textId="77777777" w:rsidR="00BF03B4" w:rsidRDefault="00BF03B4" w:rsidP="00BF03B4">
      <w:pPr>
        <w:pStyle w:val="answers-answer"/>
      </w:pPr>
      <w:r w:rsidRPr="00BF03B4">
        <w:rPr>
          <w:rStyle w:val="answer"/>
        </w:rPr>
        <w:t>Answer</w:t>
      </w:r>
      <w:r w:rsidRPr="00C07367">
        <w:rPr>
          <w:i/>
        </w:rPr>
        <w:t>:</w:t>
      </w:r>
      <w:r>
        <w:t xml:space="preserve"> Once the starch has broken down and the blue colour is lost, the brown that the solution becomes is the colour of the iodine itself.</w:t>
      </w:r>
    </w:p>
    <w:p w14:paraId="54E04522" w14:textId="77777777" w:rsidR="00BF03B4" w:rsidRDefault="00BF03B4" w:rsidP="00BF03B4">
      <w:pPr>
        <w:pStyle w:val="answers-question"/>
      </w:pPr>
      <w:r w:rsidRPr="00BF03B4">
        <w:rPr>
          <w:b/>
          <w:bCs w:val="0"/>
        </w:rPr>
        <w:t>7</w:t>
      </w:r>
      <w:r w:rsidRPr="00BF03B4">
        <w:t xml:space="preserve"> Why are all the test tubes left in the water baths for five minutes before two solutions are added</w:t>
      </w:r>
      <w:r>
        <w:t xml:space="preserve"> together?</w:t>
      </w:r>
    </w:p>
    <w:p w14:paraId="3AC91C5E" w14:textId="54C26220" w:rsidR="00BF03B4" w:rsidRDefault="00BF03B4" w:rsidP="00BF03B4">
      <w:pPr>
        <w:pStyle w:val="answers-answer"/>
      </w:pPr>
      <w:r w:rsidRPr="00BF03B4">
        <w:rPr>
          <w:rStyle w:val="answer"/>
        </w:rPr>
        <w:t>Answer</w:t>
      </w:r>
      <w:r w:rsidRPr="00C07367">
        <w:rPr>
          <w:i/>
        </w:rPr>
        <w:t>:</w:t>
      </w:r>
      <w:r>
        <w:t xml:space="preserve"> If the amylase and starch are added together before they have reached the desired temperature, there will be some activity happening at an unknown temperature, which could affect the results. For example, if the 80</w:t>
      </w:r>
      <w:r>
        <w:sym w:font="Symbol" w:char="F0B0"/>
      </w:r>
      <w:r>
        <w:t>C amylase is added to the starch before it becomes denatured, the starch will begin to break down.</w:t>
      </w:r>
    </w:p>
    <w:p w14:paraId="50521505" w14:textId="77777777" w:rsidR="00BF03B4" w:rsidRDefault="00BF03B4" w:rsidP="00BF03B4">
      <w:pPr>
        <w:pStyle w:val="answers-question"/>
      </w:pPr>
      <w:r w:rsidRPr="005D119B">
        <w:rPr>
          <w:b/>
        </w:rPr>
        <w:t>8</w:t>
      </w:r>
      <w:r>
        <w:t xml:space="preserve"> Why </w:t>
      </w:r>
      <w:proofErr w:type="gramStart"/>
      <w:r>
        <w:t>was it important to keep the test tubes in the water bath at all times</w:t>
      </w:r>
      <w:proofErr w:type="gramEnd"/>
      <w:r>
        <w:t xml:space="preserve">? </w:t>
      </w:r>
    </w:p>
    <w:p w14:paraId="77FD369B" w14:textId="3BCFF8DC" w:rsidR="00BF03B4" w:rsidRDefault="00BF03B4" w:rsidP="00BF03B4">
      <w:pPr>
        <w:pStyle w:val="answers-answer"/>
      </w:pPr>
      <w:r w:rsidRPr="00BF03B4">
        <w:rPr>
          <w:rStyle w:val="answer"/>
        </w:rPr>
        <w:t>Answer</w:t>
      </w:r>
      <w:r w:rsidRPr="00C07367">
        <w:rPr>
          <w:i/>
        </w:rPr>
        <w:t>:</w:t>
      </w:r>
      <w:r>
        <w:t xml:space="preserve"> To keep the temperature stable throughout the experiment. Otherwise, it will start to warm up or cool down to room temperature, affecting the amylase activity.</w:t>
      </w:r>
    </w:p>
    <w:p w14:paraId="4824D7B0" w14:textId="77777777" w:rsidR="00BF03B4" w:rsidRDefault="00BF03B4" w:rsidP="00BF03B4">
      <w:pPr>
        <w:pStyle w:val="answers-question"/>
      </w:pPr>
      <w:r w:rsidRPr="005D119B">
        <w:rPr>
          <w:b/>
        </w:rPr>
        <w:lastRenderedPageBreak/>
        <w:t>9</w:t>
      </w:r>
      <w:r>
        <w:t xml:space="preserve"> How accurate do you believe your collected data is? What may have influenced this accuracy? How would you modify the experiment to improve the level of accuracy?  </w:t>
      </w:r>
    </w:p>
    <w:p w14:paraId="48734CAF" w14:textId="77777777" w:rsidR="00BF03B4" w:rsidRDefault="00BF03B4" w:rsidP="00BF03B4">
      <w:pPr>
        <w:pStyle w:val="answers-answer"/>
      </w:pPr>
      <w:r w:rsidRPr="00BF03B4">
        <w:rPr>
          <w:rStyle w:val="answer"/>
        </w:rPr>
        <w:t>Answer</w:t>
      </w:r>
      <w:r w:rsidRPr="00C07367">
        <w:rPr>
          <w:i/>
        </w:rPr>
        <w:t>:</w:t>
      </w:r>
      <w:r>
        <w:t xml:space="preserve"> Answers will vary. Students may cite possible sources of error such as when the decision is made that the colour has finished changing, or temperature of solutions, particularly if hotplate/beaker water baths are used. Possible modifications may include testing more frequently, using a controlled water bath, incubating tubes for longer.</w:t>
      </w:r>
    </w:p>
    <w:p w14:paraId="7BBD5BED" w14:textId="77777777" w:rsidR="00BF03B4" w:rsidRDefault="00BF03B4" w:rsidP="00BF03B4">
      <w:pPr>
        <w:pStyle w:val="i-chead"/>
      </w:pPr>
      <w:r w:rsidRPr="005F6687">
        <w:t>Activity 6.2 Investigating the action of pepsin</w:t>
      </w:r>
    </w:p>
    <w:p w14:paraId="2A7C8597" w14:textId="77777777" w:rsidR="00BF03B4" w:rsidRPr="005F6687" w:rsidRDefault="00BF03B4" w:rsidP="00BF03B4">
      <w:pPr>
        <w:pStyle w:val="i-chead"/>
      </w:pPr>
      <w:r>
        <w:t>Discussion</w:t>
      </w:r>
    </w:p>
    <w:p w14:paraId="061DBA51" w14:textId="77777777" w:rsidR="00BF03B4" w:rsidRDefault="00BF03B4" w:rsidP="00BF03B4">
      <w:pPr>
        <w:pStyle w:val="answers-question"/>
      </w:pPr>
      <w:r w:rsidRPr="00032DB1">
        <w:rPr>
          <w:b/>
        </w:rPr>
        <w:t>1</w:t>
      </w:r>
      <w:r>
        <w:t xml:space="preserve"> Why was the water added to test tubes 1 and 2 in those specific quantities?</w:t>
      </w:r>
    </w:p>
    <w:p w14:paraId="3D815B57" w14:textId="3A787DE6" w:rsidR="00BF03B4" w:rsidRDefault="00BF03B4" w:rsidP="00BF03B4">
      <w:pPr>
        <w:pStyle w:val="answers-answer"/>
      </w:pPr>
      <w:r w:rsidRPr="00BF03B4">
        <w:rPr>
          <w:rStyle w:val="answer"/>
        </w:rPr>
        <w:t>Answer</w:t>
      </w:r>
      <w:r w:rsidRPr="00C07367">
        <w:rPr>
          <w:i/>
        </w:rPr>
        <w:t>:</w:t>
      </w:r>
      <w:r>
        <w:t xml:space="preserve"> The three drops of distilled water added to test tube 1 is a substitute for the HCl, and 1</w:t>
      </w:r>
      <w:r w:rsidR="00AD24F6">
        <w:t xml:space="preserve"> </w:t>
      </w:r>
      <w:r>
        <w:t>mL of water added to test tube 2 is as a substitute for the pepsin. This will remove any question as to whether any change in appearance is due to the extra dilution caused by the addition of those reagents.</w:t>
      </w:r>
    </w:p>
    <w:p w14:paraId="2699EF00" w14:textId="77777777" w:rsidR="00BF03B4" w:rsidRDefault="00BF03B4" w:rsidP="00BF03B4">
      <w:pPr>
        <w:pStyle w:val="answers-question"/>
      </w:pPr>
      <w:r w:rsidRPr="00032DB1">
        <w:rPr>
          <w:b/>
        </w:rPr>
        <w:t>2</w:t>
      </w:r>
      <w:r>
        <w:t xml:space="preserve"> Why is the albumin suspension cloudy? What is suggested by the clearance of the cloudiness? </w:t>
      </w:r>
    </w:p>
    <w:p w14:paraId="7A729708" w14:textId="77777777" w:rsidR="00BF03B4" w:rsidRDefault="00BF03B4" w:rsidP="00BF03B4">
      <w:pPr>
        <w:pStyle w:val="answers-answer"/>
      </w:pPr>
      <w:r w:rsidRPr="00BF03B4">
        <w:rPr>
          <w:rStyle w:val="answer"/>
        </w:rPr>
        <w:t>Answer</w:t>
      </w:r>
      <w:r w:rsidRPr="00C07367">
        <w:rPr>
          <w:i/>
        </w:rPr>
        <w:t>:</w:t>
      </w:r>
      <w:r>
        <w:t xml:space="preserve"> The albumin is not completely soluble until the pepsin has broken it down into smaller molecules. Clearance of the cloudiness suggests that the molecules have been broken down enough to dissolve.</w:t>
      </w:r>
    </w:p>
    <w:p w14:paraId="19190B6A" w14:textId="77777777" w:rsidR="00BF03B4" w:rsidRDefault="00BF03B4" w:rsidP="00BF03B4">
      <w:pPr>
        <w:pStyle w:val="answers-question"/>
      </w:pPr>
      <w:r w:rsidRPr="00032DB1">
        <w:rPr>
          <w:b/>
        </w:rPr>
        <w:t>3</w:t>
      </w:r>
      <w:r>
        <w:t xml:space="preserve"> What does the result in test tube 4 suggest? </w:t>
      </w:r>
    </w:p>
    <w:p w14:paraId="70D79E92" w14:textId="1D75718F" w:rsidR="00BF03B4" w:rsidRDefault="00BF03B4" w:rsidP="00BF03B4">
      <w:pPr>
        <w:pStyle w:val="answers-answer"/>
      </w:pPr>
      <w:r w:rsidRPr="00BF03B4">
        <w:rPr>
          <w:rStyle w:val="answer"/>
        </w:rPr>
        <w:t>Answer</w:t>
      </w:r>
      <w:r w:rsidRPr="00C07367">
        <w:rPr>
          <w:i/>
        </w:rPr>
        <w:t>:</w:t>
      </w:r>
      <w:r>
        <w:t xml:space="preserve"> From the lack of change in test tube 4, students should be able to surmise that the enzyme has not worked. Being a protein, pepsin is denatured by very high temperatures and so boiling has rendered it unable to digest the </w:t>
      </w:r>
      <w:r w:rsidR="00AD24F6">
        <w:t>a</w:t>
      </w:r>
      <w:r>
        <w:t>lbumin.</w:t>
      </w:r>
    </w:p>
    <w:p w14:paraId="1AEB48AB" w14:textId="77777777" w:rsidR="00BF03B4" w:rsidRDefault="00BF03B4" w:rsidP="00BF03B4">
      <w:pPr>
        <w:pStyle w:val="answers-question"/>
      </w:pPr>
      <w:r w:rsidRPr="00032DB1">
        <w:rPr>
          <w:b/>
        </w:rPr>
        <w:t>4</w:t>
      </w:r>
      <w:r>
        <w:t xml:space="preserve"> What does the result in test tube 2 suggest? </w:t>
      </w:r>
    </w:p>
    <w:p w14:paraId="4F4F84E3" w14:textId="77777777" w:rsidR="00BF03B4" w:rsidRDefault="00BF03B4" w:rsidP="00BF03B4">
      <w:pPr>
        <w:pStyle w:val="answers-answer"/>
      </w:pPr>
      <w:r w:rsidRPr="00BF03B4">
        <w:rPr>
          <w:rStyle w:val="answer"/>
        </w:rPr>
        <w:t>Answer</w:t>
      </w:r>
      <w:r w:rsidRPr="00C07367">
        <w:rPr>
          <w:i/>
        </w:rPr>
        <w:t>:</w:t>
      </w:r>
      <w:r>
        <w:t xml:space="preserve"> Test tube 2 contained HCL, but no pepsin and produced cloudy results. This suggests pepsin is responsible for clearing the albumin observed in test tube 3, rather than the HCl itself which may have been a hypothesis.</w:t>
      </w:r>
    </w:p>
    <w:p w14:paraId="38A9DE38" w14:textId="77777777" w:rsidR="00BF03B4" w:rsidRDefault="00BF03B4" w:rsidP="00BF03B4">
      <w:pPr>
        <w:pStyle w:val="answers-question"/>
      </w:pPr>
      <w:r w:rsidRPr="00032DB1">
        <w:rPr>
          <w:b/>
        </w:rPr>
        <w:t>5</w:t>
      </w:r>
      <w:r>
        <w:t xml:space="preserve"> Compare the results of test tubes 1 and 3. What can you infer from this comparison?</w:t>
      </w:r>
    </w:p>
    <w:p w14:paraId="67BED771" w14:textId="77777777" w:rsidR="00BF03B4" w:rsidRDefault="00BF03B4" w:rsidP="00BF03B4">
      <w:pPr>
        <w:pStyle w:val="answers-answer"/>
      </w:pPr>
      <w:r w:rsidRPr="00BF03B4">
        <w:rPr>
          <w:rStyle w:val="answer"/>
        </w:rPr>
        <w:t>Answer</w:t>
      </w:r>
      <w:r w:rsidRPr="00C07367">
        <w:rPr>
          <w:i/>
        </w:rPr>
        <w:t>:</w:t>
      </w:r>
      <w:r>
        <w:t xml:space="preserve"> A comparison of the results of test tubes 1 and 3 should indicate that pepsin will work without the acid, but not as efficiently.</w:t>
      </w:r>
    </w:p>
    <w:p w14:paraId="1F5C06BC" w14:textId="77777777" w:rsidR="00BF03B4" w:rsidRDefault="00BF03B4" w:rsidP="00BF03B4">
      <w:pPr>
        <w:pStyle w:val="answers-question"/>
      </w:pPr>
      <w:r w:rsidRPr="00AD24F6">
        <w:rPr>
          <w:b/>
          <w:bCs w:val="0"/>
        </w:rPr>
        <w:lastRenderedPageBreak/>
        <w:t>6</w:t>
      </w:r>
      <w:r w:rsidRPr="00BF03B4">
        <w:t xml:space="preserve"> Antacids are bases that reduce the amount of acid in the stomach. This can reduce the</w:t>
      </w:r>
      <w:r>
        <w:t xml:space="preserve"> discomfort associated with a highly acidic stomach environment. What might happen if more than the recommended number of antacids were consumed in a short period?</w:t>
      </w:r>
    </w:p>
    <w:p w14:paraId="287B175D" w14:textId="77777777" w:rsidR="00BF03B4" w:rsidRDefault="00BF03B4" w:rsidP="00BF03B4">
      <w:pPr>
        <w:pStyle w:val="answers-answer"/>
      </w:pPr>
      <w:r w:rsidRPr="00BF03B4">
        <w:rPr>
          <w:rStyle w:val="answer"/>
        </w:rPr>
        <w:t>Answer</w:t>
      </w:r>
      <w:r w:rsidRPr="00C07367">
        <w:rPr>
          <w:i/>
        </w:rPr>
        <w:t>:</w:t>
      </w:r>
      <w:r>
        <w:t xml:space="preserve"> An overdose of antacids could raise the pH of the stomach beyond the ideal range of pepsin, slowing down or halting digestion.</w:t>
      </w:r>
    </w:p>
    <w:p w14:paraId="153C260D" w14:textId="77777777" w:rsidR="00BF03B4" w:rsidRDefault="00BF03B4" w:rsidP="00BF03B4">
      <w:pPr>
        <w:pStyle w:val="answers-question"/>
      </w:pPr>
      <w:r w:rsidRPr="00032DB1">
        <w:rPr>
          <w:b/>
        </w:rPr>
        <w:t>7</w:t>
      </w:r>
      <w:r>
        <w:t xml:space="preserve"> Can you think of another function of stomach acid besides digestion?</w:t>
      </w:r>
    </w:p>
    <w:p w14:paraId="3F8C7D57" w14:textId="77777777" w:rsidR="00BF03B4" w:rsidRDefault="00BF03B4" w:rsidP="00BF03B4">
      <w:pPr>
        <w:pStyle w:val="answers-answer"/>
      </w:pPr>
      <w:r w:rsidRPr="00BF03B4">
        <w:rPr>
          <w:rStyle w:val="answer"/>
        </w:rPr>
        <w:t>Answer</w:t>
      </w:r>
      <w:r w:rsidRPr="00C07367">
        <w:rPr>
          <w:i/>
        </w:rPr>
        <w:t>:</w:t>
      </w:r>
      <w:r>
        <w:t xml:space="preserve"> The acidic environment can destroy bacteria or other harmful microbes before they reach the intestines.</w:t>
      </w:r>
    </w:p>
    <w:p w14:paraId="2B80E694" w14:textId="77777777" w:rsidR="00BF03B4" w:rsidRDefault="00BF03B4" w:rsidP="00BF03B4">
      <w:pPr>
        <w:pStyle w:val="i-chead"/>
      </w:pPr>
      <w:r w:rsidRPr="005F6687">
        <w:t>Activity 6.3 Investigating pancreatic juices</w:t>
      </w:r>
    </w:p>
    <w:p w14:paraId="0B1A9156" w14:textId="77777777" w:rsidR="00BF03B4" w:rsidRPr="005F6687" w:rsidRDefault="00BF03B4" w:rsidP="00BF03B4">
      <w:pPr>
        <w:pStyle w:val="i-chead"/>
      </w:pPr>
      <w:r>
        <w:t>Discussion</w:t>
      </w:r>
    </w:p>
    <w:p w14:paraId="1546545B" w14:textId="77777777" w:rsidR="00BF03B4" w:rsidRDefault="00BF03B4" w:rsidP="00BF03B4">
      <w:pPr>
        <w:pStyle w:val="answers-question"/>
      </w:pPr>
      <w:r w:rsidRPr="00824FAB">
        <w:rPr>
          <w:b/>
        </w:rPr>
        <w:t>1</w:t>
      </w:r>
      <w:r>
        <w:t xml:space="preserve"> What is the control in this experiment?</w:t>
      </w:r>
    </w:p>
    <w:p w14:paraId="461EDECE" w14:textId="043B0661" w:rsidR="00BF03B4" w:rsidRDefault="00BF03B4" w:rsidP="00BF03B4">
      <w:pPr>
        <w:pStyle w:val="answers-answer"/>
      </w:pPr>
      <w:r w:rsidRPr="00BF03B4">
        <w:rPr>
          <w:rStyle w:val="answer"/>
        </w:rPr>
        <w:t>Answer</w:t>
      </w:r>
      <w:r w:rsidRPr="00C07367">
        <w:rPr>
          <w:i/>
        </w:rPr>
        <w:t>:</w:t>
      </w:r>
      <w:r>
        <w:t xml:space="preserve"> The control is test tube 2, as 5</w:t>
      </w:r>
      <w:r w:rsidR="00AD24F6">
        <w:t xml:space="preserve"> </w:t>
      </w:r>
      <w:r>
        <w:t>m</w:t>
      </w:r>
      <w:r w:rsidR="00AD24F6">
        <w:t>L</w:t>
      </w:r>
      <w:r>
        <w:t xml:space="preserve"> water is added to test tube 2 rather than the 5</w:t>
      </w:r>
      <w:r w:rsidR="00AD24F6">
        <w:t xml:space="preserve"> </w:t>
      </w:r>
      <w:r>
        <w:t>m</w:t>
      </w:r>
      <w:r w:rsidR="00AD24F6">
        <w:t>L</w:t>
      </w:r>
      <w:r>
        <w:t xml:space="preserve"> of pancreatin solution that was added to test tube 1. </w:t>
      </w:r>
    </w:p>
    <w:p w14:paraId="29566412" w14:textId="77777777" w:rsidR="00BF03B4" w:rsidRDefault="00BF03B4" w:rsidP="00BF03B4">
      <w:pPr>
        <w:pStyle w:val="answers-question"/>
      </w:pPr>
      <w:r w:rsidRPr="00824FAB">
        <w:rPr>
          <w:b/>
        </w:rPr>
        <w:t>2</w:t>
      </w:r>
      <w:r>
        <w:t xml:space="preserve"> In which test tube were proteins and lipids digested? How do you know? </w:t>
      </w:r>
    </w:p>
    <w:p w14:paraId="166B63D6" w14:textId="5DF748F2" w:rsidR="00BF03B4" w:rsidRDefault="00BF03B4" w:rsidP="00BF03B4">
      <w:pPr>
        <w:pStyle w:val="answers-answer"/>
      </w:pPr>
      <w:r w:rsidRPr="00BF03B4">
        <w:rPr>
          <w:rStyle w:val="answer"/>
        </w:rPr>
        <w:t>Answer</w:t>
      </w:r>
      <w:r w:rsidRPr="00C07367">
        <w:rPr>
          <w:i/>
        </w:rPr>
        <w:t>:</w:t>
      </w:r>
      <w:r>
        <w:t xml:space="preserve"> Digestion happened in test tube 1.</w:t>
      </w:r>
      <w:r w:rsidR="00AD24F6">
        <w:t xml:space="preserve"> </w:t>
      </w:r>
      <w:r w:rsidRPr="00BF03B4">
        <w:t xml:space="preserve">The </w:t>
      </w:r>
      <w:proofErr w:type="spellStart"/>
      <w:r w:rsidRPr="00BF03B4">
        <w:t>colour</w:t>
      </w:r>
      <w:proofErr w:type="spellEnd"/>
      <w:r w:rsidRPr="00BF03B4">
        <w:t xml:space="preserve"> change of the litmus from </w:t>
      </w:r>
      <w:proofErr w:type="gramStart"/>
      <w:r w:rsidRPr="00BF03B4">
        <w:t>blue-purple</w:t>
      </w:r>
      <w:proofErr w:type="gramEnd"/>
      <w:r w:rsidRPr="00BF03B4">
        <w:t xml:space="preserve"> to red-purple indicates a reduced pH, and</w:t>
      </w:r>
      <w:r>
        <w:t xml:space="preserve"> therefore the presence of the acids produced by digestion.</w:t>
      </w:r>
    </w:p>
    <w:p w14:paraId="30E1CBA8" w14:textId="77777777" w:rsidR="00BF03B4" w:rsidRDefault="00BF03B4" w:rsidP="00BF03B4">
      <w:pPr>
        <w:pStyle w:val="answers-question"/>
      </w:pPr>
      <w:r w:rsidRPr="00A839F5">
        <w:rPr>
          <w:b/>
        </w:rPr>
        <w:t>3</w:t>
      </w:r>
      <w:r>
        <w:t xml:space="preserve"> Explain the process behind the change in pH</w:t>
      </w:r>
    </w:p>
    <w:p w14:paraId="614EA75F" w14:textId="65B1DA02" w:rsidR="00BF03B4" w:rsidRDefault="00BF03B4" w:rsidP="00BF03B4">
      <w:pPr>
        <w:pStyle w:val="answers-answer"/>
      </w:pPr>
      <w:r w:rsidRPr="00BF03B4">
        <w:rPr>
          <w:rStyle w:val="answer"/>
        </w:rPr>
        <w:t>Answer</w:t>
      </w:r>
      <w:r w:rsidRPr="00C07367">
        <w:rPr>
          <w:i/>
        </w:rPr>
        <w:t>:</w:t>
      </w:r>
      <w:r>
        <w:t xml:space="preserve"> Amino acids and fatty acids are byproduct</w:t>
      </w:r>
      <w:r w:rsidR="00AD24F6">
        <w:t>s</w:t>
      </w:r>
      <w:r>
        <w:t xml:space="preserve"> of protein and lipid </w:t>
      </w:r>
      <w:proofErr w:type="gramStart"/>
      <w:r>
        <w:t>digestion</w:t>
      </w:r>
      <w:proofErr w:type="gramEnd"/>
      <w:r>
        <w:t xml:space="preserve"> respectively. Being acids, their formation will reduce the </w:t>
      </w:r>
      <w:proofErr w:type="spellStart"/>
      <w:r>
        <w:t>pH.</w:t>
      </w:r>
      <w:proofErr w:type="spellEnd"/>
    </w:p>
    <w:p w14:paraId="2177E252" w14:textId="77777777" w:rsidR="00BF03B4" w:rsidRDefault="00BF03B4" w:rsidP="00BF03B4">
      <w:pPr>
        <w:pStyle w:val="answers-question"/>
      </w:pPr>
      <w:r w:rsidRPr="00A839F5">
        <w:rPr>
          <w:b/>
        </w:rPr>
        <w:t>4</w:t>
      </w:r>
      <w:r>
        <w:t xml:space="preserve"> What </w:t>
      </w:r>
      <w:proofErr w:type="gramStart"/>
      <w:r>
        <w:t>role</w:t>
      </w:r>
      <w:proofErr w:type="gramEnd"/>
      <w:r>
        <w:t xml:space="preserve"> did trypsin play in this procedure?</w:t>
      </w:r>
    </w:p>
    <w:p w14:paraId="0F323278" w14:textId="77777777" w:rsidR="00BF03B4" w:rsidRDefault="00BF03B4" w:rsidP="00BF03B4">
      <w:pPr>
        <w:pStyle w:val="answers-answer"/>
      </w:pPr>
      <w:r w:rsidRPr="00BF03B4">
        <w:rPr>
          <w:rStyle w:val="answer"/>
        </w:rPr>
        <w:t>Answer</w:t>
      </w:r>
      <w:r w:rsidRPr="00C07367">
        <w:rPr>
          <w:i/>
        </w:rPr>
        <w:t>:</w:t>
      </w:r>
      <w:r>
        <w:t xml:space="preserve"> Trypsin </w:t>
      </w:r>
      <w:proofErr w:type="spellStart"/>
      <w:r>
        <w:t>hydrolysed</w:t>
      </w:r>
      <w:proofErr w:type="spellEnd"/>
      <w:r>
        <w:t xml:space="preserve"> the proteins, to produce amino acids.</w:t>
      </w:r>
    </w:p>
    <w:p w14:paraId="13C6CE6F" w14:textId="77777777" w:rsidR="00BF03B4" w:rsidRDefault="00BF03B4" w:rsidP="00BF03B4">
      <w:pPr>
        <w:pStyle w:val="answers-question"/>
      </w:pPr>
      <w:r w:rsidRPr="00A839F5">
        <w:rPr>
          <w:b/>
        </w:rPr>
        <w:t>5</w:t>
      </w:r>
      <w:r>
        <w:t xml:space="preserve"> What </w:t>
      </w:r>
      <w:proofErr w:type="gramStart"/>
      <w:r>
        <w:t>role</w:t>
      </w:r>
      <w:proofErr w:type="gramEnd"/>
      <w:r>
        <w:t xml:space="preserve"> did lipase play in this procedure?</w:t>
      </w:r>
    </w:p>
    <w:p w14:paraId="4CEA2B93" w14:textId="77777777" w:rsidR="00BF03B4" w:rsidRDefault="00BF03B4" w:rsidP="00BF03B4">
      <w:pPr>
        <w:pStyle w:val="answers-answer"/>
      </w:pPr>
      <w:r w:rsidRPr="00BF03B4">
        <w:rPr>
          <w:rStyle w:val="answer"/>
        </w:rPr>
        <w:t>Answer</w:t>
      </w:r>
      <w:r w:rsidRPr="00C07367">
        <w:rPr>
          <w:i/>
        </w:rPr>
        <w:t>:</w:t>
      </w:r>
      <w:r>
        <w:t xml:space="preserve"> Lipase digested the lipids to produce fatty acids.</w:t>
      </w:r>
    </w:p>
    <w:p w14:paraId="4E968988" w14:textId="77777777" w:rsidR="00BF03B4" w:rsidRDefault="00BF03B4" w:rsidP="00BF03B4">
      <w:pPr>
        <w:pStyle w:val="answers-question"/>
      </w:pPr>
      <w:r w:rsidRPr="00A839F5">
        <w:rPr>
          <w:b/>
        </w:rPr>
        <w:t>6</w:t>
      </w:r>
      <w:r>
        <w:t xml:space="preserve"> Why did you have to place the test tubes in a water bath at 37</w:t>
      </w:r>
      <w:r>
        <w:sym w:font="Symbol" w:char="F0B0"/>
      </w:r>
      <w:r>
        <w:t>C? What is your hypothesis if this temperature was increased to 80</w:t>
      </w:r>
      <w:r>
        <w:sym w:font="Symbol" w:char="F0B0"/>
      </w:r>
      <w:r>
        <w:t>C? Decreased to 5</w:t>
      </w:r>
      <w:r>
        <w:sym w:font="Symbol" w:char="F0B0"/>
      </w:r>
      <w:r>
        <w:t>C?</w:t>
      </w:r>
    </w:p>
    <w:p w14:paraId="00270C2A" w14:textId="77777777" w:rsidR="00BF03B4" w:rsidRDefault="00BF03B4" w:rsidP="00BF03B4">
      <w:pPr>
        <w:pStyle w:val="answers-answer"/>
      </w:pPr>
      <w:r w:rsidRPr="00BF03B4">
        <w:rPr>
          <w:rStyle w:val="answer"/>
        </w:rPr>
        <w:t>Answer</w:t>
      </w:r>
      <w:r w:rsidRPr="00C07367">
        <w:rPr>
          <w:i/>
        </w:rPr>
        <w:t>:</w:t>
      </w:r>
      <w:r>
        <w:t xml:space="preserve"> The optimum temperature of enzymes is approximately human body temperature (37</w:t>
      </w:r>
      <w:r>
        <w:sym w:font="Symbol" w:char="F0B0"/>
      </w:r>
      <w:r>
        <w:t>C). If the temperature were increased to 80</w:t>
      </w:r>
      <w:r>
        <w:sym w:font="Symbol" w:char="F0B0"/>
      </w:r>
      <w:r>
        <w:t xml:space="preserve">C, the enzyme would be </w:t>
      </w:r>
      <w:proofErr w:type="gramStart"/>
      <w:r>
        <w:t>denatured</w:t>
      </w:r>
      <w:proofErr w:type="gramEnd"/>
      <w:r>
        <w:t xml:space="preserve"> and digestion would not take place. If it were reduced to 5</w:t>
      </w:r>
      <w:r>
        <w:sym w:font="Symbol" w:char="F0B0"/>
      </w:r>
      <w:r>
        <w:t xml:space="preserve">C, it is likely that the pancreatin would slow or cease its function. </w:t>
      </w:r>
    </w:p>
    <w:p w14:paraId="750A4DFE" w14:textId="77777777" w:rsidR="00BF03B4" w:rsidRDefault="00BF03B4" w:rsidP="00BF03B4">
      <w:pPr>
        <w:pStyle w:val="answers-answer"/>
      </w:pPr>
      <w:r>
        <w:lastRenderedPageBreak/>
        <w:t>The sample heated to 80</w:t>
      </w:r>
      <w:r>
        <w:sym w:font="Symbol" w:char="F0B0"/>
      </w:r>
      <w:r>
        <w:t>C may have some digestion if the pancreatin is added to the milk before heating, but once it is denatured no further digestion will occur even if the solution is cooled down.</w:t>
      </w:r>
    </w:p>
    <w:p w14:paraId="275F05F5" w14:textId="77777777" w:rsidR="00BF03B4" w:rsidRDefault="00BF03B4" w:rsidP="00BF03B4">
      <w:pPr>
        <w:pStyle w:val="answers-answer"/>
      </w:pPr>
      <w:r>
        <w:t>The sample cooled to 5</w:t>
      </w:r>
      <w:r>
        <w:sym w:font="Symbol" w:char="F0B0"/>
      </w:r>
      <w:r>
        <w:t>C would start to work again if the solution is warmed.</w:t>
      </w:r>
    </w:p>
    <w:p w14:paraId="20B285F9" w14:textId="77777777" w:rsidR="00BF03B4" w:rsidRPr="00776470" w:rsidRDefault="00BF03B4" w:rsidP="00BF03B4">
      <w:pPr>
        <w:pStyle w:val="i-chead"/>
      </w:pPr>
      <w:r w:rsidRPr="00776470">
        <w:t>Chapter 6 review questions</w:t>
      </w:r>
    </w:p>
    <w:p w14:paraId="7BCA6C75" w14:textId="77777777" w:rsidR="00BF03B4" w:rsidRPr="00776470" w:rsidRDefault="00BF03B4" w:rsidP="00BF03B4">
      <w:pPr>
        <w:pStyle w:val="i-chead"/>
      </w:pPr>
      <w:r w:rsidRPr="00776470">
        <w:t>Recall</w:t>
      </w:r>
    </w:p>
    <w:p w14:paraId="1FAFBDE4" w14:textId="77777777" w:rsidR="00BF03B4" w:rsidRDefault="00BF03B4" w:rsidP="00BF03B4">
      <w:pPr>
        <w:pStyle w:val="answers-question"/>
      </w:pPr>
      <w:r w:rsidRPr="00776470">
        <w:rPr>
          <w:b/>
        </w:rPr>
        <w:t>1</w:t>
      </w:r>
      <w:r>
        <w:t xml:space="preserve"> Draw up a table with three columns. In the first column, list the parts of the alimentary canal that are discussed in this chapter. In the second column, describe the role of each part in digestion and absorption. In the third column, explain how the structure of the part is suited to its functions. Remember to put an appropriate heading on each of your columns.</w:t>
      </w:r>
    </w:p>
    <w:p w14:paraId="34149132" w14:textId="77777777" w:rsidR="00BF03B4" w:rsidRPr="000F0FD3" w:rsidRDefault="00BF03B4" w:rsidP="00BF03B4">
      <w:pPr>
        <w:pStyle w:val="answers-answer"/>
      </w:pPr>
      <w:r w:rsidRPr="00BF03B4">
        <w:rPr>
          <w:rStyle w:val="answer"/>
        </w:rPr>
        <w:t>Answer</w:t>
      </w:r>
      <w:r w:rsidRPr="000F0FD3">
        <w:t>:</w:t>
      </w:r>
    </w:p>
    <w:tbl>
      <w:tblPr>
        <w:tblStyle w:val="TableGrid"/>
        <w:tblW w:w="0" w:type="auto"/>
        <w:tblLook w:val="04A0" w:firstRow="1" w:lastRow="0" w:firstColumn="1" w:lastColumn="0" w:noHBand="0" w:noVBand="1"/>
      </w:tblPr>
      <w:tblGrid>
        <w:gridCol w:w="3005"/>
        <w:gridCol w:w="3005"/>
        <w:gridCol w:w="3006"/>
      </w:tblGrid>
      <w:tr w:rsidR="00BF03B4" w14:paraId="33363416" w14:textId="77777777" w:rsidTr="00A050C8">
        <w:tc>
          <w:tcPr>
            <w:tcW w:w="3005" w:type="dxa"/>
          </w:tcPr>
          <w:p w14:paraId="1412FBF1" w14:textId="77777777" w:rsidR="00BF03B4" w:rsidRPr="00AD24F6" w:rsidRDefault="00BF03B4" w:rsidP="00AD24F6">
            <w:pPr>
              <w:pStyle w:val="answers-answer"/>
              <w:rPr>
                <w:sz w:val="20"/>
                <w:szCs w:val="18"/>
              </w:rPr>
            </w:pPr>
            <w:r w:rsidRPr="00AD24F6">
              <w:rPr>
                <w:sz w:val="20"/>
                <w:szCs w:val="18"/>
              </w:rPr>
              <w:t>Organ</w:t>
            </w:r>
          </w:p>
        </w:tc>
        <w:tc>
          <w:tcPr>
            <w:tcW w:w="3005" w:type="dxa"/>
          </w:tcPr>
          <w:p w14:paraId="3757F8AF" w14:textId="77777777" w:rsidR="00BF03B4" w:rsidRPr="00AD24F6" w:rsidRDefault="00BF03B4" w:rsidP="00AD24F6">
            <w:pPr>
              <w:pStyle w:val="answers-answer"/>
              <w:rPr>
                <w:sz w:val="20"/>
                <w:szCs w:val="18"/>
              </w:rPr>
            </w:pPr>
            <w:r w:rsidRPr="00AD24F6">
              <w:rPr>
                <w:sz w:val="20"/>
                <w:szCs w:val="18"/>
              </w:rPr>
              <w:t>Function/role in digestion and absorption</w:t>
            </w:r>
          </w:p>
        </w:tc>
        <w:tc>
          <w:tcPr>
            <w:tcW w:w="3006" w:type="dxa"/>
          </w:tcPr>
          <w:p w14:paraId="44EC2AE4" w14:textId="77777777" w:rsidR="00BF03B4" w:rsidRPr="00AD24F6" w:rsidRDefault="00BF03B4" w:rsidP="00AD24F6">
            <w:pPr>
              <w:pStyle w:val="answers-answer"/>
              <w:rPr>
                <w:sz w:val="20"/>
                <w:szCs w:val="18"/>
              </w:rPr>
            </w:pPr>
            <w:r w:rsidRPr="00AD24F6">
              <w:rPr>
                <w:sz w:val="20"/>
                <w:szCs w:val="18"/>
              </w:rPr>
              <w:t>Structure suited to the function</w:t>
            </w:r>
          </w:p>
        </w:tc>
      </w:tr>
      <w:tr w:rsidR="00BF03B4" w14:paraId="0D2229CC" w14:textId="77777777" w:rsidTr="00A050C8">
        <w:tc>
          <w:tcPr>
            <w:tcW w:w="3005" w:type="dxa"/>
          </w:tcPr>
          <w:p w14:paraId="4178FFDE" w14:textId="77777777" w:rsidR="00BF03B4" w:rsidRPr="00AD24F6" w:rsidRDefault="00BF03B4" w:rsidP="00AD24F6">
            <w:pPr>
              <w:pStyle w:val="answers-answer"/>
              <w:rPr>
                <w:sz w:val="20"/>
                <w:szCs w:val="18"/>
              </w:rPr>
            </w:pPr>
            <w:r w:rsidRPr="00AD24F6">
              <w:rPr>
                <w:sz w:val="20"/>
                <w:szCs w:val="18"/>
              </w:rPr>
              <w:t>Mouth</w:t>
            </w:r>
          </w:p>
        </w:tc>
        <w:tc>
          <w:tcPr>
            <w:tcW w:w="3005" w:type="dxa"/>
          </w:tcPr>
          <w:p w14:paraId="59FCB340" w14:textId="77777777" w:rsidR="00BF03B4" w:rsidRPr="00AD24F6" w:rsidRDefault="00BF03B4" w:rsidP="00AD24F6">
            <w:pPr>
              <w:pStyle w:val="answers-answer"/>
              <w:rPr>
                <w:sz w:val="20"/>
                <w:szCs w:val="18"/>
              </w:rPr>
            </w:pPr>
            <w:r w:rsidRPr="00AD24F6">
              <w:rPr>
                <w:sz w:val="20"/>
                <w:szCs w:val="18"/>
              </w:rPr>
              <w:t>Mechanical digestion by teeth as they break food into small pieces; chemical digestion by saliva; forms bolus of food</w:t>
            </w:r>
          </w:p>
        </w:tc>
        <w:tc>
          <w:tcPr>
            <w:tcW w:w="3006" w:type="dxa"/>
          </w:tcPr>
          <w:p w14:paraId="4E7582A7" w14:textId="77777777" w:rsidR="00BF03B4" w:rsidRPr="00AD24F6" w:rsidRDefault="00BF03B4" w:rsidP="00AD24F6">
            <w:pPr>
              <w:pStyle w:val="answers-answer"/>
              <w:rPr>
                <w:sz w:val="20"/>
                <w:szCs w:val="18"/>
              </w:rPr>
            </w:pPr>
            <w:r w:rsidRPr="00AD24F6">
              <w:rPr>
                <w:sz w:val="20"/>
                <w:szCs w:val="18"/>
              </w:rPr>
              <w:t>Moist and has three pairs of salivary glands; teeth shaped for biting, tearing, crushing and grinding; tongue is a strong muscle that moves food</w:t>
            </w:r>
          </w:p>
        </w:tc>
      </w:tr>
      <w:tr w:rsidR="00BF03B4" w14:paraId="1B44BFFB" w14:textId="77777777" w:rsidTr="00A050C8">
        <w:tc>
          <w:tcPr>
            <w:tcW w:w="3005" w:type="dxa"/>
          </w:tcPr>
          <w:p w14:paraId="72AA2483" w14:textId="77777777" w:rsidR="00BF03B4" w:rsidRPr="00AD24F6" w:rsidRDefault="00BF03B4" w:rsidP="00AD24F6">
            <w:pPr>
              <w:pStyle w:val="answers-answer"/>
              <w:rPr>
                <w:sz w:val="20"/>
                <w:szCs w:val="18"/>
              </w:rPr>
            </w:pPr>
            <w:r w:rsidRPr="00AD24F6">
              <w:rPr>
                <w:sz w:val="20"/>
                <w:szCs w:val="18"/>
              </w:rPr>
              <w:t>Oesophagus</w:t>
            </w:r>
          </w:p>
        </w:tc>
        <w:tc>
          <w:tcPr>
            <w:tcW w:w="3005" w:type="dxa"/>
          </w:tcPr>
          <w:p w14:paraId="0447B8A5" w14:textId="77777777" w:rsidR="00BF03B4" w:rsidRPr="00AD24F6" w:rsidRDefault="00BF03B4" w:rsidP="00AD24F6">
            <w:pPr>
              <w:pStyle w:val="answers-answer"/>
              <w:rPr>
                <w:sz w:val="20"/>
                <w:szCs w:val="18"/>
              </w:rPr>
            </w:pPr>
            <w:r w:rsidRPr="00AD24F6">
              <w:rPr>
                <w:sz w:val="20"/>
                <w:szCs w:val="18"/>
              </w:rPr>
              <w:t>Carries food from mouth to stomach</w:t>
            </w:r>
          </w:p>
        </w:tc>
        <w:tc>
          <w:tcPr>
            <w:tcW w:w="3006" w:type="dxa"/>
          </w:tcPr>
          <w:p w14:paraId="4E833994" w14:textId="77777777" w:rsidR="00BF03B4" w:rsidRPr="00AD24F6" w:rsidRDefault="00BF03B4" w:rsidP="00AD24F6">
            <w:pPr>
              <w:pStyle w:val="answers-answer"/>
              <w:rPr>
                <w:sz w:val="20"/>
                <w:szCs w:val="18"/>
              </w:rPr>
            </w:pPr>
            <w:r w:rsidRPr="00AD24F6">
              <w:rPr>
                <w:sz w:val="20"/>
                <w:szCs w:val="18"/>
              </w:rPr>
              <w:t>Muscular tube that can push food toward stomach; has moist lining (slippery); circular and longitudinal muscle to push food along by peristalsis</w:t>
            </w:r>
            <w:r w:rsidRPr="00AD24F6">
              <w:rPr>
                <w:sz w:val="20"/>
                <w:szCs w:val="18"/>
              </w:rPr>
              <w:tab/>
            </w:r>
          </w:p>
        </w:tc>
      </w:tr>
      <w:tr w:rsidR="00BF03B4" w14:paraId="1F08E0AA" w14:textId="77777777" w:rsidTr="00A050C8">
        <w:tc>
          <w:tcPr>
            <w:tcW w:w="3005" w:type="dxa"/>
          </w:tcPr>
          <w:p w14:paraId="3785B229" w14:textId="77777777" w:rsidR="00BF03B4" w:rsidRPr="00AD24F6" w:rsidRDefault="00BF03B4" w:rsidP="00AD24F6">
            <w:pPr>
              <w:pStyle w:val="answers-answer"/>
              <w:rPr>
                <w:sz w:val="20"/>
                <w:szCs w:val="18"/>
              </w:rPr>
            </w:pPr>
            <w:r w:rsidRPr="00AD24F6">
              <w:rPr>
                <w:sz w:val="20"/>
                <w:szCs w:val="18"/>
              </w:rPr>
              <w:t>Stomach</w:t>
            </w:r>
          </w:p>
        </w:tc>
        <w:tc>
          <w:tcPr>
            <w:tcW w:w="3005" w:type="dxa"/>
          </w:tcPr>
          <w:p w14:paraId="5E091BC0" w14:textId="0D77D538" w:rsidR="00BF03B4" w:rsidRPr="00AD24F6" w:rsidRDefault="00BF03B4" w:rsidP="00AD24F6">
            <w:pPr>
              <w:pStyle w:val="answers-answer"/>
              <w:rPr>
                <w:sz w:val="20"/>
                <w:szCs w:val="18"/>
              </w:rPr>
            </w:pPr>
            <w:r w:rsidRPr="00AD24F6">
              <w:rPr>
                <w:sz w:val="20"/>
                <w:szCs w:val="18"/>
              </w:rPr>
              <w:t>Mechanical digestion by churning food into liquid; chemical digestion of proteins</w:t>
            </w:r>
            <w:r w:rsidR="00AD24F6">
              <w:rPr>
                <w:sz w:val="20"/>
                <w:szCs w:val="18"/>
              </w:rPr>
              <w:t xml:space="preserve"> </w:t>
            </w:r>
            <w:r w:rsidRPr="00AD24F6">
              <w:rPr>
                <w:sz w:val="20"/>
                <w:szCs w:val="18"/>
              </w:rPr>
              <w:t>by pepsin; stores food as it is eaten; absorbs some substances, such as alcohol</w:t>
            </w:r>
          </w:p>
        </w:tc>
        <w:tc>
          <w:tcPr>
            <w:tcW w:w="3006" w:type="dxa"/>
          </w:tcPr>
          <w:p w14:paraId="51F42A55" w14:textId="5938F6ED" w:rsidR="00BF03B4" w:rsidRPr="00AD24F6" w:rsidRDefault="00BF03B4" w:rsidP="00AD24F6">
            <w:pPr>
              <w:pStyle w:val="answers-answer"/>
              <w:rPr>
                <w:sz w:val="20"/>
                <w:szCs w:val="18"/>
              </w:rPr>
            </w:pPr>
            <w:r w:rsidRPr="00AD24F6">
              <w:rPr>
                <w:sz w:val="20"/>
                <w:szCs w:val="18"/>
              </w:rPr>
              <w:t>Muscular sac containing gastric glands that secrete</w:t>
            </w:r>
            <w:r w:rsidR="002C7335">
              <w:rPr>
                <w:sz w:val="20"/>
                <w:szCs w:val="18"/>
              </w:rPr>
              <w:t xml:space="preserve"> </w:t>
            </w:r>
            <w:r w:rsidRPr="00AD24F6">
              <w:rPr>
                <w:sz w:val="20"/>
                <w:szCs w:val="18"/>
              </w:rPr>
              <w:t>digestive juices; secretes mucus to protect surface;</w:t>
            </w:r>
            <w:r w:rsidR="00AD24F6">
              <w:rPr>
                <w:sz w:val="20"/>
                <w:szCs w:val="18"/>
              </w:rPr>
              <w:t xml:space="preserve"> </w:t>
            </w:r>
            <w:r w:rsidRPr="00AD24F6">
              <w:rPr>
                <w:sz w:val="20"/>
                <w:szCs w:val="18"/>
              </w:rPr>
              <w:t xml:space="preserve">glands secrete HCl to produce low pH; circular, </w:t>
            </w:r>
            <w:proofErr w:type="gramStart"/>
            <w:r w:rsidRPr="00AD24F6">
              <w:rPr>
                <w:sz w:val="20"/>
                <w:szCs w:val="18"/>
              </w:rPr>
              <w:t>longitudinal</w:t>
            </w:r>
            <w:proofErr w:type="gramEnd"/>
            <w:r w:rsidRPr="00AD24F6">
              <w:rPr>
                <w:sz w:val="20"/>
                <w:szCs w:val="18"/>
              </w:rPr>
              <w:t xml:space="preserve"> and oblique muscle layers allow churning motions to mix food with stomach juices</w:t>
            </w:r>
          </w:p>
        </w:tc>
      </w:tr>
      <w:tr w:rsidR="00BF03B4" w14:paraId="11F82289" w14:textId="77777777" w:rsidTr="00A050C8">
        <w:tc>
          <w:tcPr>
            <w:tcW w:w="3005" w:type="dxa"/>
          </w:tcPr>
          <w:p w14:paraId="329F8ECF" w14:textId="77777777" w:rsidR="00BF03B4" w:rsidRPr="00AD24F6" w:rsidRDefault="00BF03B4" w:rsidP="00AD24F6">
            <w:pPr>
              <w:pStyle w:val="answers-answer"/>
              <w:rPr>
                <w:sz w:val="20"/>
                <w:szCs w:val="18"/>
              </w:rPr>
            </w:pPr>
            <w:r w:rsidRPr="00AD24F6">
              <w:rPr>
                <w:sz w:val="20"/>
                <w:szCs w:val="18"/>
              </w:rPr>
              <w:t>Small intestine</w:t>
            </w:r>
          </w:p>
        </w:tc>
        <w:tc>
          <w:tcPr>
            <w:tcW w:w="3005" w:type="dxa"/>
          </w:tcPr>
          <w:p w14:paraId="77587207" w14:textId="03EE7269" w:rsidR="00BF03B4" w:rsidRPr="00AD24F6" w:rsidRDefault="00BF03B4" w:rsidP="00AD24F6">
            <w:pPr>
              <w:pStyle w:val="answers-answer"/>
              <w:rPr>
                <w:sz w:val="20"/>
                <w:szCs w:val="18"/>
              </w:rPr>
            </w:pPr>
            <w:r w:rsidRPr="00AD24F6">
              <w:rPr>
                <w:sz w:val="20"/>
                <w:szCs w:val="18"/>
              </w:rPr>
              <w:t>Mechanical digestion continues with churning of food, and bile salts added to</w:t>
            </w:r>
            <w:r w:rsidR="00AD24F6">
              <w:rPr>
                <w:sz w:val="20"/>
                <w:szCs w:val="18"/>
              </w:rPr>
              <w:t xml:space="preserve"> </w:t>
            </w:r>
            <w:r w:rsidRPr="00AD24F6">
              <w:rPr>
                <w:sz w:val="20"/>
                <w:szCs w:val="18"/>
              </w:rPr>
              <w:t>emulsify fats; chemical digestion of all nutrients by enzymes from pancreas and</w:t>
            </w:r>
            <w:r w:rsidR="00AD24F6">
              <w:rPr>
                <w:sz w:val="20"/>
                <w:szCs w:val="18"/>
              </w:rPr>
              <w:t xml:space="preserve"> </w:t>
            </w:r>
            <w:r w:rsidRPr="00AD24F6">
              <w:rPr>
                <w:sz w:val="20"/>
                <w:szCs w:val="18"/>
              </w:rPr>
              <w:lastRenderedPageBreak/>
              <w:t>intestinal glands; absorbs water and digested food.</w:t>
            </w:r>
          </w:p>
        </w:tc>
        <w:tc>
          <w:tcPr>
            <w:tcW w:w="3006" w:type="dxa"/>
          </w:tcPr>
          <w:p w14:paraId="171B6B82" w14:textId="77777777" w:rsidR="00BF03B4" w:rsidRPr="00AD24F6" w:rsidRDefault="00BF03B4" w:rsidP="00AD24F6">
            <w:pPr>
              <w:pStyle w:val="answers-answer"/>
              <w:rPr>
                <w:sz w:val="20"/>
                <w:szCs w:val="18"/>
              </w:rPr>
            </w:pPr>
            <w:r w:rsidRPr="00AD24F6">
              <w:rPr>
                <w:sz w:val="20"/>
                <w:szCs w:val="18"/>
              </w:rPr>
              <w:lastRenderedPageBreak/>
              <w:t xml:space="preserve">Very long (6 m) muscular tube with folded inner lining or mucosa that has a vast surface area for maximum absorption due to villi and microvilli; vascular/networks of blood vessels to absorb </w:t>
            </w:r>
            <w:r w:rsidRPr="00AD24F6">
              <w:rPr>
                <w:sz w:val="20"/>
                <w:szCs w:val="18"/>
              </w:rPr>
              <w:lastRenderedPageBreak/>
              <w:t>nutrients and water; lymph capillary in each villus to absorb lipids</w:t>
            </w:r>
          </w:p>
        </w:tc>
      </w:tr>
      <w:tr w:rsidR="00BF03B4" w14:paraId="3BBBE687" w14:textId="77777777" w:rsidTr="00A050C8">
        <w:tc>
          <w:tcPr>
            <w:tcW w:w="3005" w:type="dxa"/>
          </w:tcPr>
          <w:p w14:paraId="7751A01B" w14:textId="77777777" w:rsidR="00BF03B4" w:rsidRPr="00AD24F6" w:rsidRDefault="00BF03B4" w:rsidP="00AD24F6">
            <w:pPr>
              <w:pStyle w:val="answers-answer"/>
              <w:rPr>
                <w:sz w:val="20"/>
                <w:szCs w:val="18"/>
              </w:rPr>
            </w:pPr>
            <w:r w:rsidRPr="00AD24F6">
              <w:rPr>
                <w:sz w:val="20"/>
                <w:szCs w:val="18"/>
              </w:rPr>
              <w:lastRenderedPageBreak/>
              <w:t>Large intestine</w:t>
            </w:r>
          </w:p>
        </w:tc>
        <w:tc>
          <w:tcPr>
            <w:tcW w:w="3005" w:type="dxa"/>
          </w:tcPr>
          <w:p w14:paraId="117830CF" w14:textId="77777777" w:rsidR="00BF03B4" w:rsidRPr="00AD24F6" w:rsidRDefault="00BF03B4" w:rsidP="00AD24F6">
            <w:pPr>
              <w:pStyle w:val="answers-answer"/>
              <w:rPr>
                <w:sz w:val="20"/>
                <w:szCs w:val="18"/>
              </w:rPr>
            </w:pPr>
            <w:r w:rsidRPr="00AD24F6">
              <w:rPr>
                <w:sz w:val="20"/>
                <w:szCs w:val="18"/>
              </w:rPr>
              <w:t>Water, vitamins and mineral nutrients absorbed; faeces formed and stored</w:t>
            </w:r>
          </w:p>
        </w:tc>
        <w:tc>
          <w:tcPr>
            <w:tcW w:w="3006" w:type="dxa"/>
          </w:tcPr>
          <w:p w14:paraId="3C87AB1A" w14:textId="3E75DDC7" w:rsidR="00BF03B4" w:rsidRPr="00AD24F6" w:rsidRDefault="00BF03B4" w:rsidP="00AD24F6">
            <w:pPr>
              <w:pStyle w:val="answers-answer"/>
              <w:rPr>
                <w:sz w:val="20"/>
                <w:szCs w:val="18"/>
              </w:rPr>
            </w:pPr>
            <w:r w:rsidRPr="00AD24F6">
              <w:rPr>
                <w:sz w:val="20"/>
                <w:szCs w:val="18"/>
              </w:rPr>
              <w:t xml:space="preserve">Long </w:t>
            </w:r>
            <w:proofErr w:type="gramStart"/>
            <w:r w:rsidRPr="00AD24F6">
              <w:rPr>
                <w:sz w:val="20"/>
                <w:szCs w:val="18"/>
              </w:rPr>
              <w:t>tube;</w:t>
            </w:r>
            <w:proofErr w:type="gramEnd"/>
            <w:r w:rsidRPr="00AD24F6">
              <w:rPr>
                <w:sz w:val="20"/>
                <w:szCs w:val="18"/>
              </w:rPr>
              <w:t xml:space="preserve"> contains bacteria that produce vitamins;</w:t>
            </w:r>
            <w:r w:rsidR="00AD24F6">
              <w:rPr>
                <w:sz w:val="20"/>
                <w:szCs w:val="18"/>
              </w:rPr>
              <w:t xml:space="preserve"> </w:t>
            </w:r>
            <w:r w:rsidRPr="00AD24F6">
              <w:rPr>
                <w:sz w:val="20"/>
                <w:szCs w:val="18"/>
              </w:rPr>
              <w:t>larger diameter than small intestine to store faeces</w:t>
            </w:r>
          </w:p>
        </w:tc>
      </w:tr>
    </w:tbl>
    <w:p w14:paraId="328799F7" w14:textId="77777777" w:rsidR="00BF03B4" w:rsidRDefault="00BF03B4" w:rsidP="00BF03B4">
      <w:pPr>
        <w:pStyle w:val="answers-question"/>
      </w:pPr>
      <w:r w:rsidRPr="00776470">
        <w:rPr>
          <w:b/>
        </w:rPr>
        <w:t>2</w:t>
      </w:r>
      <w:r>
        <w:t xml:space="preserve"> What are the basic activities that the digestive system must carry out?</w:t>
      </w:r>
    </w:p>
    <w:p w14:paraId="172A792A" w14:textId="77777777" w:rsidR="00BF03B4" w:rsidRPr="000F0FD3" w:rsidRDefault="00BF03B4" w:rsidP="00BF03B4">
      <w:pPr>
        <w:pStyle w:val="answers-answer"/>
      </w:pPr>
      <w:r w:rsidRPr="00BF03B4">
        <w:rPr>
          <w:rStyle w:val="answer"/>
        </w:rPr>
        <w:t>Answer</w:t>
      </w:r>
      <w:r w:rsidRPr="000F0FD3">
        <w:t>:</w:t>
      </w:r>
    </w:p>
    <w:p w14:paraId="53771154" w14:textId="3026A1FD" w:rsidR="00BF03B4" w:rsidRDefault="00BF03B4" w:rsidP="00AD24F6">
      <w:pPr>
        <w:pStyle w:val="answers-answer"/>
        <w:numPr>
          <w:ilvl w:val="0"/>
          <w:numId w:val="8"/>
        </w:numPr>
      </w:pPr>
      <w:r>
        <w:t>Ingestion of food and water</w:t>
      </w:r>
    </w:p>
    <w:p w14:paraId="19E0B1E3" w14:textId="4F7E6768" w:rsidR="00BF03B4" w:rsidRDefault="00BF03B4" w:rsidP="00AD24F6">
      <w:pPr>
        <w:pStyle w:val="answers-answer"/>
        <w:numPr>
          <w:ilvl w:val="0"/>
          <w:numId w:val="8"/>
        </w:numPr>
      </w:pPr>
      <w:r>
        <w:t>Mechanical digestion of food</w:t>
      </w:r>
    </w:p>
    <w:p w14:paraId="5C151A4B" w14:textId="3F51DD9E" w:rsidR="00BF03B4" w:rsidRDefault="00BF03B4" w:rsidP="00AD24F6">
      <w:pPr>
        <w:pStyle w:val="answers-answer"/>
        <w:numPr>
          <w:ilvl w:val="0"/>
          <w:numId w:val="8"/>
        </w:numPr>
      </w:pPr>
      <w:r>
        <w:t>Chemical digestion of food</w:t>
      </w:r>
    </w:p>
    <w:p w14:paraId="309E9E5E" w14:textId="42AFD243" w:rsidR="00BF03B4" w:rsidRDefault="00BF03B4" w:rsidP="00AD24F6">
      <w:pPr>
        <w:pStyle w:val="answers-answer"/>
        <w:numPr>
          <w:ilvl w:val="0"/>
          <w:numId w:val="8"/>
        </w:numPr>
      </w:pPr>
      <w:r>
        <w:t>Movement of food along the alimentary canal</w:t>
      </w:r>
    </w:p>
    <w:p w14:paraId="502E3DEF" w14:textId="6E222256" w:rsidR="00BF03B4" w:rsidRDefault="00BF03B4" w:rsidP="00AD24F6">
      <w:pPr>
        <w:pStyle w:val="answers-answer"/>
        <w:numPr>
          <w:ilvl w:val="0"/>
          <w:numId w:val="8"/>
        </w:numPr>
      </w:pPr>
      <w:r>
        <w:t>Absorption of water and digested food into the blood and lymph</w:t>
      </w:r>
    </w:p>
    <w:p w14:paraId="190AE619" w14:textId="2E8C40D1" w:rsidR="00BF03B4" w:rsidRDefault="00BF03B4" w:rsidP="00AD24F6">
      <w:pPr>
        <w:pStyle w:val="answers-answer"/>
        <w:numPr>
          <w:ilvl w:val="0"/>
          <w:numId w:val="8"/>
        </w:numPr>
      </w:pPr>
      <w:r>
        <w:t>Elimination of material that is not absorbed</w:t>
      </w:r>
    </w:p>
    <w:p w14:paraId="522A129D" w14:textId="77777777" w:rsidR="00BF03B4" w:rsidRDefault="00BF03B4" w:rsidP="00BF03B4">
      <w:pPr>
        <w:pStyle w:val="answers-question"/>
      </w:pPr>
      <w:r w:rsidRPr="00776470">
        <w:rPr>
          <w:b/>
        </w:rPr>
        <w:t>3</w:t>
      </w:r>
      <w:r>
        <w:t xml:space="preserve"> Label the parts of the alimentary canal on the diagram below.</w:t>
      </w:r>
    </w:p>
    <w:p w14:paraId="33190074" w14:textId="0D6B2099" w:rsidR="00BF03B4" w:rsidRDefault="00AD24F6" w:rsidP="00BF03B4">
      <w:r>
        <w:rPr>
          <w:noProof/>
        </w:rPr>
        <mc:AlternateContent>
          <mc:Choice Requires="wps">
            <w:drawing>
              <wp:anchor distT="45720" distB="45720" distL="114300" distR="114300" simplePos="0" relativeHeight="251659264" behindDoc="0" locked="0" layoutInCell="1" allowOverlap="1" wp14:anchorId="1D840CAF" wp14:editId="5E20D590">
                <wp:simplePos x="0" y="0"/>
                <wp:positionH relativeFrom="column">
                  <wp:posOffset>2238147</wp:posOffset>
                </wp:positionH>
                <wp:positionV relativeFrom="paragraph">
                  <wp:posOffset>8470</wp:posOffset>
                </wp:positionV>
                <wp:extent cx="2440940" cy="3458845"/>
                <wp:effectExtent l="0" t="0" r="0" b="82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940" cy="3458845"/>
                        </a:xfrm>
                        <a:prstGeom prst="rect">
                          <a:avLst/>
                        </a:prstGeom>
                        <a:solidFill>
                          <a:srgbClr val="FFFFFF"/>
                        </a:solidFill>
                        <a:ln w="9525">
                          <a:noFill/>
                          <a:miter lim="800000"/>
                          <a:headEnd/>
                          <a:tailEnd/>
                        </a:ln>
                      </wps:spPr>
                      <wps:txbx>
                        <w:txbxContent>
                          <w:p w14:paraId="1D44D9C1" w14:textId="31FFA0BB" w:rsidR="00AD24F6" w:rsidRDefault="00AD24F6" w:rsidP="00AD24F6">
                            <w:pPr>
                              <w:pStyle w:val="answers-answer"/>
                            </w:pPr>
                            <w:r w:rsidRPr="00BF03B4">
                              <w:rPr>
                                <w:rStyle w:val="answer"/>
                              </w:rPr>
                              <w:t>Answer</w:t>
                            </w:r>
                            <w:r w:rsidRPr="00C07367">
                              <w:t>:</w:t>
                            </w:r>
                            <w:r>
                              <w:t xml:space="preserve"> </w:t>
                            </w:r>
                          </w:p>
                          <w:p w14:paraId="75627B54" w14:textId="77777777" w:rsidR="00AD24F6" w:rsidRDefault="00AD24F6" w:rsidP="00AD24F6">
                            <w:pPr>
                              <w:pStyle w:val="answers-answer"/>
                            </w:pPr>
                            <w:r>
                              <w:t>A – Mouth</w:t>
                            </w:r>
                          </w:p>
                          <w:p w14:paraId="5E224AE3" w14:textId="77777777" w:rsidR="00AD24F6" w:rsidRDefault="00AD24F6" w:rsidP="00AD24F6">
                            <w:pPr>
                              <w:pStyle w:val="answers-answer"/>
                            </w:pPr>
                            <w:r>
                              <w:t xml:space="preserve">B – </w:t>
                            </w:r>
                            <w:proofErr w:type="spellStart"/>
                            <w:r>
                              <w:t>Oesophagus</w:t>
                            </w:r>
                            <w:proofErr w:type="spellEnd"/>
                          </w:p>
                          <w:p w14:paraId="649FCC97" w14:textId="77777777" w:rsidR="00AD24F6" w:rsidRDefault="00AD24F6" w:rsidP="00AD24F6">
                            <w:pPr>
                              <w:pStyle w:val="answers-answer"/>
                            </w:pPr>
                            <w:r>
                              <w:t>C – Liver</w:t>
                            </w:r>
                          </w:p>
                          <w:p w14:paraId="6178ACCC" w14:textId="77777777" w:rsidR="00AD24F6" w:rsidRDefault="00AD24F6" w:rsidP="00AD24F6">
                            <w:pPr>
                              <w:pStyle w:val="answers-answer"/>
                            </w:pPr>
                            <w:r>
                              <w:t>D – Stomach</w:t>
                            </w:r>
                          </w:p>
                          <w:p w14:paraId="6D89F62F" w14:textId="77777777" w:rsidR="00AD24F6" w:rsidRDefault="00AD24F6" w:rsidP="00AD24F6">
                            <w:pPr>
                              <w:pStyle w:val="answers-answer"/>
                            </w:pPr>
                            <w:r>
                              <w:t>E – Pancreas</w:t>
                            </w:r>
                          </w:p>
                          <w:p w14:paraId="60B64E60" w14:textId="77777777" w:rsidR="00AD24F6" w:rsidRDefault="00AD24F6" w:rsidP="00AD24F6">
                            <w:pPr>
                              <w:pStyle w:val="answers-answer"/>
                            </w:pPr>
                            <w:r>
                              <w:t>F –Large intestine</w:t>
                            </w:r>
                          </w:p>
                          <w:p w14:paraId="4CE9A8E4" w14:textId="77777777" w:rsidR="00AD24F6" w:rsidRDefault="00AD24F6" w:rsidP="00AD24F6">
                            <w:pPr>
                              <w:pStyle w:val="answers-answer"/>
                            </w:pPr>
                            <w:r>
                              <w:t>G – Small intestine</w:t>
                            </w:r>
                          </w:p>
                          <w:p w14:paraId="3B0121DF" w14:textId="77777777" w:rsidR="00AD24F6" w:rsidRDefault="00AD24F6" w:rsidP="00AD24F6">
                            <w:pPr>
                              <w:pStyle w:val="answers-answer"/>
                            </w:pPr>
                            <w:r>
                              <w:t>H – Appendix</w:t>
                            </w:r>
                          </w:p>
                          <w:p w14:paraId="357D4932" w14:textId="77777777" w:rsidR="00AD24F6" w:rsidRDefault="00AD24F6" w:rsidP="00AD24F6">
                            <w:pPr>
                              <w:pStyle w:val="answers-answer"/>
                            </w:pPr>
                            <w:r>
                              <w:t>I – Anus</w:t>
                            </w:r>
                          </w:p>
                          <w:p w14:paraId="1654E413" w14:textId="52E839D6" w:rsidR="00AD24F6" w:rsidRDefault="00AD24F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840CAF" id="_x0000_t202" coordsize="21600,21600" o:spt="202" path="m,l,21600r21600,l21600,xe">
                <v:stroke joinstyle="miter"/>
                <v:path gradientshapeok="t" o:connecttype="rect"/>
              </v:shapetype>
              <v:shape id="Text Box 2" o:spid="_x0000_s1026" type="#_x0000_t202" style="position:absolute;margin-left:176.25pt;margin-top:.65pt;width:192.2pt;height:272.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" stroked="f">
                <v:textbox>
                  <w:txbxContent>
                    <w:p w14:paraId="1D44D9C1" w14:textId="31FFA0BB" w:rsidR="00AD24F6" w:rsidRDefault="00AD24F6" w:rsidP="00AD24F6">
                      <w:pPr>
                        <w:pStyle w:val="answers-answer"/>
                      </w:pPr>
                      <w:r w:rsidRPr="00BF03B4">
                        <w:rPr>
                          <w:rStyle w:val="answer"/>
                        </w:rPr>
                        <w:t>Answer</w:t>
                      </w:r>
                      <w:r w:rsidRPr="00C07367">
                        <w:t>:</w:t>
                      </w:r>
                      <w:r>
                        <w:t xml:space="preserve"> </w:t>
                      </w:r>
                    </w:p>
                    <w:p w14:paraId="75627B54" w14:textId="77777777" w:rsidR="00AD24F6" w:rsidRDefault="00AD24F6" w:rsidP="00AD24F6">
                      <w:pPr>
                        <w:pStyle w:val="answers-answer"/>
                      </w:pPr>
                      <w:r>
                        <w:t>A – Mouth</w:t>
                      </w:r>
                    </w:p>
                    <w:p w14:paraId="5E224AE3" w14:textId="77777777" w:rsidR="00AD24F6" w:rsidRDefault="00AD24F6" w:rsidP="00AD24F6">
                      <w:pPr>
                        <w:pStyle w:val="answers-answer"/>
                      </w:pPr>
                      <w:r>
                        <w:t xml:space="preserve">B – </w:t>
                      </w:r>
                      <w:proofErr w:type="spellStart"/>
                      <w:r>
                        <w:t>Oesophagus</w:t>
                      </w:r>
                      <w:proofErr w:type="spellEnd"/>
                    </w:p>
                    <w:p w14:paraId="649FCC97" w14:textId="77777777" w:rsidR="00AD24F6" w:rsidRDefault="00AD24F6" w:rsidP="00AD24F6">
                      <w:pPr>
                        <w:pStyle w:val="answers-answer"/>
                      </w:pPr>
                      <w:r>
                        <w:t>C – Liver</w:t>
                      </w:r>
                    </w:p>
                    <w:p w14:paraId="6178ACCC" w14:textId="77777777" w:rsidR="00AD24F6" w:rsidRDefault="00AD24F6" w:rsidP="00AD24F6">
                      <w:pPr>
                        <w:pStyle w:val="answers-answer"/>
                      </w:pPr>
                      <w:r>
                        <w:t>D – Stomach</w:t>
                      </w:r>
                    </w:p>
                    <w:p w14:paraId="6D89F62F" w14:textId="77777777" w:rsidR="00AD24F6" w:rsidRDefault="00AD24F6" w:rsidP="00AD24F6">
                      <w:pPr>
                        <w:pStyle w:val="answers-answer"/>
                      </w:pPr>
                      <w:r>
                        <w:t>E – Pancreas</w:t>
                      </w:r>
                    </w:p>
                    <w:p w14:paraId="60B64E60" w14:textId="77777777" w:rsidR="00AD24F6" w:rsidRDefault="00AD24F6" w:rsidP="00AD24F6">
                      <w:pPr>
                        <w:pStyle w:val="answers-answer"/>
                      </w:pPr>
                      <w:r>
                        <w:t>F –Large intestine</w:t>
                      </w:r>
                    </w:p>
                    <w:p w14:paraId="4CE9A8E4" w14:textId="77777777" w:rsidR="00AD24F6" w:rsidRDefault="00AD24F6" w:rsidP="00AD24F6">
                      <w:pPr>
                        <w:pStyle w:val="answers-answer"/>
                      </w:pPr>
                      <w:r>
                        <w:t>G – Small intestine</w:t>
                      </w:r>
                    </w:p>
                    <w:p w14:paraId="3B0121DF" w14:textId="77777777" w:rsidR="00AD24F6" w:rsidRDefault="00AD24F6" w:rsidP="00AD24F6">
                      <w:pPr>
                        <w:pStyle w:val="answers-answer"/>
                      </w:pPr>
                      <w:r>
                        <w:t>H – Appendix</w:t>
                      </w:r>
                    </w:p>
                    <w:p w14:paraId="357D4932" w14:textId="77777777" w:rsidR="00AD24F6" w:rsidRDefault="00AD24F6" w:rsidP="00AD24F6">
                      <w:pPr>
                        <w:pStyle w:val="answers-answer"/>
                      </w:pPr>
                      <w:r>
                        <w:t>I – Anus</w:t>
                      </w:r>
                    </w:p>
                    <w:p w14:paraId="1654E413" w14:textId="52E839D6" w:rsidR="00AD24F6" w:rsidRDefault="00AD24F6"/>
                  </w:txbxContent>
                </v:textbox>
                <w10:wrap type="square"/>
              </v:shape>
            </w:pict>
          </mc:Fallback>
        </mc:AlternateContent>
      </w:r>
      <w:r w:rsidR="00BF03B4">
        <w:rPr>
          <w:noProof/>
        </w:rPr>
        <w:drawing>
          <wp:inline distT="0" distB="0" distL="0" distR="0" wp14:anchorId="42EBE406" wp14:editId="70F595D9">
            <wp:extent cx="1911839" cy="3306253"/>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926269" cy="3331207"/>
                    </a:xfrm>
                    <a:prstGeom prst="rect">
                      <a:avLst/>
                    </a:prstGeom>
                  </pic:spPr>
                </pic:pic>
              </a:graphicData>
            </a:graphic>
          </wp:inline>
        </w:drawing>
      </w:r>
    </w:p>
    <w:p w14:paraId="65CF76A4" w14:textId="77777777" w:rsidR="00AD24F6" w:rsidRDefault="00AD24F6" w:rsidP="00BF03B4">
      <w:pPr>
        <w:pStyle w:val="answers-question"/>
        <w:rPr>
          <w:b/>
        </w:rPr>
      </w:pPr>
    </w:p>
    <w:p w14:paraId="3C79B878" w14:textId="36C6058B" w:rsidR="00BF03B4" w:rsidRDefault="00BF03B4" w:rsidP="00BF03B4">
      <w:pPr>
        <w:pStyle w:val="answers-question"/>
      </w:pPr>
      <w:r w:rsidRPr="00776470">
        <w:rPr>
          <w:b/>
        </w:rPr>
        <w:t>4</w:t>
      </w:r>
      <w:r>
        <w:t xml:space="preserve"> Name the enzyme(s) that break down:</w:t>
      </w:r>
    </w:p>
    <w:p w14:paraId="24A6A5B8" w14:textId="77777777" w:rsidR="00BF03B4" w:rsidRDefault="00BF03B4" w:rsidP="00BF03B4">
      <w:pPr>
        <w:pStyle w:val="answers-question"/>
      </w:pPr>
      <w:r w:rsidRPr="00776470">
        <w:rPr>
          <w:b/>
        </w:rPr>
        <w:t>a</w:t>
      </w:r>
      <w:r>
        <w:t xml:space="preserve"> </w:t>
      </w:r>
      <w:proofErr w:type="gramStart"/>
      <w:r>
        <w:t>proteins</w:t>
      </w:r>
      <w:proofErr w:type="gramEnd"/>
    </w:p>
    <w:p w14:paraId="28303A52" w14:textId="77777777" w:rsidR="00BF03B4" w:rsidRPr="00B97F06" w:rsidRDefault="00BF03B4" w:rsidP="00BF03B4">
      <w:pPr>
        <w:pStyle w:val="answers-answer"/>
      </w:pPr>
      <w:r w:rsidRPr="00BF03B4">
        <w:rPr>
          <w:rStyle w:val="answer"/>
        </w:rPr>
        <w:t>Answer</w:t>
      </w:r>
      <w:r w:rsidRPr="00C07367">
        <w:rPr>
          <w:i/>
        </w:rPr>
        <w:t>:</w:t>
      </w:r>
      <w:r>
        <w:t xml:space="preserve"> Pepsin, pancreatic protease, peptidase</w:t>
      </w:r>
    </w:p>
    <w:p w14:paraId="2740AB2E" w14:textId="77777777" w:rsidR="00AD24F6" w:rsidRDefault="00AD24F6" w:rsidP="00BF03B4">
      <w:pPr>
        <w:pStyle w:val="answers-question"/>
        <w:rPr>
          <w:b/>
        </w:rPr>
      </w:pPr>
    </w:p>
    <w:p w14:paraId="5D3A1149" w14:textId="2CADEBED" w:rsidR="00BF03B4" w:rsidRDefault="00BF03B4" w:rsidP="00BF03B4">
      <w:pPr>
        <w:pStyle w:val="answers-question"/>
      </w:pPr>
      <w:r w:rsidRPr="00776470">
        <w:rPr>
          <w:b/>
        </w:rPr>
        <w:lastRenderedPageBreak/>
        <w:t>b</w:t>
      </w:r>
      <w:r>
        <w:t xml:space="preserve"> complex carbohydrates</w:t>
      </w:r>
    </w:p>
    <w:p w14:paraId="17B611E3" w14:textId="77777777" w:rsidR="00BF03B4" w:rsidRPr="00B97F06" w:rsidRDefault="00BF03B4" w:rsidP="00BF03B4">
      <w:pPr>
        <w:pStyle w:val="answers-answer"/>
      </w:pPr>
      <w:r w:rsidRPr="00BF03B4">
        <w:rPr>
          <w:rStyle w:val="answer"/>
        </w:rPr>
        <w:t>Answer</w:t>
      </w:r>
      <w:r w:rsidRPr="00C07367">
        <w:rPr>
          <w:i/>
        </w:rPr>
        <w:t>:</w:t>
      </w:r>
      <w:r>
        <w:t xml:space="preserve"> Salivary amylase, pancreatic amylase, amylase</w:t>
      </w:r>
    </w:p>
    <w:p w14:paraId="3ED8E850" w14:textId="77777777" w:rsidR="00BF03B4" w:rsidRDefault="00BF03B4" w:rsidP="00BF03B4">
      <w:pPr>
        <w:pStyle w:val="answers-question"/>
      </w:pPr>
      <w:r w:rsidRPr="00776470">
        <w:rPr>
          <w:b/>
        </w:rPr>
        <w:t>c</w:t>
      </w:r>
      <w:r>
        <w:t xml:space="preserve"> lipids</w:t>
      </w:r>
    </w:p>
    <w:p w14:paraId="22551D68" w14:textId="77777777" w:rsidR="00BF03B4" w:rsidRPr="00B97F06" w:rsidRDefault="00BF03B4" w:rsidP="00BF03B4">
      <w:pPr>
        <w:pStyle w:val="answers-answer"/>
      </w:pPr>
      <w:r w:rsidRPr="00BF03B4">
        <w:rPr>
          <w:rStyle w:val="answer"/>
        </w:rPr>
        <w:t>Answer</w:t>
      </w:r>
      <w:r w:rsidRPr="00C07367">
        <w:rPr>
          <w:i/>
        </w:rPr>
        <w:t>:</w:t>
      </w:r>
      <w:r>
        <w:t xml:space="preserve"> Pancreatic lipase, lipase</w:t>
      </w:r>
    </w:p>
    <w:p w14:paraId="3655D82D" w14:textId="77777777" w:rsidR="00BF03B4" w:rsidRPr="00776470" w:rsidRDefault="00BF03B4" w:rsidP="00BF03B4">
      <w:pPr>
        <w:pStyle w:val="i-chead"/>
      </w:pPr>
      <w:r w:rsidRPr="00776470">
        <w:t>Explain</w:t>
      </w:r>
    </w:p>
    <w:p w14:paraId="1653156F" w14:textId="77777777" w:rsidR="00BF03B4" w:rsidRDefault="00BF03B4" w:rsidP="00BF03B4">
      <w:pPr>
        <w:pStyle w:val="answers-question"/>
      </w:pPr>
      <w:r w:rsidRPr="00776470">
        <w:rPr>
          <w:b/>
        </w:rPr>
        <w:t>5</w:t>
      </w:r>
      <w:r>
        <w:t xml:space="preserve"> Explain the digestive function of each of the following:</w:t>
      </w:r>
    </w:p>
    <w:p w14:paraId="0C6A0A0F" w14:textId="77777777" w:rsidR="00BF03B4" w:rsidRDefault="00BF03B4" w:rsidP="00BF03B4">
      <w:pPr>
        <w:pStyle w:val="answers-question"/>
      </w:pPr>
      <w:r w:rsidRPr="00776470">
        <w:rPr>
          <w:b/>
        </w:rPr>
        <w:t>a</w:t>
      </w:r>
      <w:r>
        <w:t xml:space="preserve"> gastric juice</w:t>
      </w:r>
    </w:p>
    <w:p w14:paraId="5B10A6E8" w14:textId="77777777" w:rsidR="00BF03B4" w:rsidRDefault="00BF03B4" w:rsidP="00BF03B4">
      <w:pPr>
        <w:pStyle w:val="answers-answer"/>
      </w:pPr>
      <w:r w:rsidRPr="00BF03B4">
        <w:rPr>
          <w:rStyle w:val="answer"/>
        </w:rPr>
        <w:t>Answer</w:t>
      </w:r>
      <w:r w:rsidRPr="000F0FD3">
        <w:rPr>
          <w:i/>
        </w:rPr>
        <w:t>:</w:t>
      </w:r>
      <w:r>
        <w:t xml:space="preserve"> Gastric juice contains hydrochloric acid, mucus and digestive enzymes. Chemical digestion of proteins is begun by the enzyme pepsin contained in the gastric juice. Pepsin works in an acid medium to break down proteins to polypeptides.</w:t>
      </w:r>
    </w:p>
    <w:p w14:paraId="28DFFABC" w14:textId="77777777" w:rsidR="00BF03B4" w:rsidRDefault="00BF03B4" w:rsidP="00BF03B4">
      <w:pPr>
        <w:pStyle w:val="answers-question"/>
      </w:pPr>
      <w:r w:rsidRPr="00776470">
        <w:rPr>
          <w:b/>
        </w:rPr>
        <w:t>b</w:t>
      </w:r>
      <w:r>
        <w:t xml:space="preserve"> bile</w:t>
      </w:r>
    </w:p>
    <w:p w14:paraId="33A2B9B7" w14:textId="77777777" w:rsidR="00BF03B4" w:rsidRDefault="00BF03B4" w:rsidP="00BF03B4">
      <w:pPr>
        <w:pStyle w:val="answers-answer"/>
      </w:pPr>
      <w:r w:rsidRPr="00BF03B4">
        <w:rPr>
          <w:rStyle w:val="answer"/>
        </w:rPr>
        <w:t>Answer</w:t>
      </w:r>
      <w:r w:rsidRPr="000F0FD3">
        <w:rPr>
          <w:i/>
        </w:rPr>
        <w:t>:</w:t>
      </w:r>
      <w:r>
        <w:t xml:space="preserve"> Bile does not contain any digestive enzymes, but bile salts act like a detergent and emulsify the fat, breaking it into tiny droplets. This is a form of mechanical digestion, increasing the surface area on which the lipases can act to cause the chemical breakdown of fat.</w:t>
      </w:r>
    </w:p>
    <w:p w14:paraId="04BB7CE6" w14:textId="77777777" w:rsidR="00BF03B4" w:rsidRDefault="00BF03B4" w:rsidP="00BF03B4">
      <w:pPr>
        <w:pStyle w:val="answers-question"/>
      </w:pPr>
      <w:r w:rsidRPr="00776470">
        <w:rPr>
          <w:b/>
        </w:rPr>
        <w:t>c</w:t>
      </w:r>
      <w:r>
        <w:t xml:space="preserve"> pancreatic juice</w:t>
      </w:r>
    </w:p>
    <w:p w14:paraId="27B327BF" w14:textId="03060D3A" w:rsidR="00BF03B4" w:rsidRDefault="00BF03B4" w:rsidP="00BF03B4">
      <w:pPr>
        <w:pStyle w:val="answers-answer"/>
      </w:pPr>
      <w:r w:rsidRPr="00BF03B4">
        <w:rPr>
          <w:rStyle w:val="answer"/>
        </w:rPr>
        <w:t>Answer</w:t>
      </w:r>
      <w:r w:rsidRPr="000F0FD3">
        <w:rPr>
          <w:i/>
        </w:rPr>
        <w:t>:</w:t>
      </w:r>
      <w:r>
        <w:t xml:space="preserve"> Pancreatic juice is </w:t>
      </w:r>
      <w:r w:rsidR="00AD24F6">
        <w:t>alkaline and</w:t>
      </w:r>
      <w:r>
        <w:t xml:space="preserve"> helps to </w:t>
      </w:r>
      <w:proofErr w:type="spellStart"/>
      <w:r>
        <w:t>neutralise</w:t>
      </w:r>
      <w:proofErr w:type="spellEnd"/>
      <w:r>
        <w:t xml:space="preserve"> the acid that has come with the material from the stomach. Many of the enzymes involved in the digestion of food are contained in pancreatic juice. These include:</w:t>
      </w:r>
    </w:p>
    <w:p w14:paraId="1F0899F7" w14:textId="357BA2C1" w:rsidR="00BF03B4" w:rsidRDefault="00BF03B4" w:rsidP="00AD24F6">
      <w:pPr>
        <w:pStyle w:val="answers-answer"/>
        <w:numPr>
          <w:ilvl w:val="0"/>
          <w:numId w:val="10"/>
        </w:numPr>
      </w:pPr>
      <w:r>
        <w:t>pancreatic amylase, which breaks down starch</w:t>
      </w:r>
    </w:p>
    <w:p w14:paraId="28074876" w14:textId="156B9ACA" w:rsidR="00BF03B4" w:rsidRDefault="00BF03B4" w:rsidP="00AD24F6">
      <w:pPr>
        <w:pStyle w:val="answers-answer"/>
        <w:numPr>
          <w:ilvl w:val="0"/>
          <w:numId w:val="10"/>
        </w:numPr>
      </w:pPr>
      <w:r>
        <w:t>trypsin (or pancreatic protease), which splits proteins into much smaller units</w:t>
      </w:r>
    </w:p>
    <w:p w14:paraId="3A73A565" w14:textId="5C1DEBD5" w:rsidR="00BF03B4" w:rsidRDefault="00BF03B4" w:rsidP="00AD24F6">
      <w:pPr>
        <w:pStyle w:val="answers-answer"/>
        <w:numPr>
          <w:ilvl w:val="0"/>
          <w:numId w:val="10"/>
        </w:numPr>
      </w:pPr>
      <w:r>
        <w:t>ribonuclease and deoxyribonuclease, which are enzymes that digest RNA and DNA</w:t>
      </w:r>
    </w:p>
    <w:p w14:paraId="019CD4F5" w14:textId="02ED29EB" w:rsidR="00BF03B4" w:rsidRDefault="00BF03B4" w:rsidP="00AD24F6">
      <w:pPr>
        <w:pStyle w:val="answers-answer"/>
        <w:numPr>
          <w:ilvl w:val="0"/>
          <w:numId w:val="10"/>
        </w:numPr>
      </w:pPr>
      <w:r>
        <w:t>pancreatic lipases, which are enzymes that break down fats into fatty acids and glycerol.</w:t>
      </w:r>
    </w:p>
    <w:p w14:paraId="78A2767E" w14:textId="77777777" w:rsidR="00BF03B4" w:rsidRDefault="00BF03B4" w:rsidP="00BF03B4">
      <w:pPr>
        <w:pStyle w:val="answers-question"/>
      </w:pPr>
      <w:r w:rsidRPr="00776470">
        <w:rPr>
          <w:b/>
        </w:rPr>
        <w:t>d</w:t>
      </w:r>
      <w:r>
        <w:t xml:space="preserve"> intestinal juice.</w:t>
      </w:r>
    </w:p>
    <w:p w14:paraId="0BA8C886" w14:textId="77777777" w:rsidR="00BF03B4" w:rsidRDefault="00BF03B4" w:rsidP="00BF03B4">
      <w:pPr>
        <w:pStyle w:val="answers-answer"/>
      </w:pPr>
      <w:r w:rsidRPr="00BF03B4">
        <w:rPr>
          <w:rStyle w:val="answer"/>
        </w:rPr>
        <w:t>Answer</w:t>
      </w:r>
      <w:r w:rsidRPr="00151DF7">
        <w:rPr>
          <w:i/>
        </w:rPr>
        <w:t>:</w:t>
      </w:r>
      <w:r>
        <w:t xml:space="preserve"> Intestinal juice contains many enzymes that complete the digestion of carbohydrates, fats and proteins.</w:t>
      </w:r>
    </w:p>
    <w:p w14:paraId="6521685C" w14:textId="77777777" w:rsidR="00BF03B4" w:rsidRDefault="00BF03B4" w:rsidP="00BF03B4">
      <w:pPr>
        <w:pStyle w:val="answers-question"/>
      </w:pPr>
      <w:r w:rsidRPr="00776470">
        <w:rPr>
          <w:b/>
        </w:rPr>
        <w:t>6</w:t>
      </w:r>
      <w:r>
        <w:t xml:space="preserve"> Explain the difference between excretion and elimination.</w:t>
      </w:r>
    </w:p>
    <w:p w14:paraId="4DAD8DA7" w14:textId="77777777" w:rsidR="00BF03B4" w:rsidRDefault="00BF03B4" w:rsidP="00BF03B4">
      <w:pPr>
        <w:pStyle w:val="answers-answer"/>
      </w:pPr>
      <w:r w:rsidRPr="00BF03B4">
        <w:rPr>
          <w:rStyle w:val="answer"/>
        </w:rPr>
        <w:t>Answer</w:t>
      </w:r>
      <w:r w:rsidRPr="000F0FD3">
        <w:rPr>
          <w:i/>
        </w:rPr>
        <w:t>:</w:t>
      </w:r>
      <w:r>
        <w:t xml:space="preserve"> Elimination is the removal of the undigested material that remains after food has passed through the alimentary canal. Excretion is the removal of metabolic waste – waste produced by chemical processes inside the body’s cells.</w:t>
      </w:r>
    </w:p>
    <w:p w14:paraId="16201FA7" w14:textId="77777777" w:rsidR="00BF03B4" w:rsidRDefault="00BF03B4" w:rsidP="00BF03B4">
      <w:pPr>
        <w:pStyle w:val="answers-question"/>
      </w:pPr>
      <w:r w:rsidRPr="00AD24F6">
        <w:rPr>
          <w:b/>
          <w:bCs w:val="0"/>
        </w:rPr>
        <w:lastRenderedPageBreak/>
        <w:t xml:space="preserve">7 </w:t>
      </w:r>
      <w:r w:rsidRPr="00BF03B4">
        <w:t>To be effective, any surface where materials are taken into or passed out of the body must have</w:t>
      </w:r>
      <w:r>
        <w:t xml:space="preserve"> a very large surface area. Explain how a large surface area is achieved in the part of the digestive system where nutrients are absorbed.</w:t>
      </w:r>
    </w:p>
    <w:p w14:paraId="696B174B" w14:textId="77777777" w:rsidR="00BF03B4" w:rsidRDefault="00BF03B4" w:rsidP="00BF03B4">
      <w:pPr>
        <w:pStyle w:val="answers-answer"/>
      </w:pPr>
      <w:r w:rsidRPr="00BF03B4">
        <w:rPr>
          <w:rStyle w:val="answer"/>
        </w:rPr>
        <w:t>Answer</w:t>
      </w:r>
      <w:r w:rsidRPr="000F0FD3">
        <w:rPr>
          <w:i/>
        </w:rPr>
        <w:t>:</w:t>
      </w:r>
      <w:r>
        <w:t xml:space="preserve"> Most nutrients are absorbed in the small intestine where a large surface area is achieved by:</w:t>
      </w:r>
    </w:p>
    <w:p w14:paraId="4C6978FA" w14:textId="12F4B0E3" w:rsidR="00BF03B4" w:rsidRDefault="00BF03B4" w:rsidP="00AD24F6">
      <w:pPr>
        <w:pStyle w:val="answers-answer"/>
        <w:numPr>
          <w:ilvl w:val="0"/>
          <w:numId w:val="10"/>
        </w:numPr>
      </w:pPr>
      <w:r>
        <w:t>the length – approximately 6 m</w:t>
      </w:r>
    </w:p>
    <w:p w14:paraId="0552FBC5" w14:textId="5032A28C" w:rsidR="00BF03B4" w:rsidRDefault="00BF03B4" w:rsidP="00AD24F6">
      <w:pPr>
        <w:pStyle w:val="answers-answer"/>
        <w:numPr>
          <w:ilvl w:val="0"/>
          <w:numId w:val="10"/>
        </w:numPr>
      </w:pPr>
      <w:r>
        <w:t>folding of the internal lining</w:t>
      </w:r>
    </w:p>
    <w:p w14:paraId="5B916C16" w14:textId="4192A389" w:rsidR="00BF03B4" w:rsidRDefault="00BF03B4" w:rsidP="00AD24F6">
      <w:pPr>
        <w:pStyle w:val="answers-answer"/>
        <w:numPr>
          <w:ilvl w:val="0"/>
          <w:numId w:val="10"/>
        </w:numPr>
      </w:pPr>
      <w:r>
        <w:t>villi on the surface of the mucosa</w:t>
      </w:r>
    </w:p>
    <w:p w14:paraId="74EC78AE" w14:textId="31988DF8" w:rsidR="00BF03B4" w:rsidRDefault="00BF03B4" w:rsidP="00AD24F6">
      <w:pPr>
        <w:pStyle w:val="answers-answer"/>
        <w:numPr>
          <w:ilvl w:val="0"/>
          <w:numId w:val="10"/>
        </w:numPr>
      </w:pPr>
      <w:r>
        <w:t>microvilli extending from the cells on the outside of the villi.</w:t>
      </w:r>
    </w:p>
    <w:p w14:paraId="2EDEB29C" w14:textId="77777777" w:rsidR="00BF03B4" w:rsidRPr="00776470" w:rsidRDefault="00BF03B4" w:rsidP="00BF03B4">
      <w:pPr>
        <w:pStyle w:val="i-chead"/>
      </w:pPr>
      <w:r w:rsidRPr="00776470">
        <w:t>Apply</w:t>
      </w:r>
    </w:p>
    <w:p w14:paraId="3076C6D7" w14:textId="77777777" w:rsidR="00BF03B4" w:rsidRDefault="00BF03B4" w:rsidP="00BF03B4">
      <w:pPr>
        <w:pStyle w:val="answers-question"/>
      </w:pPr>
      <w:r w:rsidRPr="00AD24F6">
        <w:rPr>
          <w:b/>
          <w:bCs w:val="0"/>
        </w:rPr>
        <w:t>8</w:t>
      </w:r>
      <w:r w:rsidRPr="00BF03B4">
        <w:t xml:space="preserve"> What effect would each of the following have on the speed with which food moves through the</w:t>
      </w:r>
      <w:r>
        <w:t xml:space="preserve"> alimentary canal?</w:t>
      </w:r>
    </w:p>
    <w:p w14:paraId="57B6FA79" w14:textId="77777777" w:rsidR="00BF03B4" w:rsidRDefault="00BF03B4" w:rsidP="00BF03B4">
      <w:pPr>
        <w:pStyle w:val="answers-question"/>
      </w:pPr>
      <w:r w:rsidRPr="00776470">
        <w:rPr>
          <w:b/>
        </w:rPr>
        <w:t>a</w:t>
      </w:r>
      <w:r>
        <w:t xml:space="preserve"> Consuming a very large meal</w:t>
      </w:r>
    </w:p>
    <w:p w14:paraId="21B3E207" w14:textId="77777777" w:rsidR="00BF03B4" w:rsidRDefault="00BF03B4" w:rsidP="00BF03B4">
      <w:pPr>
        <w:pStyle w:val="answers-answer"/>
      </w:pPr>
      <w:r w:rsidRPr="00BF03B4">
        <w:rPr>
          <w:rStyle w:val="answer"/>
        </w:rPr>
        <w:t>Answer</w:t>
      </w:r>
      <w:r w:rsidRPr="000F0FD3">
        <w:rPr>
          <w:i/>
        </w:rPr>
        <w:t>:</w:t>
      </w:r>
      <w:r>
        <w:t xml:space="preserve"> The larger the meal, the greater the distension of the stomach muscles and the faster the food moves into the small intestine.</w:t>
      </w:r>
    </w:p>
    <w:p w14:paraId="0CF2F9DE" w14:textId="77777777" w:rsidR="00BF03B4" w:rsidRDefault="00BF03B4" w:rsidP="00BF03B4">
      <w:pPr>
        <w:pStyle w:val="answers-question"/>
      </w:pPr>
      <w:r w:rsidRPr="00776470">
        <w:rPr>
          <w:b/>
        </w:rPr>
        <w:t>b</w:t>
      </w:r>
      <w:r>
        <w:t xml:space="preserve"> Eating a meal that is very high in fat</w:t>
      </w:r>
    </w:p>
    <w:p w14:paraId="60686C86" w14:textId="77777777" w:rsidR="00BF03B4" w:rsidRDefault="00BF03B4" w:rsidP="00BF03B4">
      <w:pPr>
        <w:pStyle w:val="answers-answer"/>
      </w:pPr>
      <w:r w:rsidRPr="00BF03B4">
        <w:rPr>
          <w:rStyle w:val="answer"/>
        </w:rPr>
        <w:t>Answer</w:t>
      </w:r>
      <w:r w:rsidRPr="000F0FD3">
        <w:rPr>
          <w:i/>
        </w:rPr>
        <w:t>:</w:t>
      </w:r>
      <w:r>
        <w:t xml:space="preserve"> A high fat meal slows the rate of stomach emptying – the food moves into the small intestine much more slowly.</w:t>
      </w:r>
    </w:p>
    <w:p w14:paraId="21183755" w14:textId="77777777" w:rsidR="00BF03B4" w:rsidRDefault="00BF03B4" w:rsidP="00BF03B4">
      <w:pPr>
        <w:pStyle w:val="answers-question"/>
      </w:pPr>
      <w:r w:rsidRPr="00776470">
        <w:rPr>
          <w:b/>
        </w:rPr>
        <w:t>c</w:t>
      </w:r>
      <w:r>
        <w:t xml:space="preserve"> Consuming alcohol</w:t>
      </w:r>
    </w:p>
    <w:p w14:paraId="390F8BE0" w14:textId="77777777" w:rsidR="00BF03B4" w:rsidRDefault="00BF03B4" w:rsidP="00BF03B4">
      <w:pPr>
        <w:pStyle w:val="answers-answer"/>
      </w:pPr>
      <w:r w:rsidRPr="00BF03B4">
        <w:rPr>
          <w:rStyle w:val="answer"/>
        </w:rPr>
        <w:t>Answer</w:t>
      </w:r>
      <w:r w:rsidRPr="000F0FD3">
        <w:rPr>
          <w:i/>
        </w:rPr>
        <w:t>:</w:t>
      </w:r>
      <w:r>
        <w:t xml:space="preserve"> Alcohol tends to increase the rate of stomach emptying although a large amount of alcohol may slow the rate.</w:t>
      </w:r>
    </w:p>
    <w:p w14:paraId="2475DB9B" w14:textId="77777777" w:rsidR="00BF03B4" w:rsidRDefault="00BF03B4" w:rsidP="00BF03B4">
      <w:pPr>
        <w:pStyle w:val="answers-question"/>
      </w:pPr>
      <w:r w:rsidRPr="00776470">
        <w:rPr>
          <w:b/>
        </w:rPr>
        <w:t>9 a</w:t>
      </w:r>
      <w:r>
        <w:t xml:space="preserve"> Describe the cause of constipation.</w:t>
      </w:r>
    </w:p>
    <w:p w14:paraId="58768ADF" w14:textId="77777777" w:rsidR="00BF03B4" w:rsidRDefault="00BF03B4" w:rsidP="00BF03B4">
      <w:pPr>
        <w:pStyle w:val="answers-answer"/>
      </w:pPr>
      <w:r w:rsidRPr="00BF03B4">
        <w:rPr>
          <w:rStyle w:val="answer"/>
        </w:rPr>
        <w:t>Answer</w:t>
      </w:r>
      <w:r w:rsidRPr="000F0FD3">
        <w:rPr>
          <w:i/>
        </w:rPr>
        <w:t>:</w:t>
      </w:r>
      <w:r>
        <w:t xml:space="preserve"> Constipation may be caused by many different things including:</w:t>
      </w:r>
    </w:p>
    <w:p w14:paraId="56BA6461" w14:textId="77777777" w:rsidR="00BF03B4" w:rsidRDefault="00BF03B4" w:rsidP="00AD24F6">
      <w:pPr>
        <w:pStyle w:val="answers-answer"/>
        <w:numPr>
          <w:ilvl w:val="0"/>
          <w:numId w:val="12"/>
        </w:numPr>
      </w:pPr>
      <w:r>
        <w:t xml:space="preserve">A low fibre diet, or a diet high in meat, milk and cheese. </w:t>
      </w:r>
    </w:p>
    <w:p w14:paraId="47A9AF22" w14:textId="77777777" w:rsidR="00BF03B4" w:rsidRDefault="00BF03B4" w:rsidP="00AD24F6">
      <w:pPr>
        <w:pStyle w:val="answers-answer"/>
        <w:numPr>
          <w:ilvl w:val="0"/>
          <w:numId w:val="12"/>
        </w:numPr>
      </w:pPr>
      <w:r>
        <w:t>Dehydration</w:t>
      </w:r>
    </w:p>
    <w:p w14:paraId="53B099A5" w14:textId="77777777" w:rsidR="00BF03B4" w:rsidRDefault="00BF03B4" w:rsidP="00AD24F6">
      <w:pPr>
        <w:pStyle w:val="answers-answer"/>
        <w:numPr>
          <w:ilvl w:val="0"/>
          <w:numId w:val="12"/>
        </w:numPr>
      </w:pPr>
      <w:r>
        <w:t>Lack of exercise</w:t>
      </w:r>
    </w:p>
    <w:p w14:paraId="3903372B" w14:textId="77777777" w:rsidR="00BF03B4" w:rsidRDefault="00BF03B4" w:rsidP="00AD24F6">
      <w:pPr>
        <w:pStyle w:val="answers-answer"/>
        <w:numPr>
          <w:ilvl w:val="0"/>
          <w:numId w:val="12"/>
        </w:numPr>
      </w:pPr>
      <w:r>
        <w:t>Delaying the impulse to have a bowel movement</w:t>
      </w:r>
    </w:p>
    <w:p w14:paraId="4B68397F" w14:textId="77777777" w:rsidR="00BF03B4" w:rsidRDefault="00BF03B4" w:rsidP="00AD24F6">
      <w:pPr>
        <w:pStyle w:val="answers-answer"/>
        <w:numPr>
          <w:ilvl w:val="0"/>
          <w:numId w:val="12"/>
        </w:numPr>
      </w:pPr>
      <w:r>
        <w:t>Travel or changes in routine</w:t>
      </w:r>
    </w:p>
    <w:p w14:paraId="7872A4E9" w14:textId="77777777" w:rsidR="00BF03B4" w:rsidRDefault="00BF03B4" w:rsidP="00AD24F6">
      <w:pPr>
        <w:pStyle w:val="answers-answer"/>
        <w:numPr>
          <w:ilvl w:val="0"/>
          <w:numId w:val="12"/>
        </w:numPr>
      </w:pPr>
      <w:r>
        <w:t>Certain medications or a misuse of laxatives</w:t>
      </w:r>
    </w:p>
    <w:p w14:paraId="612D6E70" w14:textId="77777777" w:rsidR="00BF03B4" w:rsidRDefault="00BF03B4" w:rsidP="00AD24F6">
      <w:pPr>
        <w:pStyle w:val="answers-answer"/>
        <w:numPr>
          <w:ilvl w:val="0"/>
          <w:numId w:val="12"/>
        </w:numPr>
      </w:pPr>
      <w:r>
        <w:t>Pregnancy</w:t>
      </w:r>
    </w:p>
    <w:p w14:paraId="26F298D4" w14:textId="77777777" w:rsidR="00BF03B4" w:rsidRDefault="00BF03B4" w:rsidP="00BF03B4">
      <w:pPr>
        <w:pStyle w:val="answers-question"/>
      </w:pPr>
      <w:r w:rsidRPr="00776470">
        <w:rPr>
          <w:b/>
        </w:rPr>
        <w:lastRenderedPageBreak/>
        <w:t>b</w:t>
      </w:r>
      <w:r>
        <w:t xml:space="preserve"> What precautions can you take to prevent constipation?</w:t>
      </w:r>
    </w:p>
    <w:p w14:paraId="43DDC433" w14:textId="50A44D67" w:rsidR="00BF03B4" w:rsidRDefault="00BF03B4" w:rsidP="00BF03B4">
      <w:pPr>
        <w:pStyle w:val="answers-answer"/>
      </w:pPr>
      <w:r w:rsidRPr="00BF03B4">
        <w:rPr>
          <w:rStyle w:val="answer"/>
        </w:rPr>
        <w:t>Answer</w:t>
      </w:r>
      <w:r w:rsidRPr="000F0FD3">
        <w:rPr>
          <w:i/>
        </w:rPr>
        <w:t>:</w:t>
      </w:r>
      <w:r>
        <w:t xml:space="preserve"> Constipation may be caused by a lack of roughage in the diet. Roughage is cellulose, or insoluble fibre, a major component of plant foods. Eating more fruit and vegetables, and drinking more water, </w:t>
      </w:r>
      <w:r w:rsidR="00AD24F6">
        <w:t>helps</w:t>
      </w:r>
      <w:r>
        <w:t xml:space="preserve"> prevent constipation. Exercise also </w:t>
      </w:r>
      <w:r w:rsidR="00AD24F6">
        <w:t>helps because</w:t>
      </w:r>
      <w:r>
        <w:t xml:space="preserve"> it stimulates bowel movement</w:t>
      </w:r>
      <w:r w:rsidR="00AD24F6">
        <w:t>s</w:t>
      </w:r>
      <w:r>
        <w:t>.</w:t>
      </w:r>
    </w:p>
    <w:p w14:paraId="2DBCA16F" w14:textId="77777777" w:rsidR="00BF03B4" w:rsidRDefault="00BF03B4" w:rsidP="00BF03B4">
      <w:pPr>
        <w:pStyle w:val="answers-question"/>
      </w:pPr>
      <w:r w:rsidRPr="00776470">
        <w:rPr>
          <w:b/>
        </w:rPr>
        <w:t xml:space="preserve">10 </w:t>
      </w:r>
      <w:r>
        <w:t>Why are people who suffer from coeliac disease likely to become malnourished?</w:t>
      </w:r>
    </w:p>
    <w:p w14:paraId="3889EF0C" w14:textId="264FEEE0" w:rsidR="00BF03B4" w:rsidRDefault="00BF03B4" w:rsidP="00BF03B4">
      <w:pPr>
        <w:pStyle w:val="answers-answer"/>
      </w:pPr>
      <w:r w:rsidRPr="00BF03B4">
        <w:rPr>
          <w:rStyle w:val="answer"/>
        </w:rPr>
        <w:t>Answer</w:t>
      </w:r>
      <w:r w:rsidRPr="000F0FD3">
        <w:rPr>
          <w:i/>
        </w:rPr>
        <w:t>:</w:t>
      </w:r>
      <w:r>
        <w:t xml:space="preserve"> People with coeliac disease are unable to tolerate a protein called gluten, which is found in wheat, rye and barley. If coeliac sufferers eat food containing gluten, their immune systems respond by damaging or destroying the villi in the small intestine. Without healthy villi, nutrients cannot be </w:t>
      </w:r>
      <w:r w:rsidR="00C3514E">
        <w:t>absorbed,</w:t>
      </w:r>
      <w:r>
        <w:t xml:space="preserve"> and the sufferer becomes malnourished no matter how much food is eaten.</w:t>
      </w:r>
    </w:p>
    <w:p w14:paraId="1EA48364" w14:textId="77777777" w:rsidR="00BF03B4" w:rsidRPr="00776470" w:rsidRDefault="00BF03B4" w:rsidP="00BF03B4">
      <w:pPr>
        <w:pStyle w:val="i-chead"/>
      </w:pPr>
      <w:r w:rsidRPr="00776470">
        <w:t>Extend</w:t>
      </w:r>
    </w:p>
    <w:p w14:paraId="2851599D" w14:textId="77777777" w:rsidR="00BF03B4" w:rsidRDefault="00BF03B4" w:rsidP="00BF03B4">
      <w:pPr>
        <w:pStyle w:val="answers-question"/>
      </w:pPr>
      <w:r w:rsidRPr="00776470">
        <w:rPr>
          <w:b/>
        </w:rPr>
        <w:t>11</w:t>
      </w:r>
      <w:r>
        <w:t xml:space="preserve"> Absorption of nutrients depends on concentration differences so that substances diffuse across the absorbing surface. Explain how the concentration difference is maintained in the parts of the alimentary canal where absorption occurs.</w:t>
      </w:r>
    </w:p>
    <w:p w14:paraId="77A70D2B" w14:textId="059FAB70" w:rsidR="00BF03B4" w:rsidRDefault="00BF03B4" w:rsidP="00BF03B4">
      <w:pPr>
        <w:pStyle w:val="answers-answer"/>
      </w:pPr>
      <w:r w:rsidRPr="00BF03B4">
        <w:rPr>
          <w:rStyle w:val="answer"/>
        </w:rPr>
        <w:t>Answer</w:t>
      </w:r>
      <w:r w:rsidRPr="000F0FD3">
        <w:rPr>
          <w:i/>
        </w:rPr>
        <w:t>:</w:t>
      </w:r>
      <w:r>
        <w:t xml:space="preserve"> Blood flows through the capillaries of the mucosa, so that, as nutrients are absorbed, they are constantly removed.</w:t>
      </w:r>
      <w:r w:rsidR="00C3514E">
        <w:t xml:space="preserve"> </w:t>
      </w:r>
      <w:r>
        <w:t>The movement of the villi, peristalsis and segmentation of the intestinal wall keep bringing new contents into contact with the absorbing surfaces.</w:t>
      </w:r>
    </w:p>
    <w:p w14:paraId="5EB13084" w14:textId="77777777" w:rsidR="00BF03B4" w:rsidRDefault="00BF03B4" w:rsidP="00BF03B4">
      <w:pPr>
        <w:pStyle w:val="answers-question"/>
      </w:pPr>
      <w:r w:rsidRPr="00776470">
        <w:rPr>
          <w:b/>
        </w:rPr>
        <w:t>12</w:t>
      </w:r>
      <w:r>
        <w:t xml:space="preserve"> Explain why some food substances (such as starch) </w:t>
      </w:r>
      <w:proofErr w:type="gramStart"/>
      <w:r>
        <w:t>have to</w:t>
      </w:r>
      <w:proofErr w:type="gramEnd"/>
      <w:r>
        <w:t xml:space="preserve"> be digested but others (e.g. salt) do not.</w:t>
      </w:r>
    </w:p>
    <w:p w14:paraId="4E9F2892" w14:textId="77777777" w:rsidR="00BF03B4" w:rsidRDefault="00BF03B4" w:rsidP="00BF03B4">
      <w:pPr>
        <w:pStyle w:val="answers-answer"/>
      </w:pPr>
      <w:r w:rsidRPr="00BF03B4">
        <w:rPr>
          <w:rStyle w:val="answer"/>
        </w:rPr>
        <w:t>Answer</w:t>
      </w:r>
      <w:r w:rsidRPr="000F0FD3">
        <w:rPr>
          <w:i/>
        </w:rPr>
        <w:t>:</w:t>
      </w:r>
      <w:r>
        <w:t xml:space="preserve"> Large molecules </w:t>
      </w:r>
      <w:proofErr w:type="gramStart"/>
      <w:r>
        <w:t>have to</w:t>
      </w:r>
      <w:proofErr w:type="gramEnd"/>
      <w:r>
        <w:t xml:space="preserve"> be broken down (digested) into smaller molecules so that they can be absorbed through the lining of the alimentary canal into the blood or lymph. Large molecules, such as starch, </w:t>
      </w:r>
      <w:proofErr w:type="gramStart"/>
      <w:r>
        <w:t>have to</w:t>
      </w:r>
      <w:proofErr w:type="gramEnd"/>
      <w:r>
        <w:t xml:space="preserve"> be digested, but small molecules, such as salt and vitamins, are already small enough to be absorbed.</w:t>
      </w:r>
    </w:p>
    <w:p w14:paraId="4AE4431A" w14:textId="77777777" w:rsidR="00BF03B4" w:rsidRDefault="00BF03B4" w:rsidP="00BF03B4">
      <w:pPr>
        <w:pStyle w:val="answers-question"/>
      </w:pPr>
      <w:r w:rsidRPr="00776470">
        <w:rPr>
          <w:b/>
        </w:rPr>
        <w:t>13</w:t>
      </w:r>
      <w:r>
        <w:t xml:space="preserve"> The most common treatment for bowel cancer is to surgically remove the part of the bowel containing the cancer. Suggest what effects removal of part of the large intestine may have on a person’s normal functions.</w:t>
      </w:r>
    </w:p>
    <w:p w14:paraId="31EF2306" w14:textId="6DFC13C7" w:rsidR="00BF03B4" w:rsidRDefault="00BF03B4" w:rsidP="00BF03B4">
      <w:pPr>
        <w:pStyle w:val="answers-answer"/>
      </w:pPr>
      <w:r w:rsidRPr="00BF03B4">
        <w:rPr>
          <w:rStyle w:val="answer"/>
        </w:rPr>
        <w:t>Answer</w:t>
      </w:r>
      <w:r w:rsidRPr="000F0FD3">
        <w:rPr>
          <w:i/>
        </w:rPr>
        <w:t>:</w:t>
      </w:r>
      <w:r>
        <w:t xml:space="preserve"> After </w:t>
      </w:r>
      <w:r w:rsidR="00C3514E">
        <w:t>surgery,</w:t>
      </w:r>
      <w:r>
        <w:t xml:space="preserve"> the large intestine will be shorter than before so the contents will pass through more quickly. Faeces may be </w:t>
      </w:r>
      <w:proofErr w:type="gramStart"/>
      <w:r>
        <w:t>more watery</w:t>
      </w:r>
      <w:proofErr w:type="gramEnd"/>
      <w:r>
        <w:t xml:space="preserve"> because there is less surface area in the bowel for absorption of water. It may also be necessary for some patients to go to the toilet more often. Some patients experience constipation after surgery because the damage to nerves and muscle caused by the surgery may slow peristalsis in the bowel.</w:t>
      </w:r>
    </w:p>
    <w:p w14:paraId="3E1F6A35" w14:textId="77777777" w:rsidR="00BF03B4" w:rsidRDefault="00BF03B4" w:rsidP="00BF03B4">
      <w:pPr>
        <w:pStyle w:val="answers-question"/>
      </w:pPr>
      <w:r w:rsidRPr="00B960C3">
        <w:rPr>
          <w:b/>
        </w:rPr>
        <w:lastRenderedPageBreak/>
        <w:t>14</w:t>
      </w:r>
      <w:r>
        <w:t xml:space="preserve"> Use a flow chart to outline the process of digestion of a piece of ham, which is a protein.</w:t>
      </w:r>
    </w:p>
    <w:p w14:paraId="563A429A" w14:textId="77777777" w:rsidR="00BF03B4" w:rsidRDefault="00BF03B4" w:rsidP="00BF03B4">
      <w:pPr>
        <w:pStyle w:val="answers-answer"/>
      </w:pPr>
      <w:r w:rsidRPr="00BF03B4">
        <w:rPr>
          <w:rStyle w:val="answer"/>
        </w:rPr>
        <w:t>Answer</w:t>
      </w:r>
      <w:r>
        <w:t xml:space="preserve">: </w:t>
      </w:r>
    </w:p>
    <w:p w14:paraId="1419F580" w14:textId="77777777" w:rsidR="00BF03B4" w:rsidRDefault="00BF03B4" w:rsidP="00BF03B4">
      <w:r>
        <w:rPr>
          <w:noProof/>
        </w:rPr>
        <w:drawing>
          <wp:inline distT="0" distB="0" distL="0" distR="0" wp14:anchorId="49FC1FA2" wp14:editId="599A630F">
            <wp:extent cx="3133801" cy="5075225"/>
            <wp:effectExtent l="0" t="0" r="47625" b="1143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5D891565" w14:textId="77777777" w:rsidR="00A33AAC" w:rsidRPr="00A33AAC" w:rsidRDefault="00A33AAC" w:rsidP="00BF03B4">
      <w:pPr>
        <w:pStyle w:val="i-bhead"/>
        <w:rPr>
          <w:lang w:eastAsia="en-US"/>
        </w:rPr>
      </w:pPr>
    </w:p>
    <w:sectPr w:rsidR="00A33AAC" w:rsidRPr="00A33AAC" w:rsidSect="00CF0FC3">
      <w:headerReference w:type="default" r:id="rId15"/>
      <w:footerReference w:type="default" r:id="rId16"/>
      <w:pgSz w:w="11900" w:h="16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6E2CE" w14:textId="77777777" w:rsidR="000424B7" w:rsidRDefault="000424B7">
      <w:r>
        <w:separator/>
      </w:r>
    </w:p>
  </w:endnote>
  <w:endnote w:type="continuationSeparator" w:id="0">
    <w:p w14:paraId="43CBF3E2" w14:textId="77777777" w:rsidR="000424B7" w:rsidRDefault="00042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TCAvantGardeStd-Bk">
    <w:altName w:val="Arial"/>
    <w:panose1 w:val="00000000000000000000"/>
    <w:charset w:val="00"/>
    <w:family w:val="swiss"/>
    <w:notTrueType/>
    <w:pitch w:val="default"/>
    <w:sig w:usb0="00000083" w:usb1="00000000" w:usb2="00000000" w:usb3="00000000" w:csb0="00000009" w:csb1="00000000"/>
  </w:font>
  <w:font w:name="ArialUnicodeMS">
    <w:panose1 w:val="00000000000000000000"/>
    <w:charset w:val="80"/>
    <w:family w:val="auto"/>
    <w:notTrueType/>
    <w:pitch w:val="default"/>
    <w:sig w:usb0="00000001" w:usb1="08070000" w:usb2="00000010" w:usb3="00000000" w:csb0="00020000" w:csb1="00000000"/>
  </w:font>
  <w:font w:name="Melior-Bold">
    <w:altName w:val="Cambria"/>
    <w:panose1 w:val="00000000000000000000"/>
    <w:charset w:val="4D"/>
    <w:family w:val="auto"/>
    <w:notTrueType/>
    <w:pitch w:val="default"/>
    <w:sig w:usb0="00000003" w:usb1="00000000" w:usb2="00000000" w:usb3="00000000" w:csb0="00000001" w:csb1="00000000"/>
  </w:font>
  <w:font w:name="Melior">
    <w:altName w:val="Cambria"/>
    <w:panose1 w:val="00000000000000000000"/>
    <w:charset w:val="4D"/>
    <w:family w:val="auto"/>
    <w:notTrueType/>
    <w:pitch w:val="default"/>
    <w:sig w:usb0="00000003" w:usb1="00000000" w:usb2="00000000" w:usb3="00000000" w:csb0="00000001" w:csb1="00000000"/>
  </w:font>
  <w:font w:name="NewCenturySchlbkLTStd-Roman">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NeuzeitS-BookHeavy">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B8114" w14:textId="77777777" w:rsidR="000424B7" w:rsidRPr="004F754C" w:rsidRDefault="000424B7" w:rsidP="004F754C">
    <w:pPr>
      <w:pStyle w:val="i-footertext"/>
    </w:pPr>
    <w:r>
      <w:t xml:space="preserve">© </w:t>
    </w:r>
    <w:r w:rsidRPr="00817B1F">
      <w:t>Cengage Learning Australia Pty Ltd</w:t>
    </w:r>
    <w:r>
      <w:t xml:space="preserve"> 2020</w:t>
    </w:r>
    <w:r>
      <w:tab/>
    </w:r>
    <w:hyperlink r:id="rId1" w:history="1">
      <w:r w:rsidRPr="00341E34">
        <w:t>www.nelsonnet.com.au</w:t>
      </w:r>
    </w:hyperlink>
    <w:r>
      <w:tab/>
      <w:t xml:space="preserve">Page </w:t>
    </w:r>
    <w:r>
      <w:fldChar w:fldCharType="begin"/>
    </w:r>
    <w:r>
      <w:instrText xml:space="preserve"> PAGE </w:instrText>
    </w:r>
    <w:r>
      <w:fldChar w:fldCharType="separate"/>
    </w:r>
    <w:r>
      <w:t>1</w:t>
    </w:r>
    <w:r>
      <w:rPr>
        <w:noProof/>
      </w:rPr>
      <w:fldChar w:fldCharType="end"/>
    </w:r>
    <w:r>
      <w:t xml:space="preserve"> of </w:t>
    </w:r>
    <w:fldSimple w:instr=" NUMPAGES  ">
      <w: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18757" w14:textId="77777777" w:rsidR="000424B7" w:rsidRDefault="000424B7">
      <w:r>
        <w:separator/>
      </w:r>
    </w:p>
  </w:footnote>
  <w:footnote w:type="continuationSeparator" w:id="0">
    <w:p w14:paraId="7706B130" w14:textId="77777777" w:rsidR="000424B7" w:rsidRDefault="00042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60382" w14:textId="77777777" w:rsidR="000424B7" w:rsidRDefault="000424B7" w:rsidP="003948E1">
    <w:pPr>
      <w:pStyle w:val="Header"/>
      <w:spacing w:after="240"/>
    </w:pPr>
    <w:r>
      <w:rPr>
        <w:noProof/>
      </w:rPr>
      <w:drawing>
        <wp:inline distT="0" distB="0" distL="0" distR="0" wp14:anchorId="74C09477" wp14:editId="1B0C8115">
          <wp:extent cx="990600" cy="4953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N20_Full_cmy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90600"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215827"/>
    <w:multiLevelType w:val="hybridMultilevel"/>
    <w:tmpl w:val="505672DA"/>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1A352B4B"/>
    <w:multiLevelType w:val="hybridMultilevel"/>
    <w:tmpl w:val="26FE2928"/>
    <w:lvl w:ilvl="0" w:tplc="F2C4EF84">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22BE03D6"/>
    <w:multiLevelType w:val="hybridMultilevel"/>
    <w:tmpl w:val="A4BA1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48A2CA4"/>
    <w:multiLevelType w:val="hybridMultilevel"/>
    <w:tmpl w:val="9342AF2E"/>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493A0CB0"/>
    <w:multiLevelType w:val="hybridMultilevel"/>
    <w:tmpl w:val="C0A06C2C"/>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51A57588"/>
    <w:multiLevelType w:val="hybridMultilevel"/>
    <w:tmpl w:val="47BA1880"/>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53AE0815"/>
    <w:multiLevelType w:val="hybridMultilevel"/>
    <w:tmpl w:val="7236F510"/>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5207444"/>
    <w:multiLevelType w:val="hybridMultilevel"/>
    <w:tmpl w:val="28C43D78"/>
    <w:lvl w:ilvl="0" w:tplc="F2C4EF84">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55816E5D"/>
    <w:multiLevelType w:val="hybridMultilevel"/>
    <w:tmpl w:val="6F50DBE8"/>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631E4B9E"/>
    <w:multiLevelType w:val="hybridMultilevel"/>
    <w:tmpl w:val="B26C6BDA"/>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5D433C8"/>
    <w:multiLevelType w:val="hybridMultilevel"/>
    <w:tmpl w:val="81BA2890"/>
    <w:lvl w:ilvl="0" w:tplc="B69CF858">
      <w:numFmt w:val="bullet"/>
      <w:lvlText w:val="•"/>
      <w:lvlJc w:val="left"/>
      <w:pPr>
        <w:ind w:left="720" w:hanging="360"/>
      </w:pPr>
      <w:rPr>
        <w:rFonts w:ascii="Times New Roman" w:eastAsia="Arial" w:hAnsi="Times New Roman" w:cs="Times New Roman" w:hint="default"/>
      </w:rPr>
    </w:lvl>
    <w:lvl w:ilvl="1" w:tplc="8F1241E0">
      <w:numFmt w:val="bullet"/>
      <w:lvlText w:val=""/>
      <w:lvlJc w:val="left"/>
      <w:pPr>
        <w:ind w:left="1440" w:hanging="360"/>
      </w:pPr>
      <w:rPr>
        <w:rFonts w:ascii="Wingdings" w:eastAsia="Arial" w:hAnsi="Wingdings" w:cs="Arial"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7BD15186"/>
    <w:multiLevelType w:val="hybridMultilevel"/>
    <w:tmpl w:val="239204CC"/>
    <w:lvl w:ilvl="0" w:tplc="0144F954">
      <w:start w:val="1"/>
      <w:numFmt w:val="bullet"/>
      <w:pStyle w:val="listnormal"/>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0"/>
  </w:num>
  <w:num w:numId="4">
    <w:abstractNumId w:val="6"/>
  </w:num>
  <w:num w:numId="5">
    <w:abstractNumId w:val="8"/>
  </w:num>
  <w:num w:numId="6">
    <w:abstractNumId w:val="2"/>
  </w:num>
  <w:num w:numId="7">
    <w:abstractNumId w:val="4"/>
  </w:num>
  <w:num w:numId="8">
    <w:abstractNumId w:val="7"/>
  </w:num>
  <w:num w:numId="9">
    <w:abstractNumId w:val="1"/>
  </w:num>
  <w:num w:numId="10">
    <w:abstractNumId w:val="9"/>
  </w:num>
  <w:num w:numId="11">
    <w:abstractNumId w:val="5"/>
  </w:num>
  <w:num w:numId="1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AB2"/>
    <w:rsid w:val="00000CA6"/>
    <w:rsid w:val="000063B7"/>
    <w:rsid w:val="000155A0"/>
    <w:rsid w:val="000424B7"/>
    <w:rsid w:val="000500A9"/>
    <w:rsid w:val="00052A43"/>
    <w:rsid w:val="00062882"/>
    <w:rsid w:val="00064CB1"/>
    <w:rsid w:val="00077FFB"/>
    <w:rsid w:val="000B1CD8"/>
    <w:rsid w:val="000B603E"/>
    <w:rsid w:val="000C1F54"/>
    <w:rsid w:val="000D1BE3"/>
    <w:rsid w:val="000D485A"/>
    <w:rsid w:val="00114991"/>
    <w:rsid w:val="00116892"/>
    <w:rsid w:val="0016289D"/>
    <w:rsid w:val="00194D67"/>
    <w:rsid w:val="001E6A55"/>
    <w:rsid w:val="00223121"/>
    <w:rsid w:val="002B3080"/>
    <w:rsid w:val="002C7335"/>
    <w:rsid w:val="002D25EE"/>
    <w:rsid w:val="00320495"/>
    <w:rsid w:val="00325BC7"/>
    <w:rsid w:val="00340834"/>
    <w:rsid w:val="003579A6"/>
    <w:rsid w:val="003908D1"/>
    <w:rsid w:val="003926E1"/>
    <w:rsid w:val="003948E1"/>
    <w:rsid w:val="003A33D0"/>
    <w:rsid w:val="003D4E90"/>
    <w:rsid w:val="004443D8"/>
    <w:rsid w:val="004A6DF7"/>
    <w:rsid w:val="004F754C"/>
    <w:rsid w:val="0050786E"/>
    <w:rsid w:val="0052050E"/>
    <w:rsid w:val="0053034A"/>
    <w:rsid w:val="0053276D"/>
    <w:rsid w:val="00534DB0"/>
    <w:rsid w:val="00534E7A"/>
    <w:rsid w:val="00550169"/>
    <w:rsid w:val="00564179"/>
    <w:rsid w:val="00565F68"/>
    <w:rsid w:val="00575298"/>
    <w:rsid w:val="005927CB"/>
    <w:rsid w:val="00597F49"/>
    <w:rsid w:val="005D2261"/>
    <w:rsid w:val="005E05CB"/>
    <w:rsid w:val="00603B82"/>
    <w:rsid w:val="0062231D"/>
    <w:rsid w:val="00630CDD"/>
    <w:rsid w:val="006338DE"/>
    <w:rsid w:val="00642851"/>
    <w:rsid w:val="006C7A0D"/>
    <w:rsid w:val="006D42FC"/>
    <w:rsid w:val="006E5738"/>
    <w:rsid w:val="00717E26"/>
    <w:rsid w:val="00744A86"/>
    <w:rsid w:val="00787F7E"/>
    <w:rsid w:val="007A6F20"/>
    <w:rsid w:val="007A6F21"/>
    <w:rsid w:val="00837580"/>
    <w:rsid w:val="00850230"/>
    <w:rsid w:val="008575DB"/>
    <w:rsid w:val="0087256B"/>
    <w:rsid w:val="00891818"/>
    <w:rsid w:val="00897846"/>
    <w:rsid w:val="008C5AB2"/>
    <w:rsid w:val="008E6A44"/>
    <w:rsid w:val="00927203"/>
    <w:rsid w:val="0095079A"/>
    <w:rsid w:val="009C2EB7"/>
    <w:rsid w:val="009F04E4"/>
    <w:rsid w:val="009F1F29"/>
    <w:rsid w:val="009F2D7A"/>
    <w:rsid w:val="00A12209"/>
    <w:rsid w:val="00A33AAC"/>
    <w:rsid w:val="00A47BD3"/>
    <w:rsid w:val="00A85E85"/>
    <w:rsid w:val="00AD24F6"/>
    <w:rsid w:val="00AE1D51"/>
    <w:rsid w:val="00B512AF"/>
    <w:rsid w:val="00B60A03"/>
    <w:rsid w:val="00B66D33"/>
    <w:rsid w:val="00B8370C"/>
    <w:rsid w:val="00BB5973"/>
    <w:rsid w:val="00BE098D"/>
    <w:rsid w:val="00BE67EF"/>
    <w:rsid w:val="00BF03B4"/>
    <w:rsid w:val="00C153FC"/>
    <w:rsid w:val="00C209F8"/>
    <w:rsid w:val="00C225D2"/>
    <w:rsid w:val="00C30BE5"/>
    <w:rsid w:val="00C3514E"/>
    <w:rsid w:val="00C615AE"/>
    <w:rsid w:val="00C738D1"/>
    <w:rsid w:val="00CB3385"/>
    <w:rsid w:val="00CB49DC"/>
    <w:rsid w:val="00CC15C6"/>
    <w:rsid w:val="00CC2864"/>
    <w:rsid w:val="00CE52D8"/>
    <w:rsid w:val="00CF0FC3"/>
    <w:rsid w:val="00D273BE"/>
    <w:rsid w:val="00D95CDD"/>
    <w:rsid w:val="00DB246B"/>
    <w:rsid w:val="00E0610A"/>
    <w:rsid w:val="00E0618A"/>
    <w:rsid w:val="00E816CF"/>
    <w:rsid w:val="00E82056"/>
    <w:rsid w:val="00E90E1F"/>
    <w:rsid w:val="00EB78D9"/>
    <w:rsid w:val="00EE7DDD"/>
    <w:rsid w:val="00EF7BB4"/>
    <w:rsid w:val="00F406B5"/>
    <w:rsid w:val="00F643D6"/>
    <w:rsid w:val="00F67D35"/>
    <w:rsid w:val="00FC7539"/>
    <w:rsid w:val="00FD4224"/>
    <w:rsid w:val="00FD5816"/>
    <w:rsid w:val="00FE4398"/>
    <w:rsid w:val="00FF36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72494E"/>
  <w15:chartTrackingRefBased/>
  <w15:docId w15:val="{243D24D6-C773-4B2B-AFB4-B1537762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AB2"/>
    <w:pPr>
      <w:spacing w:line="276" w:lineRule="auto"/>
    </w:pPr>
    <w:rPr>
      <w:rFonts w:ascii="Arial" w:eastAsia="Arial" w:hAnsi="Arial" w:cs="Arial"/>
      <w:sz w:val="22"/>
      <w:szCs w:val="22"/>
      <w:lang w:val="en-GB" w:eastAsia="en-AU"/>
    </w:rPr>
  </w:style>
  <w:style w:type="paragraph" w:styleId="Heading1">
    <w:name w:val="heading 1"/>
    <w:basedOn w:val="Normal"/>
    <w:next w:val="Normal"/>
    <w:link w:val="Heading1Char"/>
    <w:uiPriority w:val="9"/>
    <w:unhideWhenUsed/>
    <w:rsid w:val="003948E1"/>
    <w:pPr>
      <w:keepNext/>
      <w:keepLines/>
      <w:spacing w:before="480"/>
      <w:outlineLvl w:val="0"/>
    </w:pPr>
    <w:rPr>
      <w:rFonts w:ascii="Calibri Light" w:hAnsi="Calibri Light"/>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8E1"/>
    <w:rPr>
      <w:rFonts w:ascii="Calibri Light" w:eastAsia="Times New Roman" w:hAnsi="Calibri Light" w:cs="Times New Roman"/>
      <w:b/>
      <w:bCs/>
      <w:color w:val="365F91"/>
      <w:sz w:val="28"/>
      <w:szCs w:val="28"/>
      <w:lang w:val="en-GB"/>
    </w:rPr>
  </w:style>
  <w:style w:type="paragraph" w:customStyle="1" w:styleId="minor">
    <w:name w:val="minor"/>
    <w:basedOn w:val="Normal"/>
    <w:link w:val="minorChar"/>
    <w:qFormat/>
    <w:rsid w:val="009F04E4"/>
    <w:rPr>
      <w:noProof/>
      <w:color w:val="FF0000"/>
    </w:rPr>
  </w:style>
  <w:style w:type="character" w:customStyle="1" w:styleId="minorChar">
    <w:name w:val="minor Char"/>
    <w:link w:val="minor"/>
    <w:rsid w:val="009F04E4"/>
    <w:rPr>
      <w:noProof/>
      <w:color w:val="FF0000"/>
      <w:sz w:val="20"/>
      <w:lang w:eastAsia="en-AU"/>
    </w:rPr>
  </w:style>
  <w:style w:type="table" w:styleId="TableGrid">
    <w:name w:val="Table Grid"/>
    <w:basedOn w:val="TableNormal"/>
    <w:uiPriority w:val="39"/>
    <w:rsid w:val="003948E1"/>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ormal">
    <w:name w:val="list normal"/>
    <w:basedOn w:val="Normal"/>
    <w:link w:val="listnormalChar"/>
    <w:qFormat/>
    <w:rsid w:val="009F04E4"/>
    <w:pPr>
      <w:numPr>
        <w:numId w:val="1"/>
      </w:numPr>
    </w:pPr>
    <w:rPr>
      <w:rFonts w:cs="Courier New"/>
    </w:rPr>
  </w:style>
  <w:style w:type="character" w:customStyle="1" w:styleId="listnormalChar">
    <w:name w:val="list normal Char"/>
    <w:link w:val="listnormal"/>
    <w:rsid w:val="009F04E4"/>
    <w:rPr>
      <w:rFonts w:ascii="Arial" w:eastAsia="Arial" w:hAnsi="Arial" w:cs="Courier New"/>
      <w:sz w:val="22"/>
      <w:szCs w:val="22"/>
      <w:lang w:val="en-GB" w:eastAsia="en-AU"/>
    </w:rPr>
  </w:style>
  <w:style w:type="paragraph" w:styleId="ListParagraph">
    <w:name w:val="List Paragraph"/>
    <w:basedOn w:val="Normal"/>
    <w:uiPriority w:val="34"/>
    <w:qFormat/>
    <w:rsid w:val="003948E1"/>
    <w:pPr>
      <w:ind w:left="720"/>
      <w:contextualSpacing/>
    </w:pPr>
  </w:style>
  <w:style w:type="character" w:customStyle="1" w:styleId="i-notetoDTOchar">
    <w:name w:val="&lt;i - note to DTO char&gt;"/>
    <w:uiPriority w:val="1"/>
    <w:rsid w:val="003948E1"/>
    <w:rPr>
      <w:rFonts w:ascii="Arial" w:hAnsi="Arial" w:cs="Arial"/>
      <w:b/>
      <w:color w:val="FF0000"/>
    </w:rPr>
  </w:style>
  <w:style w:type="paragraph" w:customStyle="1" w:styleId="i-notetoDTO">
    <w:name w:val="&lt;i - note to DTO&gt;"/>
    <w:link w:val="i-notetoDTOChar0"/>
    <w:autoRedefine/>
    <w:qFormat/>
    <w:rsid w:val="003948E1"/>
    <w:pPr>
      <w:jc w:val="center"/>
    </w:pPr>
    <w:rPr>
      <w:rFonts w:ascii="Arial" w:eastAsia="Times New Roman" w:hAnsi="Arial" w:cs="Arial"/>
      <w:b/>
      <w:color w:val="FF0000"/>
      <w:sz w:val="28"/>
      <w:szCs w:val="28"/>
      <w:lang w:val="en-GB" w:eastAsia="en-US"/>
    </w:rPr>
  </w:style>
  <w:style w:type="character" w:customStyle="1" w:styleId="i-notetoDTOChar0">
    <w:name w:val="&lt;i - note to DTO&gt; Char"/>
    <w:link w:val="i-notetoDTO"/>
    <w:rsid w:val="003948E1"/>
    <w:rPr>
      <w:rFonts w:ascii="Arial" w:eastAsia="Times New Roman" w:hAnsi="Arial" w:cs="Arial"/>
      <w:b/>
      <w:color w:val="FF0000"/>
      <w:sz w:val="28"/>
      <w:szCs w:val="28"/>
      <w:lang w:val="en-GB"/>
    </w:rPr>
  </w:style>
  <w:style w:type="paragraph" w:styleId="BalloonText">
    <w:name w:val="Balloon Text"/>
    <w:basedOn w:val="Normal"/>
    <w:link w:val="BalloonTextChar"/>
    <w:uiPriority w:val="99"/>
    <w:semiHidden/>
    <w:unhideWhenUsed/>
    <w:rsid w:val="003948E1"/>
    <w:rPr>
      <w:rFonts w:ascii="Tahoma" w:hAnsi="Tahoma" w:cs="Tahoma"/>
      <w:sz w:val="16"/>
      <w:szCs w:val="16"/>
    </w:rPr>
  </w:style>
  <w:style w:type="character" w:customStyle="1" w:styleId="BalloonTextChar">
    <w:name w:val="Balloon Text Char"/>
    <w:link w:val="BalloonText"/>
    <w:uiPriority w:val="99"/>
    <w:semiHidden/>
    <w:rsid w:val="003948E1"/>
    <w:rPr>
      <w:rFonts w:ascii="Tahoma" w:eastAsia="Times New Roman" w:hAnsi="Tahoma" w:cs="Tahoma"/>
      <w:sz w:val="16"/>
      <w:szCs w:val="16"/>
      <w:lang w:val="en-GB"/>
    </w:rPr>
  </w:style>
  <w:style w:type="paragraph" w:customStyle="1" w:styleId="i-bhead">
    <w:name w:val="i - b head"/>
    <w:basedOn w:val="Normal"/>
    <w:rsid w:val="00E0610A"/>
    <w:pPr>
      <w:spacing w:before="75"/>
    </w:pPr>
    <w:rPr>
      <w:rFonts w:ascii="Verdana" w:hAnsi="Verdana"/>
      <w:color w:val="00AEEF"/>
      <w:sz w:val="32"/>
      <w:szCs w:val="28"/>
    </w:rPr>
  </w:style>
  <w:style w:type="character" w:customStyle="1" w:styleId="i-bodytextbold">
    <w:name w:val="i - body text bold"/>
    <w:uiPriority w:val="1"/>
    <w:rsid w:val="003948E1"/>
    <w:rPr>
      <w:b/>
    </w:rPr>
  </w:style>
  <w:style w:type="paragraph" w:customStyle="1" w:styleId="i-bodytextfo">
    <w:name w:val="i - body text f/o"/>
    <w:basedOn w:val="Normal"/>
    <w:next w:val="Normal"/>
    <w:autoRedefine/>
    <w:qFormat/>
    <w:rsid w:val="003948E1"/>
    <w:pPr>
      <w:spacing w:before="75" w:after="75" w:line="360" w:lineRule="auto"/>
    </w:pPr>
    <w:rPr>
      <w:lang w:val="en-AU"/>
    </w:rPr>
  </w:style>
  <w:style w:type="paragraph" w:customStyle="1" w:styleId="i-bodytextindent">
    <w:name w:val="i - body text indent"/>
    <w:basedOn w:val="i-bodytextfo"/>
    <w:autoRedefine/>
    <w:qFormat/>
    <w:rsid w:val="003948E1"/>
    <w:pPr>
      <w:ind w:firstLine="225"/>
    </w:pPr>
  </w:style>
  <w:style w:type="character" w:customStyle="1" w:styleId="i-bodytextitalic">
    <w:name w:val="i - body text italic"/>
    <w:uiPriority w:val="1"/>
    <w:rsid w:val="003948E1"/>
    <w:rPr>
      <w:i/>
    </w:rPr>
  </w:style>
  <w:style w:type="paragraph" w:customStyle="1" w:styleId="i-bodytextright">
    <w:name w:val="i - body text right"/>
    <w:basedOn w:val="i-bodytextfo"/>
    <w:rsid w:val="003948E1"/>
    <w:pPr>
      <w:suppressAutoHyphens/>
      <w:jc w:val="right"/>
    </w:pPr>
    <w:rPr>
      <w:color w:val="548DD4"/>
    </w:rPr>
  </w:style>
  <w:style w:type="character" w:customStyle="1" w:styleId="i-bodytextsubscript">
    <w:name w:val="i - body text subscript"/>
    <w:uiPriority w:val="1"/>
    <w:rsid w:val="003948E1"/>
    <w:rPr>
      <w:vertAlign w:val="subscript"/>
    </w:rPr>
  </w:style>
  <w:style w:type="character" w:customStyle="1" w:styleId="i-bodytextsubscriptitalic">
    <w:name w:val="i - body text subscript italic"/>
    <w:uiPriority w:val="1"/>
    <w:rsid w:val="003948E1"/>
    <w:rPr>
      <w:i/>
      <w:vertAlign w:val="subscript"/>
    </w:rPr>
  </w:style>
  <w:style w:type="character" w:customStyle="1" w:styleId="i-bodytextsuperscript">
    <w:name w:val="i - body text superscript"/>
    <w:rsid w:val="003948E1"/>
    <w:rPr>
      <w:dstrike w:val="0"/>
      <w:vertAlign w:val="superscript"/>
    </w:rPr>
  </w:style>
  <w:style w:type="character" w:customStyle="1" w:styleId="i-bodytextsuperscriptitalic">
    <w:name w:val="i - body text superscript italic"/>
    <w:uiPriority w:val="1"/>
    <w:rsid w:val="003948E1"/>
    <w:rPr>
      <w:i/>
      <w:vertAlign w:val="superscript"/>
    </w:rPr>
  </w:style>
  <w:style w:type="character" w:customStyle="1" w:styleId="i-bodytexturl">
    <w:name w:val="i - body text url"/>
    <w:rsid w:val="003948E1"/>
    <w:rPr>
      <w:rFonts w:ascii="Arial" w:hAnsi="Arial" w:cs="Arial"/>
      <w:b/>
      <w:bCs/>
      <w:color w:val="3366FF"/>
      <w:lang w:val="en-US"/>
    </w:rPr>
  </w:style>
  <w:style w:type="paragraph" w:customStyle="1" w:styleId="i-bulletlist1">
    <w:name w:val="i - bullet list 1"/>
    <w:autoRedefine/>
    <w:rsid w:val="003948E1"/>
    <w:pPr>
      <w:ind w:left="405" w:hanging="405"/>
    </w:pPr>
    <w:rPr>
      <w:rFonts w:ascii="Verdana" w:eastAsia="Times New Roman" w:hAnsi="Verdana" w:cs="Arial"/>
      <w:sz w:val="22"/>
      <w:szCs w:val="22"/>
      <w:lang w:val="en-GB" w:eastAsia="en-US"/>
    </w:rPr>
  </w:style>
  <w:style w:type="paragraph" w:customStyle="1" w:styleId="i-bulletlist2">
    <w:name w:val="i - bullet list 2"/>
    <w:basedOn w:val="Normal"/>
    <w:autoRedefine/>
    <w:rsid w:val="00FD5816"/>
    <w:pPr>
      <w:spacing w:before="75" w:after="75"/>
      <w:ind w:left="709" w:hanging="283"/>
    </w:pPr>
    <w:rPr>
      <w:lang w:val="en-AU"/>
    </w:rPr>
  </w:style>
  <w:style w:type="paragraph" w:customStyle="1" w:styleId="i-bulletlist3">
    <w:name w:val="i - bullet list 3"/>
    <w:basedOn w:val="i-bulletlist2"/>
    <w:rsid w:val="003948E1"/>
    <w:pPr>
      <w:ind w:left="993" w:hanging="284"/>
    </w:pPr>
  </w:style>
  <w:style w:type="paragraph" w:customStyle="1" w:styleId="i-chead">
    <w:name w:val="i - c head"/>
    <w:basedOn w:val="Normal"/>
    <w:next w:val="i-bodytextfo"/>
    <w:autoRedefine/>
    <w:qFormat/>
    <w:rsid w:val="007A6F20"/>
    <w:pPr>
      <w:spacing w:before="240" w:after="120" w:line="240" w:lineRule="auto"/>
    </w:pPr>
    <w:rPr>
      <w:rFonts w:ascii="Verdana" w:hAnsi="Verdana"/>
      <w:b/>
      <w:color w:val="00AEEF"/>
      <w:sz w:val="24"/>
      <w:szCs w:val="28"/>
      <w:lang w:eastAsia="en-US"/>
    </w:rPr>
  </w:style>
  <w:style w:type="paragraph" w:customStyle="1" w:styleId="i-equationtext">
    <w:name w:val="i - equation text"/>
    <w:basedOn w:val="i-bodytextindent"/>
    <w:autoRedefine/>
    <w:rsid w:val="003948E1"/>
    <w:pPr>
      <w:spacing w:line="240" w:lineRule="auto"/>
      <w:ind w:firstLine="0"/>
      <w:jc w:val="center"/>
    </w:pPr>
    <w:rPr>
      <w:rFonts w:ascii="Cambria Math" w:hAnsi="Cambria Math"/>
    </w:rPr>
  </w:style>
  <w:style w:type="character" w:customStyle="1" w:styleId="i-headbold">
    <w:name w:val="i - head bold"/>
    <w:uiPriority w:val="1"/>
    <w:rsid w:val="003948E1"/>
    <w:rPr>
      <w:b/>
    </w:rPr>
  </w:style>
  <w:style w:type="character" w:customStyle="1" w:styleId="i-headitalic">
    <w:name w:val="i - head italic"/>
    <w:uiPriority w:val="1"/>
    <w:rsid w:val="003948E1"/>
    <w:rPr>
      <w:rFonts w:ascii="Arial" w:hAnsi="Arial"/>
      <w:i/>
    </w:rPr>
  </w:style>
  <w:style w:type="character" w:customStyle="1" w:styleId="i-headsubscript">
    <w:name w:val="i - head subscript"/>
    <w:uiPriority w:val="1"/>
    <w:rsid w:val="003948E1"/>
    <w:rPr>
      <w:rFonts w:ascii="Arial" w:hAnsi="Arial"/>
      <w:vertAlign w:val="subscript"/>
    </w:rPr>
  </w:style>
  <w:style w:type="character" w:customStyle="1" w:styleId="i-headsuperscript">
    <w:name w:val="i - head superscript"/>
    <w:uiPriority w:val="1"/>
    <w:rsid w:val="003948E1"/>
    <w:rPr>
      <w:rFonts w:ascii="Arial" w:hAnsi="Arial"/>
      <w:vertAlign w:val="superscript"/>
    </w:rPr>
  </w:style>
  <w:style w:type="paragraph" w:customStyle="1" w:styleId="i-label1">
    <w:name w:val="i - label 1"/>
    <w:basedOn w:val="Normal"/>
    <w:autoRedefine/>
    <w:rsid w:val="003948E1"/>
    <w:rPr>
      <w:color w:val="494949"/>
    </w:rPr>
  </w:style>
  <w:style w:type="paragraph" w:customStyle="1" w:styleId="i-label2">
    <w:name w:val="i - label 2"/>
    <w:rsid w:val="003948E1"/>
    <w:pPr>
      <w:spacing w:before="60"/>
    </w:pPr>
    <w:rPr>
      <w:rFonts w:ascii="Arial" w:eastAsia="Times New Roman" w:hAnsi="Arial"/>
      <w:color w:val="808080"/>
      <w:sz w:val="22"/>
      <w:szCs w:val="24"/>
      <w:lang w:eastAsia="en-US"/>
    </w:rPr>
  </w:style>
  <w:style w:type="character" w:customStyle="1" w:styleId="i-label2bold">
    <w:name w:val="i - label 2 bold"/>
    <w:uiPriority w:val="1"/>
    <w:rsid w:val="003948E1"/>
    <w:rPr>
      <w:rFonts w:ascii="Arial Unicode MS" w:hAnsi="Arial Unicode MS"/>
      <w:b/>
      <w:sz w:val="24"/>
    </w:rPr>
  </w:style>
  <w:style w:type="character" w:customStyle="1" w:styleId="i-label2italic">
    <w:name w:val="i - label 2 italic"/>
    <w:uiPriority w:val="1"/>
    <w:rsid w:val="003948E1"/>
    <w:rPr>
      <w:rFonts w:ascii="Arial Unicode MS" w:hAnsi="Arial Unicode MS"/>
      <w:i/>
      <w:sz w:val="24"/>
    </w:rPr>
  </w:style>
  <w:style w:type="character" w:customStyle="1" w:styleId="i-labelbold">
    <w:name w:val="i - label bold"/>
    <w:uiPriority w:val="1"/>
    <w:rsid w:val="003948E1"/>
    <w:rPr>
      <w:b/>
    </w:rPr>
  </w:style>
  <w:style w:type="character" w:customStyle="1" w:styleId="i-labelitalic">
    <w:name w:val="i - label italic"/>
    <w:uiPriority w:val="1"/>
    <w:rsid w:val="003948E1"/>
    <w:rPr>
      <w:i/>
    </w:rPr>
  </w:style>
  <w:style w:type="character" w:customStyle="1" w:styleId="i-labelsubscript">
    <w:name w:val="i - label subscript"/>
    <w:uiPriority w:val="1"/>
    <w:rsid w:val="003948E1"/>
    <w:rPr>
      <w:vertAlign w:val="subscript"/>
    </w:rPr>
  </w:style>
  <w:style w:type="character" w:customStyle="1" w:styleId="i-labelsuperscript">
    <w:name w:val="i - label superscript"/>
    <w:uiPriority w:val="1"/>
    <w:rsid w:val="003948E1"/>
    <w:rPr>
      <w:vertAlign w:val="superscript"/>
    </w:rPr>
  </w:style>
  <w:style w:type="character" w:customStyle="1" w:styleId="i-listbold">
    <w:name w:val="i - list bold"/>
    <w:uiPriority w:val="1"/>
    <w:rsid w:val="003948E1"/>
    <w:rPr>
      <w:b/>
    </w:rPr>
  </w:style>
  <w:style w:type="character" w:customStyle="1" w:styleId="i-listitalic">
    <w:name w:val="i - list italic"/>
    <w:uiPriority w:val="1"/>
    <w:qFormat/>
    <w:rsid w:val="003948E1"/>
    <w:rPr>
      <w:i/>
      <w:color w:val="112E35"/>
    </w:rPr>
  </w:style>
  <w:style w:type="character" w:customStyle="1" w:styleId="i-listnumber">
    <w:name w:val="i - list number"/>
    <w:qFormat/>
    <w:rsid w:val="003948E1"/>
    <w:rPr>
      <w:rFonts w:ascii="Arial" w:hAnsi="Arial" w:cs="Arial"/>
      <w:b/>
      <w:color w:val="1F0D2D"/>
      <w:sz w:val="22"/>
    </w:rPr>
  </w:style>
  <w:style w:type="character" w:customStyle="1" w:styleId="i-listsubscript">
    <w:name w:val="i - list subscript"/>
    <w:uiPriority w:val="1"/>
    <w:rsid w:val="003948E1"/>
    <w:rPr>
      <w:vertAlign w:val="subscript"/>
    </w:rPr>
  </w:style>
  <w:style w:type="character" w:customStyle="1" w:styleId="i-listsubscriptitalic">
    <w:name w:val="i - list subscript italic"/>
    <w:uiPriority w:val="1"/>
    <w:rsid w:val="003948E1"/>
    <w:rPr>
      <w:rFonts w:ascii="Verdana" w:hAnsi="Verdana"/>
      <w:i/>
      <w:vertAlign w:val="subscript"/>
    </w:rPr>
  </w:style>
  <w:style w:type="character" w:customStyle="1" w:styleId="i-listsuperscript">
    <w:name w:val="i - list superscript"/>
    <w:uiPriority w:val="1"/>
    <w:rsid w:val="003948E1"/>
    <w:rPr>
      <w:vertAlign w:val="superscript"/>
    </w:rPr>
  </w:style>
  <w:style w:type="character" w:customStyle="1" w:styleId="i-listsuperscriptitalic">
    <w:name w:val="i - list superscript italic"/>
    <w:uiPriority w:val="1"/>
    <w:rsid w:val="003948E1"/>
    <w:rPr>
      <w:rFonts w:ascii="Verdana" w:hAnsi="Verdana"/>
      <w:i/>
      <w:vertAlign w:val="superscript"/>
    </w:rPr>
  </w:style>
  <w:style w:type="character" w:customStyle="1" w:styleId="i-listurl">
    <w:name w:val="i - list url"/>
    <w:uiPriority w:val="1"/>
    <w:rsid w:val="003948E1"/>
    <w:rPr>
      <w:rFonts w:ascii="Verdana" w:hAnsi="Verdana"/>
      <w:b/>
      <w:color w:val="31849B"/>
    </w:rPr>
  </w:style>
  <w:style w:type="paragraph" w:customStyle="1" w:styleId="i-numberedlist1">
    <w:name w:val="i - numbered list 1"/>
    <w:autoRedefine/>
    <w:qFormat/>
    <w:rsid w:val="003948E1"/>
    <w:pPr>
      <w:spacing w:before="120" w:after="75"/>
      <w:ind w:left="403" w:hanging="403"/>
      <w:contextualSpacing/>
    </w:pPr>
    <w:rPr>
      <w:rFonts w:ascii="Times New Roman" w:eastAsia="Times New Roman" w:hAnsi="Times New Roman"/>
      <w:sz w:val="24"/>
      <w:szCs w:val="22"/>
      <w:lang w:eastAsia="en-US"/>
    </w:rPr>
  </w:style>
  <w:style w:type="paragraph" w:customStyle="1" w:styleId="i-numberedlist1indent">
    <w:name w:val="i - numbered list 1 indent"/>
    <w:basedOn w:val="i-numberedlist1"/>
    <w:autoRedefine/>
    <w:rsid w:val="003948E1"/>
    <w:pPr>
      <w:ind w:firstLine="315"/>
    </w:pPr>
  </w:style>
  <w:style w:type="paragraph" w:customStyle="1" w:styleId="i-numberedlist1indentfo">
    <w:name w:val="i - numbered list 1 indent f/o"/>
    <w:basedOn w:val="i-numberedlist1indent"/>
    <w:qFormat/>
    <w:rsid w:val="003948E1"/>
    <w:pPr>
      <w:ind w:firstLine="0"/>
    </w:pPr>
  </w:style>
  <w:style w:type="paragraph" w:customStyle="1" w:styleId="i-numberedlist1a">
    <w:name w:val="i - numbered list 1a"/>
    <w:basedOn w:val="Normal"/>
    <w:autoRedefine/>
    <w:qFormat/>
    <w:rsid w:val="00FD5816"/>
    <w:pPr>
      <w:tabs>
        <w:tab w:val="left" w:pos="425"/>
        <w:tab w:val="left" w:pos="709"/>
        <w:tab w:val="left" w:pos="993"/>
      </w:tabs>
      <w:ind w:left="720" w:hanging="720"/>
    </w:pPr>
  </w:style>
  <w:style w:type="paragraph" w:customStyle="1" w:styleId="i-numberedlist1ai">
    <w:name w:val="i - numbered list 1ai"/>
    <w:basedOn w:val="i-numberedlist1a"/>
    <w:autoRedefine/>
    <w:rsid w:val="003948E1"/>
    <w:pPr>
      <w:tabs>
        <w:tab w:val="clear" w:pos="993"/>
        <w:tab w:val="left" w:pos="1038"/>
      </w:tabs>
      <w:ind w:left="1038" w:hanging="1038"/>
    </w:pPr>
  </w:style>
  <w:style w:type="paragraph" w:customStyle="1" w:styleId="i-numberedlist2">
    <w:name w:val="i - numbered list 2"/>
    <w:basedOn w:val="i-numberedlist1"/>
    <w:autoRedefine/>
    <w:qFormat/>
    <w:rsid w:val="003948E1"/>
    <w:pPr>
      <w:ind w:left="709" w:hanging="284"/>
    </w:pPr>
  </w:style>
  <w:style w:type="paragraph" w:customStyle="1" w:styleId="i-numberedlist2indentfo">
    <w:name w:val="i - numbered list 2 indent f/o"/>
    <w:basedOn w:val="i-numberedlist1indentfo"/>
    <w:qFormat/>
    <w:rsid w:val="003948E1"/>
    <w:pPr>
      <w:ind w:left="720"/>
    </w:pPr>
  </w:style>
  <w:style w:type="paragraph" w:customStyle="1" w:styleId="i-numberedlist2a">
    <w:name w:val="i - numbered list 2a"/>
    <w:basedOn w:val="i-numberedlist1a"/>
    <w:rsid w:val="003948E1"/>
    <w:pPr>
      <w:ind w:left="1038" w:hanging="612"/>
    </w:pPr>
  </w:style>
  <w:style w:type="paragraph" w:customStyle="1" w:styleId="i-numberedlist3">
    <w:name w:val="i - numbered list 3"/>
    <w:basedOn w:val="i-numberedlist2"/>
    <w:autoRedefine/>
    <w:qFormat/>
    <w:rsid w:val="003948E1"/>
    <w:pPr>
      <w:ind w:left="1038" w:hanging="318"/>
    </w:pPr>
    <w:rPr>
      <w:color w:val="943634"/>
    </w:rPr>
  </w:style>
  <w:style w:type="paragraph" w:customStyle="1" w:styleId="i-numberedlist3indentfo">
    <w:name w:val="i - numbered list 3 indent f/o"/>
    <w:basedOn w:val="i-numberedlist3"/>
    <w:qFormat/>
    <w:rsid w:val="003948E1"/>
    <w:pPr>
      <w:ind w:firstLine="0"/>
    </w:pPr>
    <w:rPr>
      <w:rFonts w:eastAsia="ITCAvantGardeStd-Bk"/>
      <w:color w:val="632423"/>
    </w:rPr>
  </w:style>
  <w:style w:type="paragraph" w:customStyle="1" w:styleId="i-subhead">
    <w:name w:val="i - subhead"/>
    <w:basedOn w:val="Normal"/>
    <w:autoRedefine/>
    <w:rsid w:val="003948E1"/>
    <w:pPr>
      <w:spacing w:before="240"/>
      <w:ind w:left="397" w:hanging="397"/>
    </w:pPr>
    <w:rPr>
      <w:rFonts w:ascii="Verdana" w:eastAsia="Calibri" w:hAnsi="Verdana"/>
      <w:color w:val="E36C0A"/>
      <w:lang w:val="en-AU"/>
    </w:rPr>
  </w:style>
  <w:style w:type="paragraph" w:customStyle="1" w:styleId="i-tablecolumnheadalignedleft">
    <w:name w:val="i - table column head aligned left"/>
    <w:basedOn w:val="Normal"/>
    <w:autoRedefine/>
    <w:rsid w:val="003948E1"/>
    <w:pPr>
      <w:spacing w:before="30" w:after="30" w:line="280" w:lineRule="exact"/>
    </w:pPr>
    <w:rPr>
      <w:b/>
    </w:rPr>
  </w:style>
  <w:style w:type="paragraph" w:customStyle="1" w:styleId="i-tablecolumnheadcentred">
    <w:name w:val="i - table column head centred"/>
    <w:basedOn w:val="i-tablecolumnheadalignedleft"/>
    <w:autoRedefine/>
    <w:rsid w:val="003948E1"/>
    <w:pPr>
      <w:jc w:val="center"/>
    </w:pPr>
    <w:rPr>
      <w:rFonts w:eastAsia="ITCAvantGardeStd-Bk"/>
    </w:rPr>
  </w:style>
  <w:style w:type="paragraph" w:customStyle="1" w:styleId="i-tabletext">
    <w:name w:val="i - table text"/>
    <w:autoRedefine/>
    <w:rsid w:val="00C615AE"/>
    <w:pPr>
      <w:spacing w:before="30" w:after="30"/>
    </w:pPr>
    <w:rPr>
      <w:rFonts w:ascii="Times New Roman" w:eastAsia="Times New Roman" w:hAnsi="Times New Roman"/>
      <w:color w:val="000000"/>
      <w:position w:val="-12"/>
      <w:sz w:val="24"/>
      <w:szCs w:val="24"/>
      <w:lang w:val="en-GB" w:eastAsia="en-AU"/>
    </w:rPr>
  </w:style>
  <w:style w:type="paragraph" w:customStyle="1" w:styleId="i-tablecolumntextcentred">
    <w:name w:val="i - table column text centred"/>
    <w:basedOn w:val="i-tabletext"/>
    <w:rsid w:val="003948E1"/>
    <w:pPr>
      <w:jc w:val="center"/>
    </w:pPr>
  </w:style>
  <w:style w:type="paragraph" w:customStyle="1" w:styleId="i-tabletextalignedright">
    <w:name w:val="i - table text aligned right"/>
    <w:basedOn w:val="i-tabletext"/>
    <w:autoRedefine/>
    <w:rsid w:val="003948E1"/>
    <w:pPr>
      <w:jc w:val="right"/>
    </w:pPr>
    <w:rPr>
      <w:rFonts w:eastAsia="Calibri"/>
    </w:rPr>
  </w:style>
  <w:style w:type="character" w:customStyle="1" w:styleId="i-tabletextbold">
    <w:name w:val="i - table text bold"/>
    <w:rsid w:val="003948E1"/>
    <w:rPr>
      <w:rFonts w:ascii="Arial" w:hAnsi="Arial"/>
      <w:b/>
      <w:sz w:val="22"/>
    </w:rPr>
  </w:style>
  <w:style w:type="paragraph" w:customStyle="1" w:styleId="i-tabletextbulletlist">
    <w:name w:val="i - table text bullet list"/>
    <w:basedOn w:val="Normal"/>
    <w:rsid w:val="004443D8"/>
    <w:pPr>
      <w:spacing w:before="120" w:after="120" w:line="260" w:lineRule="exact"/>
      <w:ind w:left="454" w:hanging="454"/>
    </w:pPr>
    <w:rPr>
      <w:rFonts w:ascii="Times New Roman" w:eastAsia="ArialUnicodeMS" w:hAnsi="Times New Roman"/>
      <w:sz w:val="24"/>
      <w:szCs w:val="20"/>
      <w:lang w:val="en-AU" w:eastAsia="en-US"/>
    </w:rPr>
  </w:style>
  <w:style w:type="character" w:customStyle="1" w:styleId="i-tabletextitalic">
    <w:name w:val="i - table text italic"/>
    <w:rsid w:val="003948E1"/>
    <w:rPr>
      <w:rFonts w:ascii="Times New Roman" w:hAnsi="Times New Roman"/>
      <w:i/>
      <w:sz w:val="22"/>
    </w:rPr>
  </w:style>
  <w:style w:type="paragraph" w:customStyle="1" w:styleId="i-tabletextnumberedlist">
    <w:name w:val="i - table text numbered list"/>
    <w:basedOn w:val="i-tabletextbulletlist"/>
    <w:rsid w:val="003948E1"/>
  </w:style>
  <w:style w:type="character" w:customStyle="1" w:styleId="i-tabletextsubscript">
    <w:name w:val="i - table text subscript"/>
    <w:uiPriority w:val="1"/>
    <w:rsid w:val="003948E1"/>
    <w:rPr>
      <w:vertAlign w:val="subscript"/>
    </w:rPr>
  </w:style>
  <w:style w:type="character" w:customStyle="1" w:styleId="i-tabletextsubscriptitalic">
    <w:name w:val="i - table text subscript italic"/>
    <w:uiPriority w:val="1"/>
    <w:rsid w:val="003948E1"/>
    <w:rPr>
      <w:i/>
      <w:vertAlign w:val="subscript"/>
    </w:rPr>
  </w:style>
  <w:style w:type="character" w:customStyle="1" w:styleId="i-tabletextsuperscript">
    <w:name w:val="i - table text superscript"/>
    <w:rsid w:val="003948E1"/>
    <w:rPr>
      <w:vertAlign w:val="superscript"/>
    </w:rPr>
  </w:style>
  <w:style w:type="character" w:customStyle="1" w:styleId="i-tabletextsuperscriptitalic">
    <w:name w:val="i - table text superscript italic"/>
    <w:uiPriority w:val="1"/>
    <w:rsid w:val="003948E1"/>
    <w:rPr>
      <w:i/>
      <w:vertAlign w:val="superscript"/>
    </w:rPr>
  </w:style>
  <w:style w:type="paragraph" w:customStyle="1" w:styleId="i-worksheettitle">
    <w:name w:val="i - worksheet title"/>
    <w:autoRedefine/>
    <w:rsid w:val="003948E1"/>
    <w:pPr>
      <w:spacing w:before="120" w:line="640" w:lineRule="exact"/>
    </w:pPr>
    <w:rPr>
      <w:rFonts w:ascii="Arial" w:eastAsia="Times New Roman" w:hAnsi="Arial" w:cs="Arial"/>
      <w:b/>
      <w:color w:val="85B537"/>
      <w:sz w:val="50"/>
      <w:szCs w:val="50"/>
      <w:lang w:val="en-GB" w:eastAsia="en-US"/>
    </w:rPr>
  </w:style>
  <w:style w:type="paragraph" w:customStyle="1" w:styleId="i-worksheettype">
    <w:name w:val="i - worksheet type"/>
    <w:basedOn w:val="i-tabletext"/>
    <w:autoRedefine/>
    <w:rsid w:val="00FD5816"/>
    <w:rPr>
      <w:rFonts w:ascii="Arial" w:hAnsi="Arial"/>
      <w:b/>
      <w:color w:val="FFFFFF"/>
    </w:rPr>
  </w:style>
  <w:style w:type="paragraph" w:styleId="ListContinue2">
    <w:name w:val="List Continue 2"/>
    <w:basedOn w:val="Normal"/>
    <w:uiPriority w:val="99"/>
    <w:semiHidden/>
    <w:unhideWhenUsed/>
    <w:rsid w:val="003948E1"/>
    <w:pPr>
      <w:spacing w:after="120"/>
      <w:ind w:left="566"/>
      <w:contextualSpacing/>
    </w:pPr>
  </w:style>
  <w:style w:type="paragraph" w:customStyle="1" w:styleId="notetoDTO">
    <w:name w:val="&lt;note to DTO&gt;"/>
    <w:basedOn w:val="Normal"/>
    <w:uiPriority w:val="99"/>
    <w:qFormat/>
    <w:rsid w:val="003948E1"/>
    <w:pPr>
      <w:jc w:val="center"/>
    </w:pPr>
    <w:rPr>
      <w:b/>
      <w:color w:val="C00000"/>
    </w:rPr>
  </w:style>
  <w:style w:type="character" w:customStyle="1" w:styleId="bodybold">
    <w:name w:val="body bold"/>
    <w:uiPriority w:val="1"/>
    <w:qFormat/>
    <w:rsid w:val="003948E1"/>
    <w:rPr>
      <w:b/>
    </w:rPr>
  </w:style>
  <w:style w:type="character" w:customStyle="1" w:styleId="bodyglossaryword">
    <w:name w:val="body glossary word"/>
    <w:uiPriority w:val="99"/>
    <w:rsid w:val="003948E1"/>
    <w:rPr>
      <w:rFonts w:cs="Melior-Bold"/>
      <w:b/>
      <w:bCs/>
      <w:color w:val="B50B54"/>
      <w:w w:val="100"/>
    </w:rPr>
  </w:style>
  <w:style w:type="paragraph" w:customStyle="1" w:styleId="bodyindent">
    <w:name w:val="body indent"/>
    <w:basedOn w:val="Normal"/>
    <w:rsid w:val="003948E1"/>
    <w:pPr>
      <w:ind w:firstLine="284"/>
    </w:pPr>
    <w:rPr>
      <w:rFonts w:cs="Melior"/>
      <w:color w:val="000000"/>
      <w:szCs w:val="21"/>
    </w:rPr>
  </w:style>
  <w:style w:type="paragraph" w:customStyle="1" w:styleId="bodylist1">
    <w:name w:val="body list 1"/>
    <w:basedOn w:val="Normal"/>
    <w:rsid w:val="003948E1"/>
    <w:pPr>
      <w:ind w:left="284" w:hanging="284"/>
    </w:pPr>
  </w:style>
  <w:style w:type="paragraph" w:customStyle="1" w:styleId="figuretablecaption">
    <w:name w:val="figure/table caption"/>
    <w:basedOn w:val="Normal"/>
    <w:rsid w:val="003948E1"/>
    <w:rPr>
      <w:color w:val="0070C0"/>
      <w:sz w:val="20"/>
    </w:rPr>
  </w:style>
  <w:style w:type="character" w:customStyle="1" w:styleId="figuretablecaptionbold">
    <w:name w:val="figure/table caption bold"/>
    <w:uiPriority w:val="1"/>
    <w:rsid w:val="003948E1"/>
    <w:rPr>
      <w:b/>
      <w:color w:val="943634"/>
    </w:rPr>
  </w:style>
  <w:style w:type="paragraph" w:styleId="Footer">
    <w:name w:val="footer"/>
    <w:basedOn w:val="Normal"/>
    <w:link w:val="FooterChar"/>
    <w:uiPriority w:val="99"/>
    <w:unhideWhenUsed/>
    <w:rsid w:val="003948E1"/>
    <w:pPr>
      <w:tabs>
        <w:tab w:val="center" w:pos="4513"/>
        <w:tab w:val="right" w:pos="9026"/>
      </w:tabs>
    </w:pPr>
  </w:style>
  <w:style w:type="character" w:customStyle="1" w:styleId="FooterChar">
    <w:name w:val="Footer Char"/>
    <w:link w:val="Footer"/>
    <w:uiPriority w:val="99"/>
    <w:rsid w:val="003948E1"/>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3948E1"/>
    <w:pPr>
      <w:tabs>
        <w:tab w:val="center" w:pos="4513"/>
        <w:tab w:val="right" w:pos="9026"/>
      </w:tabs>
    </w:pPr>
  </w:style>
  <w:style w:type="character" w:customStyle="1" w:styleId="HeaderChar">
    <w:name w:val="Header Char"/>
    <w:link w:val="Header"/>
    <w:uiPriority w:val="99"/>
    <w:rsid w:val="003948E1"/>
    <w:rPr>
      <w:rFonts w:ascii="Times New Roman" w:eastAsia="Times New Roman" w:hAnsi="Times New Roman" w:cs="Times New Roman"/>
      <w:sz w:val="24"/>
      <w:szCs w:val="24"/>
      <w:lang w:val="en-GB"/>
    </w:rPr>
  </w:style>
  <w:style w:type="character" w:customStyle="1" w:styleId="i-Acknowledgementsitalic">
    <w:name w:val="i - Acknowledgements italic"/>
    <w:uiPriority w:val="1"/>
    <w:rsid w:val="003948E1"/>
    <w:rPr>
      <w:i/>
    </w:rPr>
  </w:style>
  <w:style w:type="paragraph" w:customStyle="1" w:styleId="i-figurecaption">
    <w:name w:val="i - figure caption"/>
    <w:basedOn w:val="Normal"/>
    <w:rsid w:val="003948E1"/>
    <w:pPr>
      <w:tabs>
        <w:tab w:val="left" w:pos="1843"/>
      </w:tabs>
      <w:spacing w:before="120" w:line="340" w:lineRule="exact"/>
      <w:ind w:left="1843" w:hanging="1843"/>
    </w:pPr>
    <w:rPr>
      <w:bCs/>
      <w:iCs/>
      <w:lang w:val="en-AU"/>
    </w:rPr>
  </w:style>
  <w:style w:type="paragraph" w:customStyle="1" w:styleId="i-Acknowledgments">
    <w:name w:val="i - Acknowledgments"/>
    <w:basedOn w:val="i-figurecaption"/>
    <w:autoRedefine/>
    <w:rsid w:val="003948E1"/>
    <w:pPr>
      <w:overflowPunct w:val="0"/>
      <w:autoSpaceDE w:val="0"/>
      <w:autoSpaceDN w:val="0"/>
      <w:adjustRightInd w:val="0"/>
      <w:textAlignment w:val="baseline"/>
    </w:pPr>
    <w:rPr>
      <w:color w:val="403152"/>
      <w:sz w:val="20"/>
      <w:szCs w:val="20"/>
    </w:rPr>
  </w:style>
  <w:style w:type="paragraph" w:customStyle="1" w:styleId="i-crossreftextfo">
    <w:name w:val="i - cross ref text f/o"/>
    <w:basedOn w:val="Normal"/>
    <w:autoRedefine/>
    <w:rsid w:val="003948E1"/>
    <w:pPr>
      <w:spacing w:after="120" w:line="280" w:lineRule="exact"/>
      <w:jc w:val="center"/>
    </w:pPr>
    <w:rPr>
      <w:rFonts w:eastAsia="Calibri"/>
      <w:b/>
      <w:color w:val="215868"/>
      <w:sz w:val="20"/>
      <w:lang w:val="en-AU"/>
    </w:rPr>
  </w:style>
  <w:style w:type="character" w:customStyle="1" w:styleId="i-figurecaptionitalic">
    <w:name w:val="i - figure caption italic"/>
    <w:uiPriority w:val="1"/>
    <w:rsid w:val="003948E1"/>
    <w:rPr>
      <w:rFonts w:ascii="NewCenturySchlbkLTStd-Roman" w:hAnsi="NewCenturySchlbkLTStd-Roman"/>
      <w:i/>
    </w:rPr>
  </w:style>
  <w:style w:type="character" w:customStyle="1" w:styleId="i-figurenumber">
    <w:name w:val="i - figure number"/>
    <w:rsid w:val="003948E1"/>
    <w:rPr>
      <w:b/>
    </w:rPr>
  </w:style>
  <w:style w:type="paragraph" w:customStyle="1" w:styleId="i-footertext">
    <w:name w:val="i - footer text"/>
    <w:basedOn w:val="Normal"/>
    <w:autoRedefine/>
    <w:rsid w:val="004F754C"/>
    <w:pPr>
      <w:tabs>
        <w:tab w:val="left" w:pos="0"/>
        <w:tab w:val="center" w:pos="5245"/>
        <w:tab w:val="right" w:pos="9639"/>
      </w:tabs>
    </w:pPr>
    <w:rPr>
      <w:rFonts w:ascii="Cambria" w:hAnsi="Cambria"/>
      <w:sz w:val="16"/>
      <w:lang w:val="en-AU"/>
    </w:rPr>
  </w:style>
  <w:style w:type="character" w:customStyle="1" w:styleId="i-safetytextbold">
    <w:name w:val="i - safety text bold"/>
    <w:rsid w:val="003948E1"/>
    <w:rPr>
      <w:rFonts w:ascii="Arial" w:hAnsi="Arial"/>
      <w:b/>
      <w:color w:val="700000"/>
      <w:sz w:val="20"/>
    </w:rPr>
  </w:style>
  <w:style w:type="paragraph" w:customStyle="1" w:styleId="i-safetytextfo">
    <w:name w:val="i - safety text f/o"/>
    <w:basedOn w:val="Normal"/>
    <w:autoRedefine/>
    <w:rsid w:val="003948E1"/>
    <w:pPr>
      <w:spacing w:before="45"/>
      <w:ind w:left="60" w:right="60"/>
    </w:pPr>
    <w:rPr>
      <w:rFonts w:cs="Courier New"/>
      <w:color w:val="700000"/>
      <w:sz w:val="20"/>
      <w:lang w:val="en-AU"/>
    </w:rPr>
  </w:style>
  <w:style w:type="paragraph" w:customStyle="1" w:styleId="i-tablecaption">
    <w:name w:val="i - table caption"/>
    <w:basedOn w:val="i-figurecaption"/>
    <w:rsid w:val="003948E1"/>
  </w:style>
  <w:style w:type="character" w:customStyle="1" w:styleId="i-tablenumber">
    <w:name w:val="i - table number"/>
    <w:rsid w:val="003948E1"/>
    <w:rPr>
      <w:rFonts w:ascii="Arial" w:hAnsi="Arial"/>
      <w:b/>
      <w:sz w:val="22"/>
    </w:rPr>
  </w:style>
  <w:style w:type="paragraph" w:customStyle="1" w:styleId="i-TBtablecolumnhead">
    <w:name w:val="i - TB table column head"/>
    <w:basedOn w:val="Normal"/>
    <w:rsid w:val="003948E1"/>
    <w:pPr>
      <w:spacing w:line="210" w:lineRule="exact"/>
      <w:jc w:val="center"/>
    </w:pPr>
    <w:rPr>
      <w:rFonts w:eastAsia="Cambria"/>
      <w:b/>
      <w:sz w:val="19"/>
    </w:rPr>
  </w:style>
  <w:style w:type="paragraph" w:customStyle="1" w:styleId="i-TBtabletext">
    <w:name w:val="i - TB table text"/>
    <w:basedOn w:val="Normal"/>
    <w:autoRedefine/>
    <w:rsid w:val="003948E1"/>
    <w:pPr>
      <w:spacing w:line="210" w:lineRule="exact"/>
    </w:pPr>
    <w:rPr>
      <w:rFonts w:eastAsia="Cambria"/>
      <w:sz w:val="19"/>
    </w:rPr>
  </w:style>
  <w:style w:type="paragraph" w:customStyle="1" w:styleId="i-WEB20head">
    <w:name w:val="i - WEB 2.0 head"/>
    <w:autoRedefine/>
    <w:rsid w:val="003948E1"/>
    <w:rPr>
      <w:rFonts w:ascii="Arial" w:eastAsia="Times New Roman" w:hAnsi="Arial"/>
      <w:b/>
      <w:color w:val="00AEEF"/>
      <w:w w:val="117"/>
      <w:sz w:val="22"/>
      <w:szCs w:val="24"/>
      <w:lang w:eastAsia="en-US"/>
    </w:rPr>
  </w:style>
  <w:style w:type="paragraph" w:customStyle="1" w:styleId="i-WEB20">
    <w:name w:val="i - WEB 2.0"/>
    <w:basedOn w:val="i-WEB20head"/>
    <w:autoRedefine/>
    <w:rsid w:val="003948E1"/>
    <w:pPr>
      <w:spacing w:before="45"/>
    </w:pPr>
    <w:rPr>
      <w:b w:val="0"/>
      <w:color w:val="auto"/>
    </w:rPr>
  </w:style>
  <w:style w:type="paragraph" w:customStyle="1" w:styleId="i-worksheetpersonaldetails">
    <w:name w:val="i - worksheet personal details"/>
    <w:basedOn w:val="Normal"/>
    <w:rsid w:val="003948E1"/>
    <w:pPr>
      <w:tabs>
        <w:tab w:val="left" w:pos="6742"/>
      </w:tabs>
      <w:spacing w:before="15" w:line="401" w:lineRule="auto"/>
      <w:ind w:left="585" w:right="1380" w:hanging="585"/>
    </w:pPr>
    <w:rPr>
      <w:rFonts w:eastAsia="Calibri"/>
      <w:b/>
      <w:bCs/>
      <w:color w:val="929292"/>
      <w:position w:val="-6"/>
      <w:sz w:val="18"/>
      <w:lang w:val="en-AU"/>
    </w:rPr>
  </w:style>
  <w:style w:type="character" w:customStyle="1" w:styleId="reviewbold">
    <w:name w:val="review bold"/>
    <w:uiPriority w:val="1"/>
    <w:qFormat/>
    <w:rsid w:val="003948E1"/>
    <w:rPr>
      <w:b/>
      <w:color w:val="00423F"/>
    </w:rPr>
  </w:style>
  <w:style w:type="paragraph" w:customStyle="1" w:styleId="reviewessentialdefinitions">
    <w:name w:val="review essential definitions"/>
    <w:basedOn w:val="Normal"/>
    <w:rsid w:val="003948E1"/>
    <w:pPr>
      <w:tabs>
        <w:tab w:val="left" w:pos="567"/>
        <w:tab w:val="left" w:pos="851"/>
        <w:tab w:val="left" w:pos="1134"/>
      </w:tabs>
      <w:ind w:left="284" w:hanging="284"/>
    </w:pPr>
    <w:rPr>
      <w:sz w:val="18"/>
    </w:rPr>
  </w:style>
  <w:style w:type="paragraph" w:customStyle="1" w:styleId="reviewfo">
    <w:name w:val="review f/o"/>
    <w:basedOn w:val="Normal"/>
    <w:rsid w:val="003948E1"/>
    <w:rPr>
      <w:rFonts w:cs="Melior"/>
      <w:color w:val="000000"/>
      <w:sz w:val="18"/>
      <w:szCs w:val="21"/>
    </w:rPr>
  </w:style>
  <w:style w:type="paragraph" w:customStyle="1" w:styleId="reviewlist1">
    <w:name w:val="review list 1"/>
    <w:basedOn w:val="Normal"/>
    <w:rsid w:val="003948E1"/>
    <w:pPr>
      <w:ind w:left="284" w:hanging="284"/>
    </w:pPr>
    <w:rPr>
      <w:sz w:val="18"/>
    </w:rPr>
  </w:style>
  <w:style w:type="paragraph" w:customStyle="1" w:styleId="reviewfactslist1">
    <w:name w:val="review facts list 1"/>
    <w:basedOn w:val="reviewlist1"/>
    <w:rsid w:val="003948E1"/>
  </w:style>
  <w:style w:type="paragraph" w:customStyle="1" w:styleId="reviewheadinga">
    <w:name w:val="review heading a"/>
    <w:basedOn w:val="Normal"/>
    <w:rsid w:val="003948E1"/>
    <w:pPr>
      <w:spacing w:before="160"/>
    </w:pPr>
    <w:rPr>
      <w:color w:val="002060"/>
      <w:sz w:val="72"/>
      <w:szCs w:val="120"/>
    </w:rPr>
  </w:style>
  <w:style w:type="paragraph" w:customStyle="1" w:styleId="reviewheadingb">
    <w:name w:val="review heading b"/>
    <w:basedOn w:val="reviewheadinga"/>
    <w:rsid w:val="003948E1"/>
    <w:rPr>
      <w:sz w:val="32"/>
    </w:rPr>
  </w:style>
  <w:style w:type="paragraph" w:customStyle="1" w:styleId="reviewindent">
    <w:name w:val="review indent"/>
    <w:basedOn w:val="Normal"/>
    <w:rsid w:val="003948E1"/>
    <w:pPr>
      <w:tabs>
        <w:tab w:val="left" w:pos="426"/>
      </w:tabs>
      <w:ind w:firstLine="284"/>
    </w:pPr>
    <w:rPr>
      <w:rFonts w:cs="Melior"/>
      <w:color w:val="000000"/>
      <w:sz w:val="18"/>
      <w:szCs w:val="21"/>
    </w:rPr>
  </w:style>
  <w:style w:type="paragraph" w:customStyle="1" w:styleId="reviewlist2">
    <w:name w:val="review list 2"/>
    <w:basedOn w:val="reviewlist1"/>
    <w:rsid w:val="003948E1"/>
    <w:pPr>
      <w:ind w:left="568"/>
    </w:pPr>
  </w:style>
  <w:style w:type="character" w:customStyle="1" w:styleId="reviewlistnumber">
    <w:name w:val="review list number"/>
    <w:uiPriority w:val="1"/>
    <w:qFormat/>
    <w:rsid w:val="003948E1"/>
    <w:rPr>
      <w:b/>
      <w:color w:val="00423F"/>
    </w:rPr>
  </w:style>
  <w:style w:type="paragraph" w:customStyle="1" w:styleId="reviewtableheading">
    <w:name w:val="review table heading"/>
    <w:basedOn w:val="Normal"/>
    <w:rsid w:val="003948E1"/>
    <w:pPr>
      <w:widowControl w:val="0"/>
      <w:suppressAutoHyphens/>
      <w:autoSpaceDE w:val="0"/>
      <w:autoSpaceDN w:val="0"/>
      <w:adjustRightInd w:val="0"/>
      <w:textAlignment w:val="center"/>
    </w:pPr>
    <w:rPr>
      <w:rFonts w:cs="MinionPro-Regular"/>
      <w:bCs/>
      <w:color w:val="000000"/>
      <w:sz w:val="15"/>
      <w:szCs w:val="16"/>
    </w:rPr>
  </w:style>
  <w:style w:type="paragraph" w:customStyle="1" w:styleId="reviewtabletext">
    <w:name w:val="review table text"/>
    <w:basedOn w:val="Normal"/>
    <w:rsid w:val="003948E1"/>
    <w:pPr>
      <w:widowControl w:val="0"/>
      <w:suppressAutoHyphens/>
      <w:autoSpaceDE w:val="0"/>
      <w:autoSpaceDN w:val="0"/>
      <w:adjustRightInd w:val="0"/>
      <w:textAlignment w:val="center"/>
    </w:pPr>
    <w:rPr>
      <w:rFonts w:cs="MinionPro-Regular"/>
      <w:color w:val="000000"/>
      <w:sz w:val="14"/>
      <w:szCs w:val="16"/>
    </w:rPr>
  </w:style>
  <w:style w:type="paragraph" w:customStyle="1" w:styleId="tableahead">
    <w:name w:val="table a head"/>
    <w:basedOn w:val="Normal"/>
    <w:rsid w:val="003948E1"/>
    <w:pPr>
      <w:widowControl w:val="0"/>
      <w:suppressAutoHyphens/>
      <w:autoSpaceDE w:val="0"/>
      <w:autoSpaceDN w:val="0"/>
      <w:adjustRightInd w:val="0"/>
      <w:textAlignment w:val="center"/>
    </w:pPr>
    <w:rPr>
      <w:rFonts w:cs="NeuzeitS-BookHeavy"/>
      <w:sz w:val="28"/>
    </w:rPr>
  </w:style>
  <w:style w:type="paragraph" w:customStyle="1" w:styleId="tabletext">
    <w:name w:val="table text"/>
    <w:basedOn w:val="Normal"/>
    <w:uiPriority w:val="99"/>
    <w:rsid w:val="003948E1"/>
    <w:pPr>
      <w:widowControl w:val="0"/>
      <w:suppressAutoHyphens/>
      <w:autoSpaceDE w:val="0"/>
      <w:autoSpaceDN w:val="0"/>
      <w:adjustRightInd w:val="0"/>
      <w:textAlignment w:val="center"/>
    </w:pPr>
    <w:rPr>
      <w:rFonts w:cs="Melior"/>
      <w:color w:val="000000"/>
      <w:sz w:val="18"/>
      <w:szCs w:val="19"/>
    </w:rPr>
  </w:style>
  <w:style w:type="character" w:customStyle="1" w:styleId="i-bodybolditalic">
    <w:name w:val="i - body bold italic"/>
    <w:uiPriority w:val="1"/>
    <w:rsid w:val="00340834"/>
    <w:rPr>
      <w:b/>
      <w:i/>
      <w:lang w:eastAsia="en-AU"/>
    </w:rPr>
  </w:style>
  <w:style w:type="character" w:styleId="Hyperlink">
    <w:name w:val="Hyperlink"/>
    <w:basedOn w:val="DefaultParagraphFont"/>
    <w:uiPriority w:val="99"/>
    <w:unhideWhenUsed/>
    <w:rsid w:val="004F754C"/>
    <w:rPr>
      <w:color w:val="0563C1" w:themeColor="hyperlink"/>
      <w:u w:val="single"/>
    </w:rPr>
  </w:style>
  <w:style w:type="character" w:styleId="UnresolvedMention">
    <w:name w:val="Unresolved Mention"/>
    <w:basedOn w:val="DefaultParagraphFont"/>
    <w:uiPriority w:val="99"/>
    <w:semiHidden/>
    <w:unhideWhenUsed/>
    <w:rsid w:val="004F754C"/>
    <w:rPr>
      <w:color w:val="605E5C"/>
      <w:shd w:val="clear" w:color="auto" w:fill="E1DFDD"/>
    </w:rPr>
  </w:style>
  <w:style w:type="paragraph" w:styleId="NoSpacing">
    <w:name w:val="No Spacing"/>
    <w:uiPriority w:val="1"/>
    <w:qFormat/>
    <w:rsid w:val="008C5AB2"/>
    <w:rPr>
      <w:rFonts w:ascii="Arial" w:eastAsia="Arial" w:hAnsi="Arial" w:cs="Arial"/>
      <w:sz w:val="22"/>
      <w:szCs w:val="22"/>
      <w:lang w:eastAsia="en-AU"/>
    </w:rPr>
  </w:style>
  <w:style w:type="character" w:customStyle="1" w:styleId="CommentTextChar">
    <w:name w:val="Comment Text Char"/>
    <w:basedOn w:val="DefaultParagraphFont"/>
    <w:link w:val="CommentText"/>
    <w:uiPriority w:val="99"/>
    <w:semiHidden/>
    <w:rsid w:val="00CB3385"/>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sid w:val="00CB3385"/>
    <w:pPr>
      <w:spacing w:after="160" w:line="240" w:lineRule="auto"/>
    </w:pPr>
    <w:rPr>
      <w:rFonts w:asciiTheme="minorHAnsi" w:eastAsiaTheme="minorHAnsi" w:hAnsiTheme="minorHAnsi" w:cstheme="minorBidi"/>
      <w:sz w:val="20"/>
      <w:szCs w:val="20"/>
      <w:lang w:val="en-AU" w:eastAsia="en-US"/>
    </w:rPr>
  </w:style>
  <w:style w:type="character" w:customStyle="1" w:styleId="CommentSubjectChar">
    <w:name w:val="Comment Subject Char"/>
    <w:basedOn w:val="CommentTextChar"/>
    <w:link w:val="CommentSubject"/>
    <w:uiPriority w:val="99"/>
    <w:semiHidden/>
    <w:rsid w:val="00CB3385"/>
    <w:rPr>
      <w:rFonts w:asciiTheme="minorHAnsi" w:eastAsiaTheme="minorHAnsi" w:hAnsiTheme="minorHAnsi" w:cstheme="minorBidi"/>
      <w:b/>
      <w:bCs/>
      <w:lang w:eastAsia="en-US"/>
    </w:rPr>
  </w:style>
  <w:style w:type="paragraph" w:styleId="CommentSubject">
    <w:name w:val="annotation subject"/>
    <w:basedOn w:val="CommentText"/>
    <w:next w:val="CommentText"/>
    <w:link w:val="CommentSubjectChar"/>
    <w:uiPriority w:val="99"/>
    <w:semiHidden/>
    <w:unhideWhenUsed/>
    <w:rsid w:val="00CB3385"/>
    <w:rPr>
      <w:b/>
      <w:bCs/>
    </w:rPr>
  </w:style>
  <w:style w:type="paragraph" w:customStyle="1" w:styleId="answers-question">
    <w:name w:val="answers - question"/>
    <w:basedOn w:val="Normal"/>
    <w:qFormat/>
    <w:rsid w:val="00CB3385"/>
    <w:pPr>
      <w:spacing w:before="120" w:after="120" w:line="360" w:lineRule="auto"/>
    </w:pPr>
    <w:rPr>
      <w:bCs/>
      <w:sz w:val="24"/>
      <w:szCs w:val="24"/>
      <w:lang w:val="en-US"/>
    </w:rPr>
  </w:style>
  <w:style w:type="paragraph" w:customStyle="1" w:styleId="answers-answer">
    <w:name w:val="answers - answer"/>
    <w:basedOn w:val="Normal"/>
    <w:qFormat/>
    <w:rsid w:val="00A47BD3"/>
    <w:pPr>
      <w:spacing w:line="360" w:lineRule="auto"/>
    </w:pPr>
    <w:rPr>
      <w:rFonts w:ascii="Times New Roman" w:hAnsi="Times New Roman"/>
      <w:iCs/>
      <w:sz w:val="24"/>
      <w:lang w:val="en-US"/>
    </w:rPr>
  </w:style>
  <w:style w:type="character" w:customStyle="1" w:styleId="answer">
    <w:name w:val="answer"/>
    <w:basedOn w:val="DefaultParagraphFont"/>
    <w:uiPriority w:val="1"/>
    <w:qFormat/>
    <w:rsid w:val="007A6F20"/>
    <w:rPr>
      <w:rFonts w:ascii="Times New Roman" w:hAnsi="Times New Roman"/>
      <w:i/>
      <w:color w:val="00CC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4" Type="http://schemas.openxmlformats.org/officeDocument/2006/relationships/styles" Target="styles.xml"/><Relationship Id="rId9" Type="http://schemas.openxmlformats.org/officeDocument/2006/relationships/image" Target="media/image1.png"/><Relationship Id="rId14" Type="http://schemas.microsoft.com/office/2007/relationships/diagramDrawing" Target="diagrams/drawing1.xml"/></Relationships>
</file>

<file path=word/_rels/footer1.xml.rels><?xml version="1.0" encoding="UTF-8" standalone="yes"?>
<Relationships xmlns="http://schemas.openxmlformats.org/package/2006/relationships"><Relationship Id="rId1" Type="http://schemas.openxmlformats.org/officeDocument/2006/relationships/hyperlink" Target="http://www.nelsonnet.com.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Beaver\Desktop\templates\NelsonNet%20Worksheet%20template_2020.dotx"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BA75EE2-0A9A-44EB-AE11-2743B8CB5BB5}" type="doc">
      <dgm:prSet loTypeId="urn:microsoft.com/office/officeart/2005/8/layout/process2" loCatId="process" qsTypeId="urn:microsoft.com/office/officeart/2005/8/quickstyle/simple1" qsCatId="simple" csTypeId="urn:microsoft.com/office/officeart/2005/8/colors/colorful1" csCatId="colorful" phldr="1"/>
      <dgm:spPr/>
    </dgm:pt>
    <dgm:pt modelId="{EA1879F2-0A3A-463B-945B-F41D24555837}">
      <dgm:prSet phldrT="[Text]" custT="1"/>
      <dgm:spPr/>
      <dgm:t>
        <a:bodyPr/>
        <a:lstStyle/>
        <a:p>
          <a:r>
            <a:rPr lang="en-AU" sz="1100">
              <a:solidFill>
                <a:sysClr val="windowText" lastClr="000000"/>
              </a:solidFill>
            </a:rPr>
            <a:t>Mechanical digestion / mastication in the mouth.  </a:t>
          </a:r>
        </a:p>
        <a:p>
          <a:r>
            <a:rPr lang="en-AU" sz="1100">
              <a:solidFill>
                <a:sysClr val="windowText" lastClr="000000"/>
              </a:solidFill>
            </a:rPr>
            <a:t>No chemical digestion of proteins occurs in the mouth. </a:t>
          </a:r>
        </a:p>
      </dgm:t>
    </dgm:pt>
    <dgm:pt modelId="{CE4EBD76-6F76-4F1B-BCD7-3885C42E9B44}" type="parTrans" cxnId="{6A154CA9-3168-47B2-90CE-5570A2D10740}">
      <dgm:prSet/>
      <dgm:spPr/>
      <dgm:t>
        <a:bodyPr/>
        <a:lstStyle/>
        <a:p>
          <a:endParaRPr lang="en-AU">
            <a:solidFill>
              <a:sysClr val="windowText" lastClr="000000"/>
            </a:solidFill>
          </a:endParaRPr>
        </a:p>
      </dgm:t>
    </dgm:pt>
    <dgm:pt modelId="{3F061112-E4B7-4E95-8161-8316E649F10A}" type="sibTrans" cxnId="{6A154CA9-3168-47B2-90CE-5570A2D10740}">
      <dgm:prSet custT="1"/>
      <dgm:spPr/>
      <dgm:t>
        <a:bodyPr/>
        <a:lstStyle/>
        <a:p>
          <a:endParaRPr lang="en-AU" sz="1100">
            <a:solidFill>
              <a:sysClr val="windowText" lastClr="000000"/>
            </a:solidFill>
          </a:endParaRPr>
        </a:p>
      </dgm:t>
    </dgm:pt>
    <dgm:pt modelId="{2B597003-EA7D-43DF-BB79-E90654AD4F36}">
      <dgm:prSet custT="1"/>
      <dgm:spPr/>
      <dgm:t>
        <a:bodyPr/>
        <a:lstStyle/>
        <a:p>
          <a:r>
            <a:rPr lang="en-AU" sz="1100">
              <a:solidFill>
                <a:sysClr val="windowText" lastClr="000000"/>
              </a:solidFill>
            </a:rPr>
            <a:t>Mechanical digestion in the stomach with churning.</a:t>
          </a:r>
        </a:p>
      </dgm:t>
    </dgm:pt>
    <dgm:pt modelId="{05E35E4F-F625-4D6A-BD62-E79E583273C5}" type="parTrans" cxnId="{C207C9A8-1C72-490B-83D5-0F7A2AC0F9F8}">
      <dgm:prSet/>
      <dgm:spPr/>
      <dgm:t>
        <a:bodyPr/>
        <a:lstStyle/>
        <a:p>
          <a:endParaRPr lang="en-AU">
            <a:solidFill>
              <a:sysClr val="windowText" lastClr="000000"/>
            </a:solidFill>
          </a:endParaRPr>
        </a:p>
      </dgm:t>
    </dgm:pt>
    <dgm:pt modelId="{FA413A24-C3C2-429A-B089-4A8AE176DCDA}" type="sibTrans" cxnId="{C207C9A8-1C72-490B-83D5-0F7A2AC0F9F8}">
      <dgm:prSet custT="1"/>
      <dgm:spPr/>
      <dgm:t>
        <a:bodyPr/>
        <a:lstStyle/>
        <a:p>
          <a:endParaRPr lang="en-AU" sz="1100">
            <a:solidFill>
              <a:sysClr val="windowText" lastClr="000000"/>
            </a:solidFill>
          </a:endParaRPr>
        </a:p>
      </dgm:t>
    </dgm:pt>
    <dgm:pt modelId="{7B0FAF15-48AE-4D38-A304-21806C4E774E}">
      <dgm:prSet custT="1"/>
      <dgm:spPr/>
      <dgm:t>
        <a:bodyPr/>
        <a:lstStyle/>
        <a:p>
          <a:r>
            <a:rPr lang="en-AU" sz="1100">
              <a:solidFill>
                <a:sysClr val="windowText" lastClr="000000"/>
              </a:solidFill>
            </a:rPr>
            <a:t>Chemical digestion starts in the stomach with the activation of pepsinogen into pepsin. Pepsin chemically breaks the protein into shorter peptides. </a:t>
          </a:r>
        </a:p>
      </dgm:t>
    </dgm:pt>
    <dgm:pt modelId="{9470EC12-EEE0-4A96-B00B-B21948005937}" type="parTrans" cxnId="{461D66D7-2D94-416F-BEED-1916EF657653}">
      <dgm:prSet/>
      <dgm:spPr/>
      <dgm:t>
        <a:bodyPr/>
        <a:lstStyle/>
        <a:p>
          <a:endParaRPr lang="en-AU">
            <a:solidFill>
              <a:sysClr val="windowText" lastClr="000000"/>
            </a:solidFill>
          </a:endParaRPr>
        </a:p>
      </dgm:t>
    </dgm:pt>
    <dgm:pt modelId="{49C1F7F8-71A4-4877-BDB9-81B60B2AC281}" type="sibTrans" cxnId="{461D66D7-2D94-416F-BEED-1916EF657653}">
      <dgm:prSet custT="1"/>
      <dgm:spPr/>
      <dgm:t>
        <a:bodyPr/>
        <a:lstStyle/>
        <a:p>
          <a:endParaRPr lang="en-AU" sz="1100">
            <a:solidFill>
              <a:sysClr val="windowText" lastClr="000000"/>
            </a:solidFill>
          </a:endParaRPr>
        </a:p>
      </dgm:t>
    </dgm:pt>
    <dgm:pt modelId="{AC0CEDBA-CDD6-4C72-AD3F-DD1877FFC49C}">
      <dgm:prSet custT="1"/>
      <dgm:spPr/>
      <dgm:t>
        <a:bodyPr/>
        <a:lstStyle/>
        <a:p>
          <a:r>
            <a:rPr lang="en-AU" sz="1100">
              <a:solidFill>
                <a:sysClr val="windowText" lastClr="000000"/>
              </a:solidFill>
            </a:rPr>
            <a:t>In the small intestine further chemical digestion occurs where pancreatic protease breaks the proteins into peptides and the intestinal protease that chemical breaks the peptides into amino acids. </a:t>
          </a:r>
        </a:p>
      </dgm:t>
    </dgm:pt>
    <dgm:pt modelId="{360DB84F-1E8A-40F5-962C-3C7B9983D198}" type="parTrans" cxnId="{38D467EF-B8F5-4FE3-AACF-192BA825201F}">
      <dgm:prSet/>
      <dgm:spPr/>
      <dgm:t>
        <a:bodyPr/>
        <a:lstStyle/>
        <a:p>
          <a:endParaRPr lang="en-AU">
            <a:solidFill>
              <a:sysClr val="windowText" lastClr="000000"/>
            </a:solidFill>
          </a:endParaRPr>
        </a:p>
      </dgm:t>
    </dgm:pt>
    <dgm:pt modelId="{2E8CD25A-FC4A-47C4-93F5-49F5F99A96E6}" type="sibTrans" cxnId="{38D467EF-B8F5-4FE3-AACF-192BA825201F}">
      <dgm:prSet custT="1"/>
      <dgm:spPr/>
      <dgm:t>
        <a:bodyPr/>
        <a:lstStyle/>
        <a:p>
          <a:endParaRPr lang="en-AU" sz="1100">
            <a:solidFill>
              <a:sysClr val="windowText" lastClr="000000"/>
            </a:solidFill>
          </a:endParaRPr>
        </a:p>
      </dgm:t>
    </dgm:pt>
    <dgm:pt modelId="{E2E2975C-0C5C-4E56-B679-1726A313628A}">
      <dgm:prSet custT="1"/>
      <dgm:spPr/>
      <dgm:t>
        <a:bodyPr/>
        <a:lstStyle/>
        <a:p>
          <a:r>
            <a:rPr lang="en-AU" sz="1100">
              <a:solidFill>
                <a:sysClr val="windowText" lastClr="000000"/>
              </a:solidFill>
            </a:rPr>
            <a:t>The amino acids are then absorbed by the villi by active transport directly into the blood capillaries.</a:t>
          </a:r>
        </a:p>
      </dgm:t>
    </dgm:pt>
    <dgm:pt modelId="{D12CDE68-D2F9-4179-9308-A3C9C56BEFD8}" type="parTrans" cxnId="{4D58EA5A-B994-49EA-B990-E3319600B1B1}">
      <dgm:prSet/>
      <dgm:spPr/>
      <dgm:t>
        <a:bodyPr/>
        <a:lstStyle/>
        <a:p>
          <a:endParaRPr lang="en-AU">
            <a:solidFill>
              <a:sysClr val="windowText" lastClr="000000"/>
            </a:solidFill>
          </a:endParaRPr>
        </a:p>
      </dgm:t>
    </dgm:pt>
    <dgm:pt modelId="{5D1583D2-7578-497B-A2B2-161B4E7D4EF5}" type="sibTrans" cxnId="{4D58EA5A-B994-49EA-B990-E3319600B1B1}">
      <dgm:prSet/>
      <dgm:spPr/>
      <dgm:t>
        <a:bodyPr/>
        <a:lstStyle/>
        <a:p>
          <a:endParaRPr lang="en-AU">
            <a:solidFill>
              <a:sysClr val="windowText" lastClr="000000"/>
            </a:solidFill>
          </a:endParaRPr>
        </a:p>
      </dgm:t>
    </dgm:pt>
    <dgm:pt modelId="{5E3E2101-BEB3-436A-AF60-C20AE8A17851}" type="pres">
      <dgm:prSet presAssocID="{6BA75EE2-0A9A-44EB-AE11-2743B8CB5BB5}" presName="linearFlow" presStyleCnt="0">
        <dgm:presLayoutVars>
          <dgm:resizeHandles val="exact"/>
        </dgm:presLayoutVars>
      </dgm:prSet>
      <dgm:spPr/>
    </dgm:pt>
    <dgm:pt modelId="{A2FC2B3F-FAE4-461B-80EA-0843BAECEF43}" type="pres">
      <dgm:prSet presAssocID="{EA1879F2-0A3A-463B-945B-F41D24555837}" presName="node" presStyleLbl="node1" presStyleIdx="0" presStyleCnt="5" custScaleX="129325">
        <dgm:presLayoutVars>
          <dgm:bulletEnabled val="1"/>
        </dgm:presLayoutVars>
      </dgm:prSet>
      <dgm:spPr/>
    </dgm:pt>
    <dgm:pt modelId="{9E2619BB-1D56-42E1-86D4-1BD5D3CEA259}" type="pres">
      <dgm:prSet presAssocID="{3F061112-E4B7-4E95-8161-8316E649F10A}" presName="sibTrans" presStyleLbl="sibTrans2D1" presStyleIdx="0" presStyleCnt="4"/>
      <dgm:spPr/>
    </dgm:pt>
    <dgm:pt modelId="{A289650D-EF27-439E-87D5-B321CFA7327C}" type="pres">
      <dgm:prSet presAssocID="{3F061112-E4B7-4E95-8161-8316E649F10A}" presName="connectorText" presStyleLbl="sibTrans2D1" presStyleIdx="0" presStyleCnt="4"/>
      <dgm:spPr/>
    </dgm:pt>
    <dgm:pt modelId="{12DD8DFC-7FA2-4C48-AEFD-50EA1F2F95A0}" type="pres">
      <dgm:prSet presAssocID="{2B597003-EA7D-43DF-BB79-E90654AD4F36}" presName="node" presStyleLbl="node1" presStyleIdx="1" presStyleCnt="5" custScaleX="129017">
        <dgm:presLayoutVars>
          <dgm:bulletEnabled val="1"/>
        </dgm:presLayoutVars>
      </dgm:prSet>
      <dgm:spPr/>
    </dgm:pt>
    <dgm:pt modelId="{5873001C-E07E-47DD-A90B-D0010F7F7DEB}" type="pres">
      <dgm:prSet presAssocID="{FA413A24-C3C2-429A-B089-4A8AE176DCDA}" presName="sibTrans" presStyleLbl="sibTrans2D1" presStyleIdx="1" presStyleCnt="4"/>
      <dgm:spPr/>
    </dgm:pt>
    <dgm:pt modelId="{AD5E9D3C-30B9-456D-8B2E-65D4DCE83BF1}" type="pres">
      <dgm:prSet presAssocID="{FA413A24-C3C2-429A-B089-4A8AE176DCDA}" presName="connectorText" presStyleLbl="sibTrans2D1" presStyleIdx="1" presStyleCnt="4"/>
      <dgm:spPr/>
    </dgm:pt>
    <dgm:pt modelId="{E5BD85C7-1F9A-4499-9178-119FBEA71404}" type="pres">
      <dgm:prSet presAssocID="{7B0FAF15-48AE-4D38-A304-21806C4E774E}" presName="node" presStyleLbl="node1" presStyleIdx="2" presStyleCnt="5" custScaleX="127353">
        <dgm:presLayoutVars>
          <dgm:bulletEnabled val="1"/>
        </dgm:presLayoutVars>
      </dgm:prSet>
      <dgm:spPr/>
    </dgm:pt>
    <dgm:pt modelId="{F279AE34-5679-4E75-A162-B0D96F960F6B}" type="pres">
      <dgm:prSet presAssocID="{49C1F7F8-71A4-4877-BDB9-81B60B2AC281}" presName="sibTrans" presStyleLbl="sibTrans2D1" presStyleIdx="2" presStyleCnt="4"/>
      <dgm:spPr/>
    </dgm:pt>
    <dgm:pt modelId="{437B7874-D9F9-4ECE-A8CA-77CA1AB91428}" type="pres">
      <dgm:prSet presAssocID="{49C1F7F8-71A4-4877-BDB9-81B60B2AC281}" presName="connectorText" presStyleLbl="sibTrans2D1" presStyleIdx="2" presStyleCnt="4"/>
      <dgm:spPr/>
    </dgm:pt>
    <dgm:pt modelId="{4E7E48F8-1B64-4FB4-8EB9-21FB23F8828F}" type="pres">
      <dgm:prSet presAssocID="{AC0CEDBA-CDD6-4C72-AD3F-DD1877FFC49C}" presName="node" presStyleLbl="node1" presStyleIdx="3" presStyleCnt="5" custScaleX="128185">
        <dgm:presLayoutVars>
          <dgm:bulletEnabled val="1"/>
        </dgm:presLayoutVars>
      </dgm:prSet>
      <dgm:spPr/>
    </dgm:pt>
    <dgm:pt modelId="{91F3E7C7-619A-4828-AA2C-2AB373F9A712}" type="pres">
      <dgm:prSet presAssocID="{2E8CD25A-FC4A-47C4-93F5-49F5F99A96E6}" presName="sibTrans" presStyleLbl="sibTrans2D1" presStyleIdx="3" presStyleCnt="4"/>
      <dgm:spPr/>
    </dgm:pt>
    <dgm:pt modelId="{A11CCF95-262A-4BFA-BACD-6FA492036990}" type="pres">
      <dgm:prSet presAssocID="{2E8CD25A-FC4A-47C4-93F5-49F5F99A96E6}" presName="connectorText" presStyleLbl="sibTrans2D1" presStyleIdx="3" presStyleCnt="4"/>
      <dgm:spPr/>
    </dgm:pt>
    <dgm:pt modelId="{1893FB9B-0590-488A-9C90-753F3D8383FC}" type="pres">
      <dgm:prSet presAssocID="{E2E2975C-0C5C-4E56-B679-1726A313628A}" presName="node" presStyleLbl="node1" presStyleIdx="4" presStyleCnt="5" custScaleX="129017">
        <dgm:presLayoutVars>
          <dgm:bulletEnabled val="1"/>
        </dgm:presLayoutVars>
      </dgm:prSet>
      <dgm:spPr/>
    </dgm:pt>
  </dgm:ptLst>
  <dgm:cxnLst>
    <dgm:cxn modelId="{3CE4051D-D3A3-4E7E-BD0A-8F75A907EB77}" type="presOf" srcId="{49C1F7F8-71A4-4877-BDB9-81B60B2AC281}" destId="{F279AE34-5679-4E75-A162-B0D96F960F6B}" srcOrd="0" destOrd="0" presId="urn:microsoft.com/office/officeart/2005/8/layout/process2"/>
    <dgm:cxn modelId="{31EF7E36-FC28-4486-83E0-1D01E769CC5D}" type="presOf" srcId="{3F061112-E4B7-4E95-8161-8316E649F10A}" destId="{A289650D-EF27-439E-87D5-B321CFA7327C}" srcOrd="1" destOrd="0" presId="urn:microsoft.com/office/officeart/2005/8/layout/process2"/>
    <dgm:cxn modelId="{74C9253A-8D0D-4B93-8B45-ABF3D51416C5}" type="presOf" srcId="{FA413A24-C3C2-429A-B089-4A8AE176DCDA}" destId="{5873001C-E07E-47DD-A90B-D0010F7F7DEB}" srcOrd="0" destOrd="0" presId="urn:microsoft.com/office/officeart/2005/8/layout/process2"/>
    <dgm:cxn modelId="{A7ACC742-32A6-4004-9E51-E80E5F79D15D}" type="presOf" srcId="{3F061112-E4B7-4E95-8161-8316E649F10A}" destId="{9E2619BB-1D56-42E1-86D4-1BD5D3CEA259}" srcOrd="0" destOrd="0" presId="urn:microsoft.com/office/officeart/2005/8/layout/process2"/>
    <dgm:cxn modelId="{BDB85868-6A0E-40FA-96F8-1560509D8634}" type="presOf" srcId="{49C1F7F8-71A4-4877-BDB9-81B60B2AC281}" destId="{437B7874-D9F9-4ECE-A8CA-77CA1AB91428}" srcOrd="1" destOrd="0" presId="urn:microsoft.com/office/officeart/2005/8/layout/process2"/>
    <dgm:cxn modelId="{C4DF2E53-B14E-4B79-AACF-5265CACA08B0}" type="presOf" srcId="{FA413A24-C3C2-429A-B089-4A8AE176DCDA}" destId="{AD5E9D3C-30B9-456D-8B2E-65D4DCE83BF1}" srcOrd="1" destOrd="0" presId="urn:microsoft.com/office/officeart/2005/8/layout/process2"/>
    <dgm:cxn modelId="{B779ED74-2458-41DA-99D0-470B79FCC18E}" type="presOf" srcId="{2E8CD25A-FC4A-47C4-93F5-49F5F99A96E6}" destId="{91F3E7C7-619A-4828-AA2C-2AB373F9A712}" srcOrd="0" destOrd="0" presId="urn:microsoft.com/office/officeart/2005/8/layout/process2"/>
    <dgm:cxn modelId="{70C33D7A-837C-4171-88BF-F45B21DFAE7F}" type="presOf" srcId="{AC0CEDBA-CDD6-4C72-AD3F-DD1877FFC49C}" destId="{4E7E48F8-1B64-4FB4-8EB9-21FB23F8828F}" srcOrd="0" destOrd="0" presId="urn:microsoft.com/office/officeart/2005/8/layout/process2"/>
    <dgm:cxn modelId="{4D58EA5A-B994-49EA-B990-E3319600B1B1}" srcId="{6BA75EE2-0A9A-44EB-AE11-2743B8CB5BB5}" destId="{E2E2975C-0C5C-4E56-B679-1726A313628A}" srcOrd="4" destOrd="0" parTransId="{D12CDE68-D2F9-4179-9308-A3C9C56BEFD8}" sibTransId="{5D1583D2-7578-497B-A2B2-161B4E7D4EF5}"/>
    <dgm:cxn modelId="{F469AF92-0E3F-42DF-B794-550E86141D0B}" type="presOf" srcId="{EA1879F2-0A3A-463B-945B-F41D24555837}" destId="{A2FC2B3F-FAE4-461B-80EA-0843BAECEF43}" srcOrd="0" destOrd="0" presId="urn:microsoft.com/office/officeart/2005/8/layout/process2"/>
    <dgm:cxn modelId="{C207C9A8-1C72-490B-83D5-0F7A2AC0F9F8}" srcId="{6BA75EE2-0A9A-44EB-AE11-2743B8CB5BB5}" destId="{2B597003-EA7D-43DF-BB79-E90654AD4F36}" srcOrd="1" destOrd="0" parTransId="{05E35E4F-F625-4D6A-BD62-E79E583273C5}" sibTransId="{FA413A24-C3C2-429A-B089-4A8AE176DCDA}"/>
    <dgm:cxn modelId="{6A154CA9-3168-47B2-90CE-5570A2D10740}" srcId="{6BA75EE2-0A9A-44EB-AE11-2743B8CB5BB5}" destId="{EA1879F2-0A3A-463B-945B-F41D24555837}" srcOrd="0" destOrd="0" parTransId="{CE4EBD76-6F76-4F1B-BCD7-3885C42E9B44}" sibTransId="{3F061112-E4B7-4E95-8161-8316E649F10A}"/>
    <dgm:cxn modelId="{ADF786B3-41A4-4688-BA1B-8F6DBCEAFEB1}" type="presOf" srcId="{E2E2975C-0C5C-4E56-B679-1726A313628A}" destId="{1893FB9B-0590-488A-9C90-753F3D8383FC}" srcOrd="0" destOrd="0" presId="urn:microsoft.com/office/officeart/2005/8/layout/process2"/>
    <dgm:cxn modelId="{6218E6B4-8C95-46D5-9292-71B5278D6F99}" type="presOf" srcId="{6BA75EE2-0A9A-44EB-AE11-2743B8CB5BB5}" destId="{5E3E2101-BEB3-436A-AF60-C20AE8A17851}" srcOrd="0" destOrd="0" presId="urn:microsoft.com/office/officeart/2005/8/layout/process2"/>
    <dgm:cxn modelId="{C2ED51BD-0AE2-43F5-B2FB-72EB5E0F2DB5}" type="presOf" srcId="{2E8CD25A-FC4A-47C4-93F5-49F5F99A96E6}" destId="{A11CCF95-262A-4BFA-BACD-6FA492036990}" srcOrd="1" destOrd="0" presId="urn:microsoft.com/office/officeart/2005/8/layout/process2"/>
    <dgm:cxn modelId="{461D66D7-2D94-416F-BEED-1916EF657653}" srcId="{6BA75EE2-0A9A-44EB-AE11-2743B8CB5BB5}" destId="{7B0FAF15-48AE-4D38-A304-21806C4E774E}" srcOrd="2" destOrd="0" parTransId="{9470EC12-EEE0-4A96-B00B-B21948005937}" sibTransId="{49C1F7F8-71A4-4877-BDB9-81B60B2AC281}"/>
    <dgm:cxn modelId="{A7BDA1EA-3A37-4309-B1ED-F784C9DDFAE0}" type="presOf" srcId="{7B0FAF15-48AE-4D38-A304-21806C4E774E}" destId="{E5BD85C7-1F9A-4499-9178-119FBEA71404}" srcOrd="0" destOrd="0" presId="urn:microsoft.com/office/officeart/2005/8/layout/process2"/>
    <dgm:cxn modelId="{541DECEB-D4A2-46F8-9390-4418C002BEB6}" type="presOf" srcId="{2B597003-EA7D-43DF-BB79-E90654AD4F36}" destId="{12DD8DFC-7FA2-4C48-AEFD-50EA1F2F95A0}" srcOrd="0" destOrd="0" presId="urn:microsoft.com/office/officeart/2005/8/layout/process2"/>
    <dgm:cxn modelId="{38D467EF-B8F5-4FE3-AACF-192BA825201F}" srcId="{6BA75EE2-0A9A-44EB-AE11-2743B8CB5BB5}" destId="{AC0CEDBA-CDD6-4C72-AD3F-DD1877FFC49C}" srcOrd="3" destOrd="0" parTransId="{360DB84F-1E8A-40F5-962C-3C7B9983D198}" sibTransId="{2E8CD25A-FC4A-47C4-93F5-49F5F99A96E6}"/>
    <dgm:cxn modelId="{CA914DCF-6AE5-4D9E-8339-13FE72D3B96F}" type="presParOf" srcId="{5E3E2101-BEB3-436A-AF60-C20AE8A17851}" destId="{A2FC2B3F-FAE4-461B-80EA-0843BAECEF43}" srcOrd="0" destOrd="0" presId="urn:microsoft.com/office/officeart/2005/8/layout/process2"/>
    <dgm:cxn modelId="{D898A098-E763-4BD1-82EC-28F69DDFEC56}" type="presParOf" srcId="{5E3E2101-BEB3-436A-AF60-C20AE8A17851}" destId="{9E2619BB-1D56-42E1-86D4-1BD5D3CEA259}" srcOrd="1" destOrd="0" presId="urn:microsoft.com/office/officeart/2005/8/layout/process2"/>
    <dgm:cxn modelId="{1D4068A3-1967-4562-B408-10A39040C38E}" type="presParOf" srcId="{9E2619BB-1D56-42E1-86D4-1BD5D3CEA259}" destId="{A289650D-EF27-439E-87D5-B321CFA7327C}" srcOrd="0" destOrd="0" presId="urn:microsoft.com/office/officeart/2005/8/layout/process2"/>
    <dgm:cxn modelId="{469E0EAB-2071-4438-B496-79C5EF9C4AA9}" type="presParOf" srcId="{5E3E2101-BEB3-436A-AF60-C20AE8A17851}" destId="{12DD8DFC-7FA2-4C48-AEFD-50EA1F2F95A0}" srcOrd="2" destOrd="0" presId="urn:microsoft.com/office/officeart/2005/8/layout/process2"/>
    <dgm:cxn modelId="{B6F6242B-EF8D-4F4F-B949-541AF7DDC7D4}" type="presParOf" srcId="{5E3E2101-BEB3-436A-AF60-C20AE8A17851}" destId="{5873001C-E07E-47DD-A90B-D0010F7F7DEB}" srcOrd="3" destOrd="0" presId="urn:microsoft.com/office/officeart/2005/8/layout/process2"/>
    <dgm:cxn modelId="{1DDA0B4B-5D1D-409B-839D-85E67CF3E60D}" type="presParOf" srcId="{5873001C-E07E-47DD-A90B-D0010F7F7DEB}" destId="{AD5E9D3C-30B9-456D-8B2E-65D4DCE83BF1}" srcOrd="0" destOrd="0" presId="urn:microsoft.com/office/officeart/2005/8/layout/process2"/>
    <dgm:cxn modelId="{F031265F-76A5-4057-89E8-A8519A5AC7B0}" type="presParOf" srcId="{5E3E2101-BEB3-436A-AF60-C20AE8A17851}" destId="{E5BD85C7-1F9A-4499-9178-119FBEA71404}" srcOrd="4" destOrd="0" presId="urn:microsoft.com/office/officeart/2005/8/layout/process2"/>
    <dgm:cxn modelId="{7004FB2E-EDD1-4404-848E-3E0260619101}" type="presParOf" srcId="{5E3E2101-BEB3-436A-AF60-C20AE8A17851}" destId="{F279AE34-5679-4E75-A162-B0D96F960F6B}" srcOrd="5" destOrd="0" presId="urn:microsoft.com/office/officeart/2005/8/layout/process2"/>
    <dgm:cxn modelId="{D80BA97F-1160-478D-AA98-50182CE0141A}" type="presParOf" srcId="{F279AE34-5679-4E75-A162-B0D96F960F6B}" destId="{437B7874-D9F9-4ECE-A8CA-77CA1AB91428}" srcOrd="0" destOrd="0" presId="urn:microsoft.com/office/officeart/2005/8/layout/process2"/>
    <dgm:cxn modelId="{61BA55F0-8D61-4D25-80BD-6ABA0869CD9A}" type="presParOf" srcId="{5E3E2101-BEB3-436A-AF60-C20AE8A17851}" destId="{4E7E48F8-1B64-4FB4-8EB9-21FB23F8828F}" srcOrd="6" destOrd="0" presId="urn:microsoft.com/office/officeart/2005/8/layout/process2"/>
    <dgm:cxn modelId="{E492F01D-7CC4-4A01-A89E-AA2C1493F882}" type="presParOf" srcId="{5E3E2101-BEB3-436A-AF60-C20AE8A17851}" destId="{91F3E7C7-619A-4828-AA2C-2AB373F9A712}" srcOrd="7" destOrd="0" presId="urn:microsoft.com/office/officeart/2005/8/layout/process2"/>
    <dgm:cxn modelId="{6B6855AF-8D73-4174-A930-4F127F50F137}" type="presParOf" srcId="{91F3E7C7-619A-4828-AA2C-2AB373F9A712}" destId="{A11CCF95-262A-4BFA-BACD-6FA492036990}" srcOrd="0" destOrd="0" presId="urn:microsoft.com/office/officeart/2005/8/layout/process2"/>
    <dgm:cxn modelId="{8E91CFD8-0594-4FA7-803F-55D235758C87}" type="presParOf" srcId="{5E3E2101-BEB3-436A-AF60-C20AE8A17851}" destId="{1893FB9B-0590-488A-9C90-753F3D8383FC}" srcOrd="8" destOrd="0" presId="urn:microsoft.com/office/officeart/2005/8/layout/process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2FC2B3F-FAE4-461B-80EA-0843BAECEF43}">
      <dsp:nvSpPr>
        <dsp:cNvPr id="0" name=""/>
        <dsp:cNvSpPr/>
      </dsp:nvSpPr>
      <dsp:spPr>
        <a:xfrm>
          <a:off x="-3740" y="3097"/>
          <a:ext cx="3141282" cy="724147"/>
        </a:xfrm>
        <a:prstGeom prst="roundRect">
          <a:avLst>
            <a:gd name="adj" fmla="val 1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kern="1200">
              <a:solidFill>
                <a:sysClr val="windowText" lastClr="000000"/>
              </a:solidFill>
            </a:rPr>
            <a:t>Mechanical digestion / mastication in the mouth.  </a:t>
          </a:r>
        </a:p>
        <a:p>
          <a:pPr marL="0" lvl="0" indent="0" algn="ctr" defTabSz="488950">
            <a:lnSpc>
              <a:spcPct val="90000"/>
            </a:lnSpc>
            <a:spcBef>
              <a:spcPct val="0"/>
            </a:spcBef>
            <a:spcAft>
              <a:spcPct val="35000"/>
            </a:spcAft>
            <a:buNone/>
          </a:pPr>
          <a:r>
            <a:rPr lang="en-AU" sz="1100" kern="1200">
              <a:solidFill>
                <a:sysClr val="windowText" lastClr="000000"/>
              </a:solidFill>
            </a:rPr>
            <a:t>No chemical digestion of proteins occurs in the mouth. </a:t>
          </a:r>
        </a:p>
      </dsp:txBody>
      <dsp:txXfrm>
        <a:off x="17470" y="24307"/>
        <a:ext cx="3098862" cy="681727"/>
      </dsp:txXfrm>
    </dsp:sp>
    <dsp:sp modelId="{9E2619BB-1D56-42E1-86D4-1BD5D3CEA259}">
      <dsp:nvSpPr>
        <dsp:cNvPr id="0" name=""/>
        <dsp:cNvSpPr/>
      </dsp:nvSpPr>
      <dsp:spPr>
        <a:xfrm rot="5400000">
          <a:off x="1431122" y="745348"/>
          <a:ext cx="271555" cy="325866"/>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AU" sz="1100" kern="1200">
            <a:solidFill>
              <a:sysClr val="windowText" lastClr="000000"/>
            </a:solidFill>
          </a:endParaRPr>
        </a:p>
      </dsp:txBody>
      <dsp:txXfrm rot="-5400000">
        <a:off x="1469140" y="772503"/>
        <a:ext cx="195520" cy="190089"/>
      </dsp:txXfrm>
    </dsp:sp>
    <dsp:sp modelId="{12DD8DFC-7FA2-4C48-AEFD-50EA1F2F95A0}">
      <dsp:nvSpPr>
        <dsp:cNvPr id="0" name=""/>
        <dsp:cNvSpPr/>
      </dsp:nvSpPr>
      <dsp:spPr>
        <a:xfrm>
          <a:off x="0" y="1089317"/>
          <a:ext cx="3133800" cy="724147"/>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kern="1200">
              <a:solidFill>
                <a:sysClr val="windowText" lastClr="000000"/>
              </a:solidFill>
            </a:rPr>
            <a:t>Mechanical digestion in the stomach with churning.</a:t>
          </a:r>
        </a:p>
      </dsp:txBody>
      <dsp:txXfrm>
        <a:off x="21210" y="1110527"/>
        <a:ext cx="3091380" cy="681727"/>
      </dsp:txXfrm>
    </dsp:sp>
    <dsp:sp modelId="{5873001C-E07E-47DD-A90B-D0010F7F7DEB}">
      <dsp:nvSpPr>
        <dsp:cNvPr id="0" name=""/>
        <dsp:cNvSpPr/>
      </dsp:nvSpPr>
      <dsp:spPr>
        <a:xfrm rot="5400000">
          <a:off x="1431122" y="1831568"/>
          <a:ext cx="271555" cy="325866"/>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AU" sz="1100" kern="1200">
            <a:solidFill>
              <a:sysClr val="windowText" lastClr="000000"/>
            </a:solidFill>
          </a:endParaRPr>
        </a:p>
      </dsp:txBody>
      <dsp:txXfrm rot="-5400000">
        <a:off x="1469140" y="1858723"/>
        <a:ext cx="195520" cy="190089"/>
      </dsp:txXfrm>
    </dsp:sp>
    <dsp:sp modelId="{E5BD85C7-1F9A-4499-9178-119FBEA71404}">
      <dsp:nvSpPr>
        <dsp:cNvPr id="0" name=""/>
        <dsp:cNvSpPr/>
      </dsp:nvSpPr>
      <dsp:spPr>
        <a:xfrm>
          <a:off x="20209" y="2175538"/>
          <a:ext cx="3093382" cy="724147"/>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kern="1200">
              <a:solidFill>
                <a:sysClr val="windowText" lastClr="000000"/>
              </a:solidFill>
            </a:rPr>
            <a:t>Chemical digestion starts in the stomach with the activation of pepsinogen into pepsin. Pepsin chemically breaks the protein into shorter peptides. </a:t>
          </a:r>
        </a:p>
      </dsp:txBody>
      <dsp:txXfrm>
        <a:off x="41419" y="2196748"/>
        <a:ext cx="3050962" cy="681727"/>
      </dsp:txXfrm>
    </dsp:sp>
    <dsp:sp modelId="{F279AE34-5679-4E75-A162-B0D96F960F6B}">
      <dsp:nvSpPr>
        <dsp:cNvPr id="0" name=""/>
        <dsp:cNvSpPr/>
      </dsp:nvSpPr>
      <dsp:spPr>
        <a:xfrm rot="5400000">
          <a:off x="1431122" y="2917789"/>
          <a:ext cx="271555" cy="325866"/>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AU" sz="1100" kern="1200">
            <a:solidFill>
              <a:sysClr val="windowText" lastClr="000000"/>
            </a:solidFill>
          </a:endParaRPr>
        </a:p>
      </dsp:txBody>
      <dsp:txXfrm rot="-5400000">
        <a:off x="1469140" y="2944944"/>
        <a:ext cx="195520" cy="190089"/>
      </dsp:txXfrm>
    </dsp:sp>
    <dsp:sp modelId="{4E7E48F8-1B64-4FB4-8EB9-21FB23F8828F}">
      <dsp:nvSpPr>
        <dsp:cNvPr id="0" name=""/>
        <dsp:cNvSpPr/>
      </dsp:nvSpPr>
      <dsp:spPr>
        <a:xfrm>
          <a:off x="10104" y="3261759"/>
          <a:ext cx="3113591" cy="724147"/>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kern="1200">
              <a:solidFill>
                <a:sysClr val="windowText" lastClr="000000"/>
              </a:solidFill>
            </a:rPr>
            <a:t>In the small intestine further chemical digestion occurs where pancreatic protease breaks the proteins into peptides and the intestinal protease that chemical breaks the peptides into amino acids. </a:t>
          </a:r>
        </a:p>
      </dsp:txBody>
      <dsp:txXfrm>
        <a:off x="31314" y="3282969"/>
        <a:ext cx="3071171" cy="681727"/>
      </dsp:txXfrm>
    </dsp:sp>
    <dsp:sp modelId="{91F3E7C7-619A-4828-AA2C-2AB373F9A712}">
      <dsp:nvSpPr>
        <dsp:cNvPr id="0" name=""/>
        <dsp:cNvSpPr/>
      </dsp:nvSpPr>
      <dsp:spPr>
        <a:xfrm rot="5400000">
          <a:off x="1431122" y="4004010"/>
          <a:ext cx="271555" cy="325866"/>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AU" sz="1100" kern="1200">
            <a:solidFill>
              <a:sysClr val="windowText" lastClr="000000"/>
            </a:solidFill>
          </a:endParaRPr>
        </a:p>
      </dsp:txBody>
      <dsp:txXfrm rot="-5400000">
        <a:off x="1469140" y="4031165"/>
        <a:ext cx="195520" cy="190089"/>
      </dsp:txXfrm>
    </dsp:sp>
    <dsp:sp modelId="{1893FB9B-0590-488A-9C90-753F3D8383FC}">
      <dsp:nvSpPr>
        <dsp:cNvPr id="0" name=""/>
        <dsp:cNvSpPr/>
      </dsp:nvSpPr>
      <dsp:spPr>
        <a:xfrm>
          <a:off x="0" y="4347980"/>
          <a:ext cx="3133800" cy="724147"/>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kern="1200">
              <a:solidFill>
                <a:sysClr val="windowText" lastClr="000000"/>
              </a:solidFill>
            </a:rPr>
            <a:t>The amino acids are then absorbed by the villi by active transport directly into the blood capillaries.</a:t>
          </a:r>
        </a:p>
      </dsp:txBody>
      <dsp:txXfrm>
        <a:off x="21210" y="4369190"/>
        <a:ext cx="3091380" cy="6817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7953DD3DB129419AAF4904702889DD" ma:contentTypeVersion="7" ma:contentTypeDescription="Create a new document." ma:contentTypeScope="" ma:versionID="aab0d2b7fe87ee05df783dca3ef4e875">
  <xsd:schema xmlns:xsd="http://www.w3.org/2001/XMLSchema" xmlns:xs="http://www.w3.org/2001/XMLSchema" xmlns:p="http://schemas.microsoft.com/office/2006/metadata/properties" xmlns:ns2="243e8e0d-4872-4c9b-a5c9-1ed1b86a45df" targetNamespace="http://schemas.microsoft.com/office/2006/metadata/properties" ma:root="true" ma:fieldsID="9ad9c86436ab8fb02ae3be0e24559cbe" ns2:_="">
    <xsd:import namespace="243e8e0d-4872-4c9b-a5c9-1ed1b86a45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e8e0d-4872-4c9b-a5c9-1ed1b86a45d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EF10C3-0BAF-45E9-ABBB-364EC7800E55}">
  <ds:schemaRefs>
    <ds:schemaRef ds:uri="http://schemas.microsoft.com/sharepoint/v3/contenttype/forms"/>
  </ds:schemaRefs>
</ds:datastoreItem>
</file>

<file path=customXml/itemProps2.xml><?xml version="1.0" encoding="utf-8"?>
<ds:datastoreItem xmlns:ds="http://schemas.openxmlformats.org/officeDocument/2006/customXml" ds:itemID="{25B291C5-C38A-4EC4-951F-508828680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e8e0d-4872-4c9b-a5c9-1ed1b86a4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NelsonNet Worksheet template_2020</Template>
  <TotalTime>30</TotalTime>
  <Pages>12</Pages>
  <Words>2828</Words>
  <Characters>16126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18917</CharactersWithSpaces>
  <SharedDoc>false</SharedDoc>
  <HLinks>
    <vt:vector size="6" baseType="variant">
      <vt:variant>
        <vt:i4>1835095</vt:i4>
      </vt:variant>
      <vt:variant>
        <vt:i4>0</vt:i4>
      </vt:variant>
      <vt:variant>
        <vt:i4>0</vt:i4>
      </vt:variant>
      <vt:variant>
        <vt:i4>5</vt:i4>
      </vt:variant>
      <vt:variant>
        <vt:lpwstr>http://www.nelsonnet.com.au/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Beaver</dc:creator>
  <cp:keywords/>
  <dc:description/>
  <cp:lastModifiedBy>Beaver, Robyn</cp:lastModifiedBy>
  <cp:revision>4</cp:revision>
  <dcterms:created xsi:type="dcterms:W3CDTF">2020-07-14T04:20:00Z</dcterms:created>
  <dcterms:modified xsi:type="dcterms:W3CDTF">2020-08-03T05:47:00Z</dcterms:modified>
</cp:coreProperties>
</file>